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AE81F" w14:textId="1C9B15DC" w:rsidR="00054405" w:rsidRPr="00D51F99" w:rsidRDefault="00054405" w:rsidP="00054405">
      <w:pPr>
        <w:pStyle w:val="Footer"/>
        <w:pBdr>
          <w:bottom w:val="single" w:sz="4" w:space="4" w:color="auto"/>
        </w:pBdr>
        <w:spacing w:after="120"/>
        <w:rPr>
          <w:rFonts w:ascii="Arial" w:hAnsi="Arial" w:cs="Arial"/>
          <w:i/>
          <w:sz w:val="20"/>
        </w:rPr>
      </w:pPr>
      <w:r w:rsidRPr="00D51F99">
        <w:rPr>
          <w:rFonts w:ascii="Arial" w:hAnsi="Arial" w:cs="Arial"/>
          <w:i/>
          <w:sz w:val="20"/>
        </w:rPr>
        <w:t>For instructions on using this template, please see Notes to Aut</w:t>
      </w:r>
      <w:r>
        <w:rPr>
          <w:rFonts w:ascii="Arial" w:hAnsi="Arial" w:cs="Arial"/>
          <w:i/>
          <w:sz w:val="20"/>
        </w:rPr>
        <w:t>hor/Template Instructions on page</w:t>
      </w:r>
      <w:r w:rsidRPr="00D51F99">
        <w:rPr>
          <w:rFonts w:ascii="Arial" w:hAnsi="Arial" w:cs="Arial"/>
          <w:i/>
          <w:sz w:val="20"/>
        </w:rPr>
        <w:t xml:space="preserve"> </w:t>
      </w:r>
      <w:r w:rsidR="00A97B07">
        <w:rPr>
          <w:rFonts w:ascii="Arial" w:hAnsi="Arial" w:cs="Arial"/>
          <w:i/>
          <w:sz w:val="20"/>
        </w:rPr>
        <w:t>9</w:t>
      </w:r>
      <w:r w:rsidRPr="00D51F99">
        <w:rPr>
          <w:rFonts w:ascii="Arial" w:hAnsi="Arial" w:cs="Arial"/>
          <w:i/>
          <w:sz w:val="20"/>
        </w:rPr>
        <w:t>.</w:t>
      </w:r>
      <w:r>
        <w:rPr>
          <w:rFonts w:ascii="Arial" w:hAnsi="Arial" w:cs="Arial"/>
          <w:i/>
          <w:sz w:val="20"/>
        </w:rPr>
        <w:t xml:space="preserve"> </w:t>
      </w:r>
      <w:r w:rsidRPr="00D51F99">
        <w:rPr>
          <w:rFonts w:ascii="Arial" w:hAnsi="Arial" w:cs="Arial"/>
          <w:i/>
          <w:sz w:val="20"/>
        </w:rPr>
        <w:t>Notes on accessibility: This template has been tested and is best accessible with JAWS 11.0 or higher.</w:t>
      </w:r>
      <w:r>
        <w:rPr>
          <w:rFonts w:ascii="Arial" w:hAnsi="Arial" w:cs="Arial"/>
          <w:i/>
          <w:sz w:val="20"/>
        </w:rPr>
        <w:t xml:space="preserve"> For questions about using this template, please contact </w:t>
      </w:r>
      <w:hyperlink r:id="rId12" w:history="1">
        <w:r w:rsidRPr="003B4DEE">
          <w:rPr>
            <w:rStyle w:val="Hyperlink"/>
            <w:rFonts w:ascii="Arial" w:hAnsi="Arial" w:cs="Arial"/>
            <w:i/>
            <w:sz w:val="20"/>
          </w:rPr>
          <w:t>CMS IT Governance</w:t>
        </w:r>
      </w:hyperlink>
      <w:r>
        <w:rPr>
          <w:rFonts w:ascii="Arial" w:hAnsi="Arial" w:cs="Arial"/>
          <w:i/>
          <w:sz w:val="20"/>
        </w:rPr>
        <w:t xml:space="preserve">. </w:t>
      </w:r>
      <w:bookmarkStart w:id="0" w:name="_GoBack"/>
      <w:bookmarkEnd w:id="0"/>
    </w:p>
    <w:p w14:paraId="3CBA042C" w14:textId="77777777" w:rsidR="00BA6A2C" w:rsidRDefault="00BA6A2C"/>
    <w:p w14:paraId="3CBA042D" w14:textId="77777777" w:rsidR="00BA6A2C" w:rsidRDefault="00BA6A2C"/>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750"/>
        <w:gridCol w:w="9042"/>
      </w:tblGrid>
      <w:tr w:rsidR="001D11A2" w14:paraId="3CBA0431" w14:textId="77777777" w:rsidTr="001D11A2">
        <w:trPr>
          <w:trHeight w:val="1287"/>
          <w:tblHeader/>
        </w:trPr>
        <w:tc>
          <w:tcPr>
            <w:tcW w:w="3180" w:type="dxa"/>
          </w:tcPr>
          <w:p w14:paraId="3CBA042E" w14:textId="314A6469" w:rsidR="001D11A2" w:rsidRDefault="001D11A2" w:rsidP="001D11A2"/>
        </w:tc>
        <w:tc>
          <w:tcPr>
            <w:tcW w:w="6612" w:type="dxa"/>
          </w:tcPr>
          <w:p w14:paraId="3CBA0430" w14:textId="39260B20" w:rsidR="001D11A2" w:rsidRDefault="001D11A2" w:rsidP="00213937">
            <w:pPr>
              <w:pStyle w:val="Classification"/>
              <w:jc w:val="center"/>
            </w:pPr>
            <w:r w:rsidRPr="00751222">
              <w:rPr>
                <w:noProof/>
              </w:rPr>
              <w:drawing>
                <wp:inline distT="0" distB="0" distL="0" distR="0" wp14:anchorId="0385AE35" wp14:editId="4E70B4C8">
                  <wp:extent cx="5604510" cy="11684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657619" cy="1179529"/>
                          </a:xfrm>
                          <a:prstGeom prst="rect">
                            <a:avLst/>
                          </a:prstGeom>
                        </pic:spPr>
                      </pic:pic>
                    </a:graphicData>
                  </a:graphic>
                </wp:inline>
              </w:drawing>
            </w:r>
          </w:p>
        </w:tc>
      </w:tr>
    </w:tbl>
    <w:p w14:paraId="3CBA0432"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3CBA0433" w14:textId="77777777" w:rsidR="00D7789C" w:rsidRPr="00ED4293" w:rsidRDefault="00277A08" w:rsidP="00150991">
      <w:pPr>
        <w:pStyle w:val="DocTitle"/>
        <w:pBdr>
          <w:bottom w:val="single" w:sz="4" w:space="1" w:color="auto"/>
        </w:pBdr>
        <w:spacing w:before="100" w:beforeAutospacing="1"/>
        <w:ind w:left="0"/>
        <w:rPr>
          <w:rFonts w:ascii="Arial Narrow" w:hAnsi="Arial Narrow"/>
        </w:rPr>
      </w:pPr>
      <w:r>
        <w:rPr>
          <w:rFonts w:ascii="Arial Narrow" w:hAnsi="Arial Narrow"/>
        </w:rPr>
        <w:t>Training Plan</w:t>
      </w:r>
    </w:p>
    <w:p w14:paraId="3CBA0434" w14:textId="2BCA5CD2" w:rsidR="00D7789C" w:rsidRDefault="00E0197E" w:rsidP="00150991">
      <w:pPr>
        <w:pStyle w:val="Version"/>
        <w:spacing w:before="240" w:after="120"/>
      </w:pPr>
      <w:r>
        <w:t xml:space="preserve">Version </w:t>
      </w:r>
      <w:r w:rsidR="00054405">
        <w:t>X.X</w:t>
      </w:r>
    </w:p>
    <w:p w14:paraId="3CBA0435" w14:textId="77777777" w:rsidR="00D7789C" w:rsidRDefault="00150991" w:rsidP="00150991">
      <w:pPr>
        <w:pStyle w:val="PubDate"/>
        <w:spacing w:before="0" w:after="0"/>
      </w:pPr>
      <w:r>
        <w:t>MM/DD/YYYY</w:t>
      </w:r>
    </w:p>
    <w:p w14:paraId="3CBA0438" w14:textId="512CD83D" w:rsidR="004F47E3" w:rsidRPr="00D14917" w:rsidRDefault="004F47E3" w:rsidP="00287265">
      <w:pPr>
        <w:spacing w:before="3360"/>
        <w:rPr>
          <w:rFonts w:ascii="Arial Narrow" w:hAnsi="Arial Narrow"/>
        </w:rPr>
        <w:sectPr w:rsidR="004F47E3" w:rsidRPr="00D14917" w:rsidSect="00870699">
          <w:headerReference w:type="default" r:id="rId14"/>
          <w:footerReference w:type="default" r:id="rId15"/>
          <w:footerReference w:type="first" r:id="rId16"/>
          <w:pgSz w:w="12240" w:h="15840" w:code="1"/>
          <w:pgMar w:top="1440" w:right="1440" w:bottom="1440" w:left="1440" w:header="504" w:footer="504" w:gutter="0"/>
          <w:pgNumType w:fmt="lowerRoman" w:start="1"/>
          <w:cols w:space="720"/>
          <w:titlePg/>
        </w:sectPr>
      </w:pPr>
    </w:p>
    <w:p w14:paraId="3CBA0439"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31405079" w14:textId="1FF4F354" w:rsidR="00A97B07" w:rsidRDefault="00866567">
      <w:pPr>
        <w:pStyle w:val="TOC1"/>
        <w:rPr>
          <w:rFonts w:asciiTheme="minorHAnsi" w:eastAsiaTheme="minorEastAsia" w:hAnsiTheme="minorHAnsi" w:cstheme="minorBidi"/>
          <w:b w:val="0"/>
          <w:szCs w:val="24"/>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4734503" w:history="1">
        <w:r w:rsidR="00A97B07" w:rsidRPr="002B5A9C">
          <w:rPr>
            <w:rStyle w:val="Hyperlink"/>
            <w:rFonts w:cs="Arial"/>
          </w:rPr>
          <w:t>1.</w:t>
        </w:r>
        <w:r w:rsidR="00A97B07">
          <w:rPr>
            <w:rFonts w:asciiTheme="minorHAnsi" w:eastAsiaTheme="minorEastAsia" w:hAnsiTheme="minorHAnsi" w:cstheme="minorBidi"/>
            <w:b w:val="0"/>
            <w:szCs w:val="24"/>
          </w:rPr>
          <w:tab/>
        </w:r>
        <w:r w:rsidR="00A97B07" w:rsidRPr="002B5A9C">
          <w:rPr>
            <w:rStyle w:val="Hyperlink"/>
          </w:rPr>
          <w:t>Introduction</w:t>
        </w:r>
        <w:r w:rsidR="00A97B07">
          <w:rPr>
            <w:webHidden/>
          </w:rPr>
          <w:tab/>
        </w:r>
        <w:r w:rsidR="00A97B07">
          <w:rPr>
            <w:webHidden/>
          </w:rPr>
          <w:fldChar w:fldCharType="begin"/>
        </w:r>
        <w:r w:rsidR="00A97B07">
          <w:rPr>
            <w:webHidden/>
          </w:rPr>
          <w:instrText xml:space="preserve"> PAGEREF _Toc4734503 \h </w:instrText>
        </w:r>
        <w:r w:rsidR="00A97B07">
          <w:rPr>
            <w:webHidden/>
          </w:rPr>
        </w:r>
        <w:r w:rsidR="00A97B07">
          <w:rPr>
            <w:webHidden/>
          </w:rPr>
          <w:fldChar w:fldCharType="separate"/>
        </w:r>
        <w:r w:rsidR="00E70468">
          <w:rPr>
            <w:webHidden/>
          </w:rPr>
          <w:t>1</w:t>
        </w:r>
        <w:r w:rsidR="00A97B07">
          <w:rPr>
            <w:webHidden/>
          </w:rPr>
          <w:fldChar w:fldCharType="end"/>
        </w:r>
      </w:hyperlink>
    </w:p>
    <w:p w14:paraId="0B5BFE8A" w14:textId="5340A384" w:rsidR="00A97B07" w:rsidRDefault="00AE4EA2">
      <w:pPr>
        <w:pStyle w:val="TOC2"/>
        <w:rPr>
          <w:rFonts w:asciiTheme="minorHAnsi" w:eastAsiaTheme="minorEastAsia" w:hAnsiTheme="minorHAnsi" w:cstheme="minorBidi"/>
          <w:szCs w:val="24"/>
        </w:rPr>
      </w:pPr>
      <w:hyperlink w:anchor="_Toc4734504" w:history="1">
        <w:r w:rsidR="00A97B07" w:rsidRPr="002B5A9C">
          <w:rPr>
            <w:rStyle w:val="Hyperlink"/>
            <w:rFonts w:cs="Arial"/>
          </w:rPr>
          <w:t>1.1</w:t>
        </w:r>
        <w:r w:rsidR="00A97B07">
          <w:rPr>
            <w:rFonts w:asciiTheme="minorHAnsi" w:eastAsiaTheme="minorEastAsia" w:hAnsiTheme="minorHAnsi" w:cstheme="minorBidi"/>
            <w:szCs w:val="24"/>
          </w:rPr>
          <w:tab/>
        </w:r>
        <w:r w:rsidR="00A97B07" w:rsidRPr="002B5A9C">
          <w:rPr>
            <w:rStyle w:val="Hyperlink"/>
          </w:rPr>
          <w:t>Overview</w:t>
        </w:r>
        <w:r w:rsidR="00A97B07">
          <w:rPr>
            <w:webHidden/>
          </w:rPr>
          <w:tab/>
        </w:r>
        <w:r w:rsidR="00A97B07">
          <w:rPr>
            <w:webHidden/>
          </w:rPr>
          <w:fldChar w:fldCharType="begin"/>
        </w:r>
        <w:r w:rsidR="00A97B07">
          <w:rPr>
            <w:webHidden/>
          </w:rPr>
          <w:instrText xml:space="preserve"> PAGEREF _Toc4734504 \h </w:instrText>
        </w:r>
        <w:r w:rsidR="00A97B07">
          <w:rPr>
            <w:webHidden/>
          </w:rPr>
        </w:r>
        <w:r w:rsidR="00A97B07">
          <w:rPr>
            <w:webHidden/>
          </w:rPr>
          <w:fldChar w:fldCharType="separate"/>
        </w:r>
        <w:r w:rsidR="00E70468">
          <w:rPr>
            <w:webHidden/>
          </w:rPr>
          <w:t>1</w:t>
        </w:r>
        <w:r w:rsidR="00A97B07">
          <w:rPr>
            <w:webHidden/>
          </w:rPr>
          <w:fldChar w:fldCharType="end"/>
        </w:r>
      </w:hyperlink>
    </w:p>
    <w:p w14:paraId="634099AC" w14:textId="023C0753" w:rsidR="00A97B07" w:rsidRDefault="00AE4EA2">
      <w:pPr>
        <w:pStyle w:val="TOC1"/>
        <w:rPr>
          <w:rFonts w:asciiTheme="minorHAnsi" w:eastAsiaTheme="minorEastAsia" w:hAnsiTheme="minorHAnsi" w:cstheme="minorBidi"/>
          <w:b w:val="0"/>
          <w:szCs w:val="24"/>
        </w:rPr>
      </w:pPr>
      <w:hyperlink w:anchor="_Toc4734505" w:history="1">
        <w:r w:rsidR="00A97B07" w:rsidRPr="002B5A9C">
          <w:rPr>
            <w:rStyle w:val="Hyperlink"/>
            <w:rFonts w:cs="Arial"/>
          </w:rPr>
          <w:t>2.</w:t>
        </w:r>
        <w:r w:rsidR="00A97B07">
          <w:rPr>
            <w:rFonts w:asciiTheme="minorHAnsi" w:eastAsiaTheme="minorEastAsia" w:hAnsiTheme="minorHAnsi" w:cstheme="minorBidi"/>
            <w:b w:val="0"/>
            <w:szCs w:val="24"/>
          </w:rPr>
          <w:tab/>
        </w:r>
        <w:r w:rsidR="00A97B07" w:rsidRPr="002B5A9C">
          <w:rPr>
            <w:rStyle w:val="Hyperlink"/>
          </w:rPr>
          <w:t>Training Approach</w:t>
        </w:r>
        <w:r w:rsidR="00A97B07">
          <w:rPr>
            <w:webHidden/>
          </w:rPr>
          <w:tab/>
        </w:r>
        <w:r w:rsidR="00A97B07">
          <w:rPr>
            <w:webHidden/>
          </w:rPr>
          <w:fldChar w:fldCharType="begin"/>
        </w:r>
        <w:r w:rsidR="00A97B07">
          <w:rPr>
            <w:webHidden/>
          </w:rPr>
          <w:instrText xml:space="preserve"> PAGEREF _Toc4734505 \h </w:instrText>
        </w:r>
        <w:r w:rsidR="00A97B07">
          <w:rPr>
            <w:webHidden/>
          </w:rPr>
        </w:r>
        <w:r w:rsidR="00A97B07">
          <w:rPr>
            <w:webHidden/>
          </w:rPr>
          <w:fldChar w:fldCharType="separate"/>
        </w:r>
        <w:r w:rsidR="00E70468">
          <w:rPr>
            <w:webHidden/>
          </w:rPr>
          <w:t>1</w:t>
        </w:r>
        <w:r w:rsidR="00A97B07">
          <w:rPr>
            <w:webHidden/>
          </w:rPr>
          <w:fldChar w:fldCharType="end"/>
        </w:r>
      </w:hyperlink>
    </w:p>
    <w:p w14:paraId="40543566" w14:textId="7B631589" w:rsidR="00A97B07" w:rsidRDefault="00AE4EA2">
      <w:pPr>
        <w:pStyle w:val="TOC2"/>
        <w:rPr>
          <w:rFonts w:asciiTheme="minorHAnsi" w:eastAsiaTheme="minorEastAsia" w:hAnsiTheme="minorHAnsi" w:cstheme="minorBidi"/>
          <w:szCs w:val="24"/>
        </w:rPr>
      </w:pPr>
      <w:hyperlink w:anchor="_Toc4734506" w:history="1">
        <w:r w:rsidR="00A97B07" w:rsidRPr="002B5A9C">
          <w:rPr>
            <w:rStyle w:val="Hyperlink"/>
            <w:rFonts w:cs="Arial"/>
          </w:rPr>
          <w:t>2.1</w:t>
        </w:r>
        <w:r w:rsidR="00A97B07">
          <w:rPr>
            <w:rFonts w:asciiTheme="minorHAnsi" w:eastAsiaTheme="minorEastAsia" w:hAnsiTheme="minorHAnsi" w:cstheme="minorBidi"/>
            <w:szCs w:val="24"/>
          </w:rPr>
          <w:tab/>
        </w:r>
        <w:r w:rsidR="00A97B07" w:rsidRPr="002B5A9C">
          <w:rPr>
            <w:rStyle w:val="Hyperlink"/>
          </w:rPr>
          <w:t>Training Needs</w:t>
        </w:r>
        <w:r w:rsidR="00A97B07">
          <w:rPr>
            <w:webHidden/>
          </w:rPr>
          <w:tab/>
        </w:r>
        <w:r w:rsidR="00A97B07">
          <w:rPr>
            <w:webHidden/>
          </w:rPr>
          <w:fldChar w:fldCharType="begin"/>
        </w:r>
        <w:r w:rsidR="00A97B07">
          <w:rPr>
            <w:webHidden/>
          </w:rPr>
          <w:instrText xml:space="preserve"> PAGEREF _Toc4734506 \h </w:instrText>
        </w:r>
        <w:r w:rsidR="00A97B07">
          <w:rPr>
            <w:webHidden/>
          </w:rPr>
        </w:r>
        <w:r w:rsidR="00A97B07">
          <w:rPr>
            <w:webHidden/>
          </w:rPr>
          <w:fldChar w:fldCharType="separate"/>
        </w:r>
        <w:r w:rsidR="00E70468">
          <w:rPr>
            <w:webHidden/>
          </w:rPr>
          <w:t>1</w:t>
        </w:r>
        <w:r w:rsidR="00A97B07">
          <w:rPr>
            <w:webHidden/>
          </w:rPr>
          <w:fldChar w:fldCharType="end"/>
        </w:r>
      </w:hyperlink>
    </w:p>
    <w:p w14:paraId="799162B1" w14:textId="2366023E" w:rsidR="00A97B07" w:rsidRDefault="00AE4EA2">
      <w:pPr>
        <w:pStyle w:val="TOC2"/>
        <w:rPr>
          <w:rFonts w:asciiTheme="minorHAnsi" w:eastAsiaTheme="minorEastAsia" w:hAnsiTheme="minorHAnsi" w:cstheme="minorBidi"/>
          <w:szCs w:val="24"/>
        </w:rPr>
      </w:pPr>
      <w:hyperlink w:anchor="_Toc4734507" w:history="1">
        <w:r w:rsidR="00A97B07" w:rsidRPr="002B5A9C">
          <w:rPr>
            <w:rStyle w:val="Hyperlink"/>
            <w:rFonts w:cs="Arial"/>
          </w:rPr>
          <w:t>2.2</w:t>
        </w:r>
        <w:r w:rsidR="00A97B07">
          <w:rPr>
            <w:rFonts w:asciiTheme="minorHAnsi" w:eastAsiaTheme="minorEastAsia" w:hAnsiTheme="minorHAnsi" w:cstheme="minorBidi"/>
            <w:szCs w:val="24"/>
          </w:rPr>
          <w:tab/>
        </w:r>
        <w:r w:rsidR="00A97B07" w:rsidRPr="002B5A9C">
          <w:rPr>
            <w:rStyle w:val="Hyperlink"/>
          </w:rPr>
          <w:t>Prerequisites</w:t>
        </w:r>
        <w:r w:rsidR="00A97B07">
          <w:rPr>
            <w:webHidden/>
          </w:rPr>
          <w:tab/>
        </w:r>
        <w:r w:rsidR="00A97B07">
          <w:rPr>
            <w:webHidden/>
          </w:rPr>
          <w:fldChar w:fldCharType="begin"/>
        </w:r>
        <w:r w:rsidR="00A97B07">
          <w:rPr>
            <w:webHidden/>
          </w:rPr>
          <w:instrText xml:space="preserve"> PAGEREF _Toc4734507 \h </w:instrText>
        </w:r>
        <w:r w:rsidR="00A97B07">
          <w:rPr>
            <w:webHidden/>
          </w:rPr>
        </w:r>
        <w:r w:rsidR="00A97B07">
          <w:rPr>
            <w:webHidden/>
          </w:rPr>
          <w:fldChar w:fldCharType="separate"/>
        </w:r>
        <w:r w:rsidR="00E70468">
          <w:rPr>
            <w:webHidden/>
          </w:rPr>
          <w:t>2</w:t>
        </w:r>
        <w:r w:rsidR="00A97B07">
          <w:rPr>
            <w:webHidden/>
          </w:rPr>
          <w:fldChar w:fldCharType="end"/>
        </w:r>
      </w:hyperlink>
    </w:p>
    <w:p w14:paraId="59841BEE" w14:textId="50D0ACD5" w:rsidR="00A97B07" w:rsidRDefault="00AE4EA2">
      <w:pPr>
        <w:pStyle w:val="TOC2"/>
        <w:rPr>
          <w:rFonts w:asciiTheme="minorHAnsi" w:eastAsiaTheme="minorEastAsia" w:hAnsiTheme="minorHAnsi" w:cstheme="minorBidi"/>
          <w:szCs w:val="24"/>
        </w:rPr>
      </w:pPr>
      <w:hyperlink w:anchor="_Toc4734508" w:history="1">
        <w:r w:rsidR="00A97B07" w:rsidRPr="002B5A9C">
          <w:rPr>
            <w:rStyle w:val="Hyperlink"/>
            <w:rFonts w:cs="Arial"/>
          </w:rPr>
          <w:t>2.3</w:t>
        </w:r>
        <w:r w:rsidR="00A97B07">
          <w:rPr>
            <w:rFonts w:asciiTheme="minorHAnsi" w:eastAsiaTheme="minorEastAsia" w:hAnsiTheme="minorHAnsi" w:cstheme="minorBidi"/>
            <w:szCs w:val="24"/>
          </w:rPr>
          <w:tab/>
        </w:r>
        <w:r w:rsidR="00A97B07" w:rsidRPr="002B5A9C">
          <w:rPr>
            <w:rStyle w:val="Hyperlink"/>
          </w:rPr>
          <w:t>Methods &amp; Tools</w:t>
        </w:r>
        <w:r w:rsidR="00A97B07">
          <w:rPr>
            <w:webHidden/>
          </w:rPr>
          <w:tab/>
        </w:r>
        <w:r w:rsidR="00A97B07">
          <w:rPr>
            <w:webHidden/>
          </w:rPr>
          <w:fldChar w:fldCharType="begin"/>
        </w:r>
        <w:r w:rsidR="00A97B07">
          <w:rPr>
            <w:webHidden/>
          </w:rPr>
          <w:instrText xml:space="preserve"> PAGEREF _Toc4734508 \h </w:instrText>
        </w:r>
        <w:r w:rsidR="00A97B07">
          <w:rPr>
            <w:webHidden/>
          </w:rPr>
        </w:r>
        <w:r w:rsidR="00A97B07">
          <w:rPr>
            <w:webHidden/>
          </w:rPr>
          <w:fldChar w:fldCharType="separate"/>
        </w:r>
        <w:r w:rsidR="00E70468">
          <w:rPr>
            <w:webHidden/>
          </w:rPr>
          <w:t>2</w:t>
        </w:r>
        <w:r w:rsidR="00A97B07">
          <w:rPr>
            <w:webHidden/>
          </w:rPr>
          <w:fldChar w:fldCharType="end"/>
        </w:r>
      </w:hyperlink>
    </w:p>
    <w:p w14:paraId="3C306E93" w14:textId="769AB0D0" w:rsidR="00A97B07" w:rsidRDefault="00AE4EA2">
      <w:pPr>
        <w:pStyle w:val="TOC2"/>
        <w:rPr>
          <w:rFonts w:asciiTheme="minorHAnsi" w:eastAsiaTheme="minorEastAsia" w:hAnsiTheme="minorHAnsi" w:cstheme="minorBidi"/>
          <w:szCs w:val="24"/>
        </w:rPr>
      </w:pPr>
      <w:hyperlink w:anchor="_Toc4734509" w:history="1">
        <w:r w:rsidR="00A97B07" w:rsidRPr="002B5A9C">
          <w:rPr>
            <w:rStyle w:val="Hyperlink"/>
            <w:rFonts w:cs="Arial"/>
          </w:rPr>
          <w:t>2.4</w:t>
        </w:r>
        <w:r w:rsidR="00A97B07">
          <w:rPr>
            <w:rFonts w:asciiTheme="minorHAnsi" w:eastAsiaTheme="minorEastAsia" w:hAnsiTheme="minorHAnsi" w:cstheme="minorBidi"/>
            <w:szCs w:val="24"/>
          </w:rPr>
          <w:tab/>
        </w:r>
        <w:r w:rsidR="00A97B07" w:rsidRPr="002B5A9C">
          <w:rPr>
            <w:rStyle w:val="Hyperlink"/>
          </w:rPr>
          <w:t>Roles &amp; Responsibilities</w:t>
        </w:r>
        <w:r w:rsidR="00A97B07">
          <w:rPr>
            <w:webHidden/>
          </w:rPr>
          <w:tab/>
        </w:r>
        <w:r w:rsidR="00A97B07">
          <w:rPr>
            <w:webHidden/>
          </w:rPr>
          <w:fldChar w:fldCharType="begin"/>
        </w:r>
        <w:r w:rsidR="00A97B07">
          <w:rPr>
            <w:webHidden/>
          </w:rPr>
          <w:instrText xml:space="preserve"> PAGEREF _Toc4734509 \h </w:instrText>
        </w:r>
        <w:r w:rsidR="00A97B07">
          <w:rPr>
            <w:webHidden/>
          </w:rPr>
        </w:r>
        <w:r w:rsidR="00A97B07">
          <w:rPr>
            <w:webHidden/>
          </w:rPr>
          <w:fldChar w:fldCharType="separate"/>
        </w:r>
        <w:r w:rsidR="00E70468">
          <w:rPr>
            <w:webHidden/>
          </w:rPr>
          <w:t>2</w:t>
        </w:r>
        <w:r w:rsidR="00A97B07">
          <w:rPr>
            <w:webHidden/>
          </w:rPr>
          <w:fldChar w:fldCharType="end"/>
        </w:r>
      </w:hyperlink>
    </w:p>
    <w:p w14:paraId="290ED392" w14:textId="2CED7517" w:rsidR="00A97B07" w:rsidRDefault="00AE4EA2">
      <w:pPr>
        <w:pStyle w:val="TOC2"/>
        <w:rPr>
          <w:rFonts w:asciiTheme="minorHAnsi" w:eastAsiaTheme="minorEastAsia" w:hAnsiTheme="minorHAnsi" w:cstheme="minorBidi"/>
          <w:szCs w:val="24"/>
        </w:rPr>
      </w:pPr>
      <w:hyperlink w:anchor="_Toc4734510" w:history="1">
        <w:r w:rsidR="00A97B07" w:rsidRPr="002B5A9C">
          <w:rPr>
            <w:rStyle w:val="Hyperlink"/>
            <w:rFonts w:cs="Arial"/>
          </w:rPr>
          <w:t>2.5</w:t>
        </w:r>
        <w:r w:rsidR="00A97B07">
          <w:rPr>
            <w:rFonts w:asciiTheme="minorHAnsi" w:eastAsiaTheme="minorEastAsia" w:hAnsiTheme="minorHAnsi" w:cstheme="minorBidi"/>
            <w:szCs w:val="24"/>
          </w:rPr>
          <w:tab/>
        </w:r>
        <w:r w:rsidR="00A97B07" w:rsidRPr="002B5A9C">
          <w:rPr>
            <w:rStyle w:val="Hyperlink"/>
          </w:rPr>
          <w:t>Training Development Schedule</w:t>
        </w:r>
        <w:r w:rsidR="00A97B07">
          <w:rPr>
            <w:webHidden/>
          </w:rPr>
          <w:tab/>
        </w:r>
        <w:r w:rsidR="00A97B07">
          <w:rPr>
            <w:webHidden/>
          </w:rPr>
          <w:fldChar w:fldCharType="begin"/>
        </w:r>
        <w:r w:rsidR="00A97B07">
          <w:rPr>
            <w:webHidden/>
          </w:rPr>
          <w:instrText xml:space="preserve"> PAGEREF _Toc4734510 \h </w:instrText>
        </w:r>
        <w:r w:rsidR="00A97B07">
          <w:rPr>
            <w:webHidden/>
          </w:rPr>
        </w:r>
        <w:r w:rsidR="00A97B07">
          <w:rPr>
            <w:webHidden/>
          </w:rPr>
          <w:fldChar w:fldCharType="separate"/>
        </w:r>
        <w:r w:rsidR="00E70468">
          <w:rPr>
            <w:webHidden/>
          </w:rPr>
          <w:t>2</w:t>
        </w:r>
        <w:r w:rsidR="00A97B07">
          <w:rPr>
            <w:webHidden/>
          </w:rPr>
          <w:fldChar w:fldCharType="end"/>
        </w:r>
      </w:hyperlink>
    </w:p>
    <w:p w14:paraId="38D75D88" w14:textId="3731A15A" w:rsidR="00A97B07" w:rsidRDefault="00AE4EA2">
      <w:pPr>
        <w:pStyle w:val="TOC1"/>
        <w:rPr>
          <w:rFonts w:asciiTheme="minorHAnsi" w:eastAsiaTheme="minorEastAsia" w:hAnsiTheme="minorHAnsi" w:cstheme="minorBidi"/>
          <w:b w:val="0"/>
          <w:szCs w:val="24"/>
        </w:rPr>
      </w:pPr>
      <w:hyperlink w:anchor="_Toc4734511" w:history="1">
        <w:r w:rsidR="00A97B07" w:rsidRPr="002B5A9C">
          <w:rPr>
            <w:rStyle w:val="Hyperlink"/>
            <w:rFonts w:cs="Arial"/>
          </w:rPr>
          <w:t>3.</w:t>
        </w:r>
        <w:r w:rsidR="00A97B07">
          <w:rPr>
            <w:rFonts w:asciiTheme="minorHAnsi" w:eastAsiaTheme="minorEastAsia" w:hAnsiTheme="minorHAnsi" w:cstheme="minorBidi"/>
            <w:b w:val="0"/>
            <w:szCs w:val="24"/>
          </w:rPr>
          <w:tab/>
        </w:r>
        <w:r w:rsidR="00A97B07" w:rsidRPr="002B5A9C">
          <w:rPr>
            <w:rStyle w:val="Hyperlink"/>
          </w:rPr>
          <w:t>Training Administration</w:t>
        </w:r>
        <w:r w:rsidR="00A97B07">
          <w:rPr>
            <w:webHidden/>
          </w:rPr>
          <w:tab/>
        </w:r>
        <w:r w:rsidR="00A97B07">
          <w:rPr>
            <w:webHidden/>
          </w:rPr>
          <w:fldChar w:fldCharType="begin"/>
        </w:r>
        <w:r w:rsidR="00A97B07">
          <w:rPr>
            <w:webHidden/>
          </w:rPr>
          <w:instrText xml:space="preserve"> PAGEREF _Toc4734511 \h </w:instrText>
        </w:r>
        <w:r w:rsidR="00A97B07">
          <w:rPr>
            <w:webHidden/>
          </w:rPr>
        </w:r>
        <w:r w:rsidR="00A97B07">
          <w:rPr>
            <w:webHidden/>
          </w:rPr>
          <w:fldChar w:fldCharType="separate"/>
        </w:r>
        <w:r w:rsidR="00E70468">
          <w:rPr>
            <w:webHidden/>
          </w:rPr>
          <w:t>3</w:t>
        </w:r>
        <w:r w:rsidR="00A97B07">
          <w:rPr>
            <w:webHidden/>
          </w:rPr>
          <w:fldChar w:fldCharType="end"/>
        </w:r>
      </w:hyperlink>
    </w:p>
    <w:p w14:paraId="392C0DE9" w14:textId="74E664F7" w:rsidR="00A97B07" w:rsidRDefault="00AE4EA2">
      <w:pPr>
        <w:pStyle w:val="TOC2"/>
        <w:rPr>
          <w:rFonts w:asciiTheme="minorHAnsi" w:eastAsiaTheme="minorEastAsia" w:hAnsiTheme="minorHAnsi" w:cstheme="minorBidi"/>
          <w:szCs w:val="24"/>
        </w:rPr>
      </w:pPr>
      <w:hyperlink w:anchor="_Toc4734512" w:history="1">
        <w:r w:rsidR="00A97B07" w:rsidRPr="002B5A9C">
          <w:rPr>
            <w:rStyle w:val="Hyperlink"/>
            <w:rFonts w:cs="Arial"/>
          </w:rPr>
          <w:t>3.1</w:t>
        </w:r>
        <w:r w:rsidR="00A97B07">
          <w:rPr>
            <w:rFonts w:asciiTheme="minorHAnsi" w:eastAsiaTheme="minorEastAsia" w:hAnsiTheme="minorHAnsi" w:cstheme="minorBidi"/>
            <w:szCs w:val="24"/>
          </w:rPr>
          <w:tab/>
        </w:r>
        <w:r w:rsidR="00A97B07" w:rsidRPr="002B5A9C">
          <w:rPr>
            <w:rStyle w:val="Hyperlink"/>
          </w:rPr>
          <w:t>Training Evaluation</w:t>
        </w:r>
        <w:r w:rsidR="00A97B07">
          <w:rPr>
            <w:webHidden/>
          </w:rPr>
          <w:tab/>
        </w:r>
        <w:r w:rsidR="00A97B07">
          <w:rPr>
            <w:webHidden/>
          </w:rPr>
          <w:fldChar w:fldCharType="begin"/>
        </w:r>
        <w:r w:rsidR="00A97B07">
          <w:rPr>
            <w:webHidden/>
          </w:rPr>
          <w:instrText xml:space="preserve"> PAGEREF _Toc4734512 \h </w:instrText>
        </w:r>
        <w:r w:rsidR="00A97B07">
          <w:rPr>
            <w:webHidden/>
          </w:rPr>
        </w:r>
        <w:r w:rsidR="00A97B07">
          <w:rPr>
            <w:webHidden/>
          </w:rPr>
          <w:fldChar w:fldCharType="separate"/>
        </w:r>
        <w:r w:rsidR="00E70468">
          <w:rPr>
            <w:webHidden/>
          </w:rPr>
          <w:t>3</w:t>
        </w:r>
        <w:r w:rsidR="00A97B07">
          <w:rPr>
            <w:webHidden/>
          </w:rPr>
          <w:fldChar w:fldCharType="end"/>
        </w:r>
      </w:hyperlink>
    </w:p>
    <w:p w14:paraId="6A1E85E0" w14:textId="64136E54" w:rsidR="00A97B07" w:rsidRDefault="00AE4EA2">
      <w:pPr>
        <w:pStyle w:val="TOC2"/>
        <w:rPr>
          <w:rFonts w:asciiTheme="minorHAnsi" w:eastAsiaTheme="minorEastAsia" w:hAnsiTheme="minorHAnsi" w:cstheme="minorBidi"/>
          <w:szCs w:val="24"/>
        </w:rPr>
      </w:pPr>
      <w:hyperlink w:anchor="_Toc4734513" w:history="1">
        <w:r w:rsidR="00A97B07" w:rsidRPr="002B5A9C">
          <w:rPr>
            <w:rStyle w:val="Hyperlink"/>
            <w:rFonts w:cs="Arial"/>
          </w:rPr>
          <w:t>3.2</w:t>
        </w:r>
        <w:r w:rsidR="00A97B07">
          <w:rPr>
            <w:rFonts w:asciiTheme="minorHAnsi" w:eastAsiaTheme="minorEastAsia" w:hAnsiTheme="minorHAnsi" w:cstheme="minorBidi"/>
            <w:szCs w:val="24"/>
          </w:rPr>
          <w:tab/>
        </w:r>
        <w:r w:rsidR="00A97B07" w:rsidRPr="002B5A9C">
          <w:rPr>
            <w:rStyle w:val="Hyperlink"/>
          </w:rPr>
          <w:t>Monitoring &amp; Reporting</w:t>
        </w:r>
        <w:r w:rsidR="00A97B07">
          <w:rPr>
            <w:webHidden/>
          </w:rPr>
          <w:tab/>
        </w:r>
        <w:r w:rsidR="00A97B07">
          <w:rPr>
            <w:webHidden/>
          </w:rPr>
          <w:fldChar w:fldCharType="begin"/>
        </w:r>
        <w:r w:rsidR="00A97B07">
          <w:rPr>
            <w:webHidden/>
          </w:rPr>
          <w:instrText xml:space="preserve"> PAGEREF _Toc4734513 \h </w:instrText>
        </w:r>
        <w:r w:rsidR="00A97B07">
          <w:rPr>
            <w:webHidden/>
          </w:rPr>
        </w:r>
        <w:r w:rsidR="00A97B07">
          <w:rPr>
            <w:webHidden/>
          </w:rPr>
          <w:fldChar w:fldCharType="separate"/>
        </w:r>
        <w:r w:rsidR="00E70468">
          <w:rPr>
            <w:webHidden/>
          </w:rPr>
          <w:t>3</w:t>
        </w:r>
        <w:r w:rsidR="00A97B07">
          <w:rPr>
            <w:webHidden/>
          </w:rPr>
          <w:fldChar w:fldCharType="end"/>
        </w:r>
      </w:hyperlink>
    </w:p>
    <w:p w14:paraId="3002C13C" w14:textId="38A314E5" w:rsidR="00A97B07" w:rsidRDefault="00AE4EA2">
      <w:pPr>
        <w:pStyle w:val="TOC1"/>
        <w:tabs>
          <w:tab w:val="left" w:pos="1980"/>
        </w:tabs>
        <w:rPr>
          <w:rFonts w:asciiTheme="minorHAnsi" w:eastAsiaTheme="minorEastAsia" w:hAnsiTheme="minorHAnsi" w:cstheme="minorBidi"/>
          <w:b w:val="0"/>
          <w:szCs w:val="24"/>
        </w:rPr>
      </w:pPr>
      <w:hyperlink w:anchor="_Toc4734514" w:history="1">
        <w:r w:rsidR="00A97B07" w:rsidRPr="002B5A9C">
          <w:rPr>
            <w:rStyle w:val="Hyperlink"/>
          </w:rPr>
          <w:t>Appendix A:</w:t>
        </w:r>
        <w:r w:rsidR="00A97B07">
          <w:rPr>
            <w:rFonts w:asciiTheme="minorHAnsi" w:eastAsiaTheme="minorEastAsia" w:hAnsiTheme="minorHAnsi" w:cstheme="minorBidi"/>
            <w:b w:val="0"/>
            <w:szCs w:val="24"/>
          </w:rPr>
          <w:tab/>
        </w:r>
        <w:r w:rsidR="00A97B07" w:rsidRPr="002B5A9C">
          <w:rPr>
            <w:rStyle w:val="Hyperlink"/>
          </w:rPr>
          <w:t>Course Synopses (if applicable)</w:t>
        </w:r>
        <w:r w:rsidR="00A97B07">
          <w:rPr>
            <w:webHidden/>
          </w:rPr>
          <w:tab/>
        </w:r>
        <w:r w:rsidR="00A97B07">
          <w:rPr>
            <w:webHidden/>
          </w:rPr>
          <w:fldChar w:fldCharType="begin"/>
        </w:r>
        <w:r w:rsidR="00A97B07">
          <w:rPr>
            <w:webHidden/>
          </w:rPr>
          <w:instrText xml:space="preserve"> PAGEREF _Toc4734514 \h </w:instrText>
        </w:r>
        <w:r w:rsidR="00A97B07">
          <w:rPr>
            <w:webHidden/>
          </w:rPr>
        </w:r>
        <w:r w:rsidR="00A97B07">
          <w:rPr>
            <w:webHidden/>
          </w:rPr>
          <w:fldChar w:fldCharType="separate"/>
        </w:r>
        <w:r w:rsidR="00E70468">
          <w:rPr>
            <w:webHidden/>
          </w:rPr>
          <w:t>4</w:t>
        </w:r>
        <w:r w:rsidR="00A97B07">
          <w:rPr>
            <w:webHidden/>
          </w:rPr>
          <w:fldChar w:fldCharType="end"/>
        </w:r>
      </w:hyperlink>
    </w:p>
    <w:p w14:paraId="74BBF2FC" w14:textId="4278D913" w:rsidR="00A97B07" w:rsidRDefault="00AE4EA2">
      <w:pPr>
        <w:pStyle w:val="TOC1"/>
        <w:tabs>
          <w:tab w:val="left" w:pos="1980"/>
        </w:tabs>
        <w:rPr>
          <w:rFonts w:asciiTheme="minorHAnsi" w:eastAsiaTheme="minorEastAsia" w:hAnsiTheme="minorHAnsi" w:cstheme="minorBidi"/>
          <w:b w:val="0"/>
          <w:szCs w:val="24"/>
        </w:rPr>
      </w:pPr>
      <w:hyperlink w:anchor="_Toc4734515" w:history="1">
        <w:r w:rsidR="00A97B07" w:rsidRPr="002B5A9C">
          <w:rPr>
            <w:rStyle w:val="Hyperlink"/>
          </w:rPr>
          <w:t>Appendix B:</w:t>
        </w:r>
        <w:r w:rsidR="00A97B07">
          <w:rPr>
            <w:rFonts w:asciiTheme="minorHAnsi" w:eastAsiaTheme="minorEastAsia" w:hAnsiTheme="minorHAnsi" w:cstheme="minorBidi"/>
            <w:b w:val="0"/>
            <w:szCs w:val="24"/>
          </w:rPr>
          <w:tab/>
        </w:r>
        <w:r w:rsidR="00A97B07" w:rsidRPr="002B5A9C">
          <w:rPr>
            <w:rStyle w:val="Hyperlink"/>
          </w:rPr>
          <w:t>Record of Changes</w:t>
        </w:r>
        <w:r w:rsidR="00A97B07">
          <w:rPr>
            <w:webHidden/>
          </w:rPr>
          <w:tab/>
        </w:r>
        <w:r w:rsidR="00A97B07">
          <w:rPr>
            <w:webHidden/>
          </w:rPr>
          <w:fldChar w:fldCharType="begin"/>
        </w:r>
        <w:r w:rsidR="00A97B07">
          <w:rPr>
            <w:webHidden/>
          </w:rPr>
          <w:instrText xml:space="preserve"> PAGEREF _Toc4734515 \h </w:instrText>
        </w:r>
        <w:r w:rsidR="00A97B07">
          <w:rPr>
            <w:webHidden/>
          </w:rPr>
        </w:r>
        <w:r w:rsidR="00A97B07">
          <w:rPr>
            <w:webHidden/>
          </w:rPr>
          <w:fldChar w:fldCharType="separate"/>
        </w:r>
        <w:r w:rsidR="00E70468">
          <w:rPr>
            <w:webHidden/>
          </w:rPr>
          <w:t>5</w:t>
        </w:r>
        <w:r w:rsidR="00A97B07">
          <w:rPr>
            <w:webHidden/>
          </w:rPr>
          <w:fldChar w:fldCharType="end"/>
        </w:r>
      </w:hyperlink>
    </w:p>
    <w:p w14:paraId="6965A5BB" w14:textId="1349823E" w:rsidR="00A97B07" w:rsidRDefault="00AE4EA2">
      <w:pPr>
        <w:pStyle w:val="TOC1"/>
        <w:tabs>
          <w:tab w:val="left" w:pos="1980"/>
        </w:tabs>
        <w:rPr>
          <w:rFonts w:asciiTheme="minorHAnsi" w:eastAsiaTheme="minorEastAsia" w:hAnsiTheme="minorHAnsi" w:cstheme="minorBidi"/>
          <w:b w:val="0"/>
          <w:szCs w:val="24"/>
        </w:rPr>
      </w:pPr>
      <w:hyperlink w:anchor="_Toc4734516" w:history="1">
        <w:r w:rsidR="00A97B07" w:rsidRPr="002B5A9C">
          <w:rPr>
            <w:rStyle w:val="Hyperlink"/>
          </w:rPr>
          <w:t>Appendix C:</w:t>
        </w:r>
        <w:r w:rsidR="00A97B07">
          <w:rPr>
            <w:rFonts w:asciiTheme="minorHAnsi" w:eastAsiaTheme="minorEastAsia" w:hAnsiTheme="minorHAnsi" w:cstheme="minorBidi"/>
            <w:b w:val="0"/>
            <w:szCs w:val="24"/>
          </w:rPr>
          <w:tab/>
        </w:r>
        <w:r w:rsidR="00A97B07" w:rsidRPr="002B5A9C">
          <w:rPr>
            <w:rStyle w:val="Hyperlink"/>
          </w:rPr>
          <w:t>Glossary</w:t>
        </w:r>
        <w:r w:rsidR="00A97B07">
          <w:rPr>
            <w:webHidden/>
          </w:rPr>
          <w:tab/>
        </w:r>
        <w:r w:rsidR="00A97B07">
          <w:rPr>
            <w:webHidden/>
          </w:rPr>
          <w:fldChar w:fldCharType="begin"/>
        </w:r>
        <w:r w:rsidR="00A97B07">
          <w:rPr>
            <w:webHidden/>
          </w:rPr>
          <w:instrText xml:space="preserve"> PAGEREF _Toc4734516 \h </w:instrText>
        </w:r>
        <w:r w:rsidR="00A97B07">
          <w:rPr>
            <w:webHidden/>
          </w:rPr>
        </w:r>
        <w:r w:rsidR="00A97B07">
          <w:rPr>
            <w:webHidden/>
          </w:rPr>
          <w:fldChar w:fldCharType="separate"/>
        </w:r>
        <w:r w:rsidR="00E70468">
          <w:rPr>
            <w:webHidden/>
          </w:rPr>
          <w:t>6</w:t>
        </w:r>
        <w:r w:rsidR="00A97B07">
          <w:rPr>
            <w:webHidden/>
          </w:rPr>
          <w:fldChar w:fldCharType="end"/>
        </w:r>
      </w:hyperlink>
    </w:p>
    <w:p w14:paraId="7B93DE42" w14:textId="1FC7EEA5" w:rsidR="00A97B07" w:rsidRDefault="00AE4EA2">
      <w:pPr>
        <w:pStyle w:val="TOC1"/>
        <w:tabs>
          <w:tab w:val="left" w:pos="1980"/>
        </w:tabs>
        <w:rPr>
          <w:rFonts w:asciiTheme="minorHAnsi" w:eastAsiaTheme="minorEastAsia" w:hAnsiTheme="minorHAnsi" w:cstheme="minorBidi"/>
          <w:b w:val="0"/>
          <w:szCs w:val="24"/>
        </w:rPr>
      </w:pPr>
      <w:hyperlink w:anchor="_Toc4734517" w:history="1">
        <w:r w:rsidR="00A97B07" w:rsidRPr="002B5A9C">
          <w:rPr>
            <w:rStyle w:val="Hyperlink"/>
          </w:rPr>
          <w:t>Appendix D:</w:t>
        </w:r>
        <w:r w:rsidR="00A97B07">
          <w:rPr>
            <w:rFonts w:asciiTheme="minorHAnsi" w:eastAsiaTheme="minorEastAsia" w:hAnsiTheme="minorHAnsi" w:cstheme="minorBidi"/>
            <w:b w:val="0"/>
            <w:szCs w:val="24"/>
          </w:rPr>
          <w:tab/>
        </w:r>
        <w:r w:rsidR="00A97B07" w:rsidRPr="002B5A9C">
          <w:rPr>
            <w:rStyle w:val="Hyperlink"/>
          </w:rPr>
          <w:t>Referenced Documents</w:t>
        </w:r>
        <w:r w:rsidR="00A97B07">
          <w:rPr>
            <w:webHidden/>
          </w:rPr>
          <w:tab/>
        </w:r>
        <w:r w:rsidR="00A97B07">
          <w:rPr>
            <w:webHidden/>
          </w:rPr>
          <w:fldChar w:fldCharType="begin"/>
        </w:r>
        <w:r w:rsidR="00A97B07">
          <w:rPr>
            <w:webHidden/>
          </w:rPr>
          <w:instrText xml:space="preserve"> PAGEREF _Toc4734517 \h </w:instrText>
        </w:r>
        <w:r w:rsidR="00A97B07">
          <w:rPr>
            <w:webHidden/>
          </w:rPr>
        </w:r>
        <w:r w:rsidR="00A97B07">
          <w:rPr>
            <w:webHidden/>
          </w:rPr>
          <w:fldChar w:fldCharType="separate"/>
        </w:r>
        <w:r w:rsidR="00E70468">
          <w:rPr>
            <w:webHidden/>
          </w:rPr>
          <w:t>7</w:t>
        </w:r>
        <w:r w:rsidR="00A97B07">
          <w:rPr>
            <w:webHidden/>
          </w:rPr>
          <w:fldChar w:fldCharType="end"/>
        </w:r>
      </w:hyperlink>
    </w:p>
    <w:p w14:paraId="72C27652" w14:textId="29A9CDFB" w:rsidR="00A97B07" w:rsidRDefault="00AE4EA2">
      <w:pPr>
        <w:pStyle w:val="TOC1"/>
        <w:tabs>
          <w:tab w:val="left" w:pos="1980"/>
        </w:tabs>
        <w:rPr>
          <w:rFonts w:asciiTheme="minorHAnsi" w:eastAsiaTheme="minorEastAsia" w:hAnsiTheme="minorHAnsi" w:cstheme="minorBidi"/>
          <w:b w:val="0"/>
          <w:szCs w:val="24"/>
        </w:rPr>
      </w:pPr>
      <w:hyperlink w:anchor="_Toc4734518" w:history="1">
        <w:r w:rsidR="00A97B07" w:rsidRPr="002B5A9C">
          <w:rPr>
            <w:rStyle w:val="Hyperlink"/>
          </w:rPr>
          <w:t>Appendix E:</w:t>
        </w:r>
        <w:r w:rsidR="00A97B07">
          <w:rPr>
            <w:rFonts w:asciiTheme="minorHAnsi" w:eastAsiaTheme="minorEastAsia" w:hAnsiTheme="minorHAnsi" w:cstheme="minorBidi"/>
            <w:b w:val="0"/>
            <w:szCs w:val="24"/>
          </w:rPr>
          <w:tab/>
        </w:r>
        <w:r w:rsidR="00A97B07" w:rsidRPr="002B5A9C">
          <w:rPr>
            <w:rStyle w:val="Hyperlink"/>
          </w:rPr>
          <w:t>Approvals</w:t>
        </w:r>
        <w:r w:rsidR="00A97B07">
          <w:rPr>
            <w:webHidden/>
          </w:rPr>
          <w:tab/>
        </w:r>
        <w:r w:rsidR="00A97B07">
          <w:rPr>
            <w:webHidden/>
          </w:rPr>
          <w:fldChar w:fldCharType="begin"/>
        </w:r>
        <w:r w:rsidR="00A97B07">
          <w:rPr>
            <w:webHidden/>
          </w:rPr>
          <w:instrText xml:space="preserve"> PAGEREF _Toc4734518 \h </w:instrText>
        </w:r>
        <w:r w:rsidR="00A97B07">
          <w:rPr>
            <w:webHidden/>
          </w:rPr>
        </w:r>
        <w:r w:rsidR="00A97B07">
          <w:rPr>
            <w:webHidden/>
          </w:rPr>
          <w:fldChar w:fldCharType="separate"/>
        </w:r>
        <w:r w:rsidR="00E70468">
          <w:rPr>
            <w:webHidden/>
          </w:rPr>
          <w:t>8</w:t>
        </w:r>
        <w:r w:rsidR="00A97B07">
          <w:rPr>
            <w:webHidden/>
          </w:rPr>
          <w:fldChar w:fldCharType="end"/>
        </w:r>
      </w:hyperlink>
    </w:p>
    <w:p w14:paraId="29421ACE" w14:textId="5A8B90F0" w:rsidR="00A97B07" w:rsidRDefault="00AE4EA2">
      <w:pPr>
        <w:pStyle w:val="TOC1"/>
        <w:tabs>
          <w:tab w:val="left" w:pos="1980"/>
        </w:tabs>
      </w:pPr>
      <w:hyperlink w:anchor="_Toc4734519" w:history="1">
        <w:r w:rsidR="00A97B07" w:rsidRPr="002B5A9C">
          <w:rPr>
            <w:rStyle w:val="Hyperlink"/>
          </w:rPr>
          <w:t>Appendix F:</w:t>
        </w:r>
        <w:r w:rsidR="00A97B07">
          <w:rPr>
            <w:rFonts w:asciiTheme="minorHAnsi" w:eastAsiaTheme="minorEastAsia" w:hAnsiTheme="minorHAnsi" w:cstheme="minorBidi"/>
            <w:b w:val="0"/>
            <w:szCs w:val="24"/>
          </w:rPr>
          <w:tab/>
        </w:r>
        <w:r w:rsidR="00A97B07" w:rsidRPr="002B5A9C">
          <w:rPr>
            <w:rStyle w:val="Hyperlink"/>
          </w:rPr>
          <w:t>Notes to the Author / Template Instructions</w:t>
        </w:r>
        <w:r w:rsidR="00A97B07">
          <w:rPr>
            <w:webHidden/>
          </w:rPr>
          <w:tab/>
        </w:r>
        <w:r w:rsidR="00A97B07">
          <w:rPr>
            <w:webHidden/>
          </w:rPr>
          <w:fldChar w:fldCharType="begin"/>
        </w:r>
        <w:r w:rsidR="00A97B07">
          <w:rPr>
            <w:webHidden/>
          </w:rPr>
          <w:instrText xml:space="preserve"> PAGEREF _Toc4734519 \h </w:instrText>
        </w:r>
        <w:r w:rsidR="00A97B07">
          <w:rPr>
            <w:webHidden/>
          </w:rPr>
        </w:r>
        <w:r w:rsidR="00A97B07">
          <w:rPr>
            <w:webHidden/>
          </w:rPr>
          <w:fldChar w:fldCharType="separate"/>
        </w:r>
        <w:r w:rsidR="00E70468">
          <w:rPr>
            <w:webHidden/>
          </w:rPr>
          <w:t>9</w:t>
        </w:r>
        <w:r w:rsidR="00A97B07">
          <w:rPr>
            <w:webHidden/>
          </w:rPr>
          <w:fldChar w:fldCharType="end"/>
        </w:r>
      </w:hyperlink>
    </w:p>
    <w:p w14:paraId="3964BD8E" w14:textId="50A3DCB2" w:rsidR="00D12679" w:rsidRDefault="00AE4EA2" w:rsidP="00D12679">
      <w:pPr>
        <w:pStyle w:val="TOC1"/>
        <w:tabs>
          <w:tab w:val="left" w:pos="1980"/>
        </w:tabs>
        <w:rPr>
          <w:rFonts w:asciiTheme="minorHAnsi" w:eastAsiaTheme="minorEastAsia" w:hAnsiTheme="minorHAnsi" w:cstheme="minorBidi"/>
          <w:b w:val="0"/>
          <w:sz w:val="22"/>
          <w:szCs w:val="22"/>
        </w:rPr>
      </w:pPr>
      <w:hyperlink w:anchor="_Toc396111279" w:history="1">
        <w:r w:rsidR="00D12679">
          <w:rPr>
            <w:rStyle w:val="Hyperlink"/>
          </w:rPr>
          <w:t>Appendix G</w:t>
        </w:r>
        <w:r w:rsidR="00D12679" w:rsidRPr="005F361E">
          <w:rPr>
            <w:rStyle w:val="Hyperlink"/>
          </w:rPr>
          <w:t>:</w:t>
        </w:r>
        <w:r w:rsidR="00D12679">
          <w:rPr>
            <w:rFonts w:asciiTheme="minorHAnsi" w:eastAsiaTheme="minorEastAsia" w:hAnsiTheme="minorHAnsi" w:cstheme="minorBidi"/>
            <w:b w:val="0"/>
            <w:sz w:val="22"/>
            <w:szCs w:val="22"/>
          </w:rPr>
          <w:tab/>
        </w:r>
        <w:r w:rsidR="00D12679" w:rsidRPr="005F361E">
          <w:rPr>
            <w:rStyle w:val="Hyperlink"/>
          </w:rPr>
          <w:t>Template Revision History</w:t>
        </w:r>
        <w:r w:rsidR="00D12679">
          <w:rPr>
            <w:webHidden/>
          </w:rPr>
          <w:tab/>
        </w:r>
        <w:r w:rsidR="00D12679">
          <w:rPr>
            <w:webHidden/>
          </w:rPr>
          <w:fldChar w:fldCharType="begin"/>
        </w:r>
        <w:r w:rsidR="00D12679">
          <w:rPr>
            <w:webHidden/>
          </w:rPr>
          <w:instrText xml:space="preserve"> PAGEREF _Toc396111279 \h </w:instrText>
        </w:r>
        <w:r w:rsidR="00D12679">
          <w:rPr>
            <w:webHidden/>
          </w:rPr>
        </w:r>
        <w:r w:rsidR="00D12679">
          <w:rPr>
            <w:webHidden/>
          </w:rPr>
          <w:fldChar w:fldCharType="separate"/>
        </w:r>
        <w:r w:rsidR="00D12679">
          <w:rPr>
            <w:webHidden/>
          </w:rPr>
          <w:t>1</w:t>
        </w:r>
        <w:r w:rsidR="00D12679">
          <w:rPr>
            <w:webHidden/>
          </w:rPr>
          <w:fldChar w:fldCharType="end"/>
        </w:r>
      </w:hyperlink>
      <w:r w:rsidR="00D12679">
        <w:t>0</w:t>
      </w:r>
    </w:p>
    <w:p w14:paraId="3CBA0450" w14:textId="1FE86390" w:rsidR="008E64DE" w:rsidRPr="008E64DE" w:rsidRDefault="00866567">
      <w:pPr>
        <w:rPr>
          <w:b/>
          <w:noProof/>
          <w:sz w:val="26"/>
        </w:rPr>
      </w:pPr>
      <w:r>
        <w:rPr>
          <w:b/>
          <w:noProof/>
          <w:sz w:val="26"/>
        </w:rPr>
        <w:fldChar w:fldCharType="end"/>
      </w:r>
    </w:p>
    <w:p w14:paraId="3CBA0451"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3CBA0452" w14:textId="279D88C3" w:rsidR="008F03D1" w:rsidRDefault="00866567" w:rsidP="00FE40DF">
      <w:pPr>
        <w:pStyle w:val="TableofFigures"/>
      </w:pPr>
      <w:r>
        <w:fldChar w:fldCharType="begin"/>
      </w:r>
      <w:r w:rsidR="00377035">
        <w:instrText xml:space="preserve"> TOC \h \z \t "FigureCaption,1,fc,1" \c "Figure" </w:instrText>
      </w:r>
      <w:r>
        <w:fldChar w:fldCharType="separate"/>
      </w:r>
      <w:r w:rsidR="00252AB0">
        <w:rPr>
          <w:b/>
          <w:bCs/>
        </w:rPr>
        <w:t>No table of figures entries found.</w:t>
      </w:r>
      <w:r>
        <w:fldChar w:fldCharType="end"/>
      </w:r>
    </w:p>
    <w:p w14:paraId="61946313" w14:textId="77777777" w:rsidR="001F5D70" w:rsidRPr="001F5D70" w:rsidRDefault="001F5D70" w:rsidP="001F5D70"/>
    <w:p w14:paraId="3CBA0455" w14:textId="77777777" w:rsidR="008F03D1" w:rsidRDefault="008F03D1">
      <w:pPr>
        <w:pStyle w:val="FrontMatterHeader"/>
      </w:pPr>
      <w:bookmarkStart w:id="9" w:name="_Toc278187084"/>
      <w:bookmarkStart w:id="10" w:name="_Toc278189220"/>
      <w:r>
        <w:t>List of Tables</w:t>
      </w:r>
      <w:bookmarkEnd w:id="9"/>
      <w:bookmarkEnd w:id="10"/>
    </w:p>
    <w:p w14:paraId="3B54D499" w14:textId="2C63FCAA" w:rsidR="00A97B07" w:rsidRDefault="00866567">
      <w:pPr>
        <w:pStyle w:val="TableofFigures"/>
        <w:rPr>
          <w:rFonts w:asciiTheme="minorHAnsi" w:eastAsiaTheme="minorEastAsia" w:hAnsiTheme="minorHAnsi" w:cstheme="minorBidi"/>
          <w:szCs w:val="24"/>
        </w:rPr>
      </w:pPr>
      <w:r>
        <w:fldChar w:fldCharType="begin"/>
      </w:r>
      <w:r w:rsidR="005F08CE">
        <w:instrText xml:space="preserve"> TOC \h \z \t "Caption" \c "Table" </w:instrText>
      </w:r>
      <w:r>
        <w:fldChar w:fldCharType="separate"/>
      </w:r>
      <w:hyperlink w:anchor="_Toc4734495" w:history="1">
        <w:r w:rsidR="00A97B07" w:rsidRPr="001D5362">
          <w:rPr>
            <w:rStyle w:val="Hyperlink"/>
          </w:rPr>
          <w:t>Table 1: Training Needs</w:t>
        </w:r>
        <w:r w:rsidR="00A97B07">
          <w:rPr>
            <w:webHidden/>
          </w:rPr>
          <w:tab/>
        </w:r>
        <w:r w:rsidR="00A97B07">
          <w:rPr>
            <w:webHidden/>
          </w:rPr>
          <w:fldChar w:fldCharType="begin"/>
        </w:r>
        <w:r w:rsidR="00A97B07">
          <w:rPr>
            <w:webHidden/>
          </w:rPr>
          <w:instrText xml:space="preserve"> PAGEREF _Toc4734495 \h </w:instrText>
        </w:r>
        <w:r w:rsidR="00A97B07">
          <w:rPr>
            <w:webHidden/>
          </w:rPr>
        </w:r>
        <w:r w:rsidR="00A97B07">
          <w:rPr>
            <w:webHidden/>
          </w:rPr>
          <w:fldChar w:fldCharType="separate"/>
        </w:r>
        <w:r w:rsidR="00E70468">
          <w:rPr>
            <w:webHidden/>
          </w:rPr>
          <w:t>1</w:t>
        </w:r>
        <w:r w:rsidR="00A97B07">
          <w:rPr>
            <w:webHidden/>
          </w:rPr>
          <w:fldChar w:fldCharType="end"/>
        </w:r>
      </w:hyperlink>
    </w:p>
    <w:p w14:paraId="406CBCA9" w14:textId="53B8D2C0" w:rsidR="00A97B07" w:rsidRDefault="00AE4EA2">
      <w:pPr>
        <w:pStyle w:val="TableofFigures"/>
        <w:rPr>
          <w:rFonts w:asciiTheme="minorHAnsi" w:eastAsiaTheme="minorEastAsia" w:hAnsiTheme="minorHAnsi" w:cstheme="minorBidi"/>
          <w:szCs w:val="24"/>
        </w:rPr>
      </w:pPr>
      <w:hyperlink w:anchor="_Toc4734496" w:history="1">
        <w:r w:rsidR="00A97B07" w:rsidRPr="001D5362">
          <w:rPr>
            <w:rStyle w:val="Hyperlink"/>
          </w:rPr>
          <w:t>Table 2: Training Schedule</w:t>
        </w:r>
        <w:r w:rsidR="00A97B07">
          <w:rPr>
            <w:webHidden/>
          </w:rPr>
          <w:tab/>
        </w:r>
        <w:r w:rsidR="00A97B07">
          <w:rPr>
            <w:webHidden/>
          </w:rPr>
          <w:fldChar w:fldCharType="begin"/>
        </w:r>
        <w:r w:rsidR="00A97B07">
          <w:rPr>
            <w:webHidden/>
          </w:rPr>
          <w:instrText xml:space="preserve"> PAGEREF _Toc4734496 \h </w:instrText>
        </w:r>
        <w:r w:rsidR="00A97B07">
          <w:rPr>
            <w:webHidden/>
          </w:rPr>
        </w:r>
        <w:r w:rsidR="00A97B07">
          <w:rPr>
            <w:webHidden/>
          </w:rPr>
          <w:fldChar w:fldCharType="separate"/>
        </w:r>
        <w:r w:rsidR="00E70468">
          <w:rPr>
            <w:webHidden/>
          </w:rPr>
          <w:t>3</w:t>
        </w:r>
        <w:r w:rsidR="00A97B07">
          <w:rPr>
            <w:webHidden/>
          </w:rPr>
          <w:fldChar w:fldCharType="end"/>
        </w:r>
      </w:hyperlink>
    </w:p>
    <w:p w14:paraId="268E7963" w14:textId="0592A58E" w:rsidR="00A97B07" w:rsidRDefault="00AE4EA2">
      <w:pPr>
        <w:pStyle w:val="TableofFigures"/>
        <w:rPr>
          <w:rFonts w:asciiTheme="minorHAnsi" w:eastAsiaTheme="minorEastAsia" w:hAnsiTheme="minorHAnsi" w:cstheme="minorBidi"/>
          <w:szCs w:val="24"/>
        </w:rPr>
      </w:pPr>
      <w:hyperlink w:anchor="_Toc4734497" w:history="1">
        <w:r w:rsidR="00A97B07" w:rsidRPr="001D5362">
          <w:rPr>
            <w:rStyle w:val="Hyperlink"/>
          </w:rPr>
          <w:t>Table 3: Course Synopsis</w:t>
        </w:r>
        <w:r w:rsidR="00A97B07">
          <w:rPr>
            <w:webHidden/>
          </w:rPr>
          <w:tab/>
        </w:r>
        <w:r w:rsidR="00A97B07">
          <w:rPr>
            <w:webHidden/>
          </w:rPr>
          <w:fldChar w:fldCharType="begin"/>
        </w:r>
        <w:r w:rsidR="00A97B07">
          <w:rPr>
            <w:webHidden/>
          </w:rPr>
          <w:instrText xml:space="preserve"> PAGEREF _Toc4734497 \h </w:instrText>
        </w:r>
        <w:r w:rsidR="00A97B07">
          <w:rPr>
            <w:webHidden/>
          </w:rPr>
        </w:r>
        <w:r w:rsidR="00A97B07">
          <w:rPr>
            <w:webHidden/>
          </w:rPr>
          <w:fldChar w:fldCharType="separate"/>
        </w:r>
        <w:r w:rsidR="00E70468">
          <w:rPr>
            <w:webHidden/>
          </w:rPr>
          <w:t>4</w:t>
        </w:r>
        <w:r w:rsidR="00A97B07">
          <w:rPr>
            <w:webHidden/>
          </w:rPr>
          <w:fldChar w:fldCharType="end"/>
        </w:r>
      </w:hyperlink>
    </w:p>
    <w:p w14:paraId="42D38436" w14:textId="40F42F9B" w:rsidR="00A97B07" w:rsidRDefault="00AE4EA2">
      <w:pPr>
        <w:pStyle w:val="TableofFigures"/>
        <w:rPr>
          <w:rFonts w:asciiTheme="minorHAnsi" w:eastAsiaTheme="minorEastAsia" w:hAnsiTheme="minorHAnsi" w:cstheme="minorBidi"/>
          <w:szCs w:val="24"/>
        </w:rPr>
      </w:pPr>
      <w:hyperlink w:anchor="_Toc4734498" w:history="1">
        <w:r w:rsidR="00A97B07" w:rsidRPr="001D5362">
          <w:rPr>
            <w:rStyle w:val="Hyperlink"/>
          </w:rPr>
          <w:t>Table 4: Record of Changes</w:t>
        </w:r>
        <w:r w:rsidR="00A97B07">
          <w:rPr>
            <w:webHidden/>
          </w:rPr>
          <w:tab/>
        </w:r>
        <w:r w:rsidR="00A97B07">
          <w:rPr>
            <w:webHidden/>
          </w:rPr>
          <w:fldChar w:fldCharType="begin"/>
        </w:r>
        <w:r w:rsidR="00A97B07">
          <w:rPr>
            <w:webHidden/>
          </w:rPr>
          <w:instrText xml:space="preserve"> PAGEREF _Toc4734498 \h </w:instrText>
        </w:r>
        <w:r w:rsidR="00A97B07">
          <w:rPr>
            <w:webHidden/>
          </w:rPr>
        </w:r>
        <w:r w:rsidR="00A97B07">
          <w:rPr>
            <w:webHidden/>
          </w:rPr>
          <w:fldChar w:fldCharType="separate"/>
        </w:r>
        <w:r w:rsidR="00E70468">
          <w:rPr>
            <w:webHidden/>
          </w:rPr>
          <w:t>5</w:t>
        </w:r>
        <w:r w:rsidR="00A97B07">
          <w:rPr>
            <w:webHidden/>
          </w:rPr>
          <w:fldChar w:fldCharType="end"/>
        </w:r>
      </w:hyperlink>
    </w:p>
    <w:p w14:paraId="4783DCC4" w14:textId="2838BDFF" w:rsidR="00A97B07" w:rsidRDefault="00AE4EA2">
      <w:pPr>
        <w:pStyle w:val="TableofFigures"/>
        <w:rPr>
          <w:rFonts w:asciiTheme="minorHAnsi" w:eastAsiaTheme="minorEastAsia" w:hAnsiTheme="minorHAnsi" w:cstheme="minorBidi"/>
          <w:szCs w:val="24"/>
        </w:rPr>
      </w:pPr>
      <w:hyperlink w:anchor="_Toc4734499" w:history="1">
        <w:r w:rsidR="00A97B07" w:rsidRPr="001D5362">
          <w:rPr>
            <w:rStyle w:val="Hyperlink"/>
          </w:rPr>
          <w:t>Table 5: Glossary</w:t>
        </w:r>
        <w:r w:rsidR="00A97B07">
          <w:rPr>
            <w:webHidden/>
          </w:rPr>
          <w:tab/>
        </w:r>
        <w:r w:rsidR="00A97B07">
          <w:rPr>
            <w:webHidden/>
          </w:rPr>
          <w:fldChar w:fldCharType="begin"/>
        </w:r>
        <w:r w:rsidR="00A97B07">
          <w:rPr>
            <w:webHidden/>
          </w:rPr>
          <w:instrText xml:space="preserve"> PAGEREF _Toc4734499 \h </w:instrText>
        </w:r>
        <w:r w:rsidR="00A97B07">
          <w:rPr>
            <w:webHidden/>
          </w:rPr>
        </w:r>
        <w:r w:rsidR="00A97B07">
          <w:rPr>
            <w:webHidden/>
          </w:rPr>
          <w:fldChar w:fldCharType="separate"/>
        </w:r>
        <w:r w:rsidR="00E70468">
          <w:rPr>
            <w:webHidden/>
          </w:rPr>
          <w:t>6</w:t>
        </w:r>
        <w:r w:rsidR="00A97B07">
          <w:rPr>
            <w:webHidden/>
          </w:rPr>
          <w:fldChar w:fldCharType="end"/>
        </w:r>
      </w:hyperlink>
    </w:p>
    <w:p w14:paraId="28B91A2E" w14:textId="0B74D6C1" w:rsidR="00A97B07" w:rsidRDefault="00AE4EA2">
      <w:pPr>
        <w:pStyle w:val="TableofFigures"/>
        <w:rPr>
          <w:rFonts w:asciiTheme="minorHAnsi" w:eastAsiaTheme="minorEastAsia" w:hAnsiTheme="minorHAnsi" w:cstheme="minorBidi"/>
          <w:szCs w:val="24"/>
        </w:rPr>
      </w:pPr>
      <w:hyperlink w:anchor="_Toc4734500" w:history="1">
        <w:r w:rsidR="00A97B07" w:rsidRPr="001D5362">
          <w:rPr>
            <w:rStyle w:val="Hyperlink"/>
          </w:rPr>
          <w:t>Table 6: Referenced Documents</w:t>
        </w:r>
        <w:r w:rsidR="00A97B07">
          <w:rPr>
            <w:webHidden/>
          </w:rPr>
          <w:tab/>
        </w:r>
        <w:r w:rsidR="00A97B07">
          <w:rPr>
            <w:webHidden/>
          </w:rPr>
          <w:fldChar w:fldCharType="begin"/>
        </w:r>
        <w:r w:rsidR="00A97B07">
          <w:rPr>
            <w:webHidden/>
          </w:rPr>
          <w:instrText xml:space="preserve"> PAGEREF _Toc4734500 \h </w:instrText>
        </w:r>
        <w:r w:rsidR="00A97B07">
          <w:rPr>
            <w:webHidden/>
          </w:rPr>
        </w:r>
        <w:r w:rsidR="00A97B07">
          <w:rPr>
            <w:webHidden/>
          </w:rPr>
          <w:fldChar w:fldCharType="separate"/>
        </w:r>
        <w:r w:rsidR="00E70468">
          <w:rPr>
            <w:webHidden/>
          </w:rPr>
          <w:t>7</w:t>
        </w:r>
        <w:r w:rsidR="00A97B07">
          <w:rPr>
            <w:webHidden/>
          </w:rPr>
          <w:fldChar w:fldCharType="end"/>
        </w:r>
      </w:hyperlink>
    </w:p>
    <w:p w14:paraId="602E1B6B" w14:textId="20F52575" w:rsidR="00A97B07" w:rsidRDefault="00AE4EA2">
      <w:pPr>
        <w:pStyle w:val="TableofFigures"/>
      </w:pPr>
      <w:hyperlink w:anchor="_Toc4734501" w:history="1">
        <w:r w:rsidR="00D12679">
          <w:rPr>
            <w:rStyle w:val="Hyperlink"/>
          </w:rPr>
          <w:t>Table 7:</w:t>
        </w:r>
        <w:r w:rsidR="00A97B07" w:rsidRPr="001D5362">
          <w:rPr>
            <w:rStyle w:val="Hyperlink"/>
          </w:rPr>
          <w:t xml:space="preserve"> Approvals</w:t>
        </w:r>
        <w:r w:rsidR="00A97B07">
          <w:rPr>
            <w:webHidden/>
          </w:rPr>
          <w:tab/>
        </w:r>
        <w:r w:rsidR="00A97B07">
          <w:rPr>
            <w:webHidden/>
          </w:rPr>
          <w:fldChar w:fldCharType="begin"/>
        </w:r>
        <w:r w:rsidR="00A97B07">
          <w:rPr>
            <w:webHidden/>
          </w:rPr>
          <w:instrText xml:space="preserve"> PAGEREF _Toc4734501 \h </w:instrText>
        </w:r>
        <w:r w:rsidR="00A97B07">
          <w:rPr>
            <w:webHidden/>
          </w:rPr>
        </w:r>
        <w:r w:rsidR="00A97B07">
          <w:rPr>
            <w:webHidden/>
          </w:rPr>
          <w:fldChar w:fldCharType="separate"/>
        </w:r>
        <w:r w:rsidR="00E70468">
          <w:rPr>
            <w:webHidden/>
          </w:rPr>
          <w:t>8</w:t>
        </w:r>
        <w:r w:rsidR="00A97B07">
          <w:rPr>
            <w:webHidden/>
          </w:rPr>
          <w:fldChar w:fldCharType="end"/>
        </w:r>
      </w:hyperlink>
    </w:p>
    <w:p w14:paraId="4CA0910B" w14:textId="12B99322" w:rsidR="00D12679" w:rsidRDefault="00AE4EA2" w:rsidP="00D12679">
      <w:pPr>
        <w:pStyle w:val="TableofFigures"/>
        <w:rPr>
          <w:rFonts w:asciiTheme="minorHAnsi" w:eastAsiaTheme="minorEastAsia" w:hAnsiTheme="minorHAnsi" w:cstheme="minorBidi"/>
          <w:sz w:val="22"/>
          <w:szCs w:val="22"/>
        </w:rPr>
      </w:pPr>
      <w:hyperlink w:anchor="_Toc396111295" w:history="1">
        <w:r w:rsidR="00D12679">
          <w:rPr>
            <w:rStyle w:val="Hyperlink"/>
          </w:rPr>
          <w:t>Table 9</w:t>
        </w:r>
        <w:r w:rsidR="00D12679" w:rsidRPr="00FB2C45">
          <w:rPr>
            <w:rStyle w:val="Hyperlink"/>
          </w:rPr>
          <w:t>: Template Revision History</w:t>
        </w:r>
        <w:r w:rsidR="00D12679">
          <w:rPr>
            <w:webHidden/>
          </w:rPr>
          <w:tab/>
        </w:r>
      </w:hyperlink>
      <w:r w:rsidR="00D12679">
        <w:t>9</w:t>
      </w:r>
    </w:p>
    <w:p w14:paraId="1E5DB7A4" w14:textId="77777777" w:rsidR="00D12679" w:rsidRPr="00D12679" w:rsidRDefault="00D12679" w:rsidP="00D12679">
      <w:pPr>
        <w:rPr>
          <w:rFonts w:eastAsiaTheme="minorEastAsia"/>
        </w:rPr>
      </w:pPr>
    </w:p>
    <w:p w14:paraId="3CBA045D" w14:textId="3C73A384" w:rsidR="008F03D1" w:rsidRDefault="00866567">
      <w:pPr>
        <w:rPr>
          <w:noProof/>
        </w:rPr>
      </w:pPr>
      <w:r>
        <w:rPr>
          <w:noProof/>
          <w:sz w:val="24"/>
        </w:rPr>
        <w:fldChar w:fldCharType="end"/>
      </w:r>
    </w:p>
    <w:p w14:paraId="3CBA045E" w14:textId="77777777" w:rsidR="005112C8" w:rsidRDefault="005112C8" w:rsidP="005112C8">
      <w:pPr>
        <w:pStyle w:val="FrontMatterHeader"/>
        <w:rPr>
          <w:rFonts w:cs="Arial"/>
          <w:szCs w:val="22"/>
        </w:rPr>
        <w:sectPr w:rsidR="005112C8" w:rsidSect="006F1044">
          <w:footerReference w:type="default" r:id="rId17"/>
          <w:headerReference w:type="first" r:id="rId18"/>
          <w:footerReference w:type="first" r:id="rId19"/>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3CBA045F" w14:textId="77777777" w:rsidR="00721854" w:rsidRDefault="00E976DD" w:rsidP="00D51F99">
      <w:pPr>
        <w:pStyle w:val="Heading1"/>
      </w:pPr>
      <w:bookmarkStart w:id="13" w:name="_Toc4734503"/>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3CBA0460" w14:textId="77777777" w:rsidR="00721854" w:rsidRPr="009C128C" w:rsidRDefault="00512249" w:rsidP="00CE576F">
      <w:pPr>
        <w:pStyle w:val="StyleInfoBlueArialLeftLeft0After12pt"/>
      </w:pPr>
      <w:r>
        <w:t xml:space="preserve">Instructions: </w:t>
      </w:r>
      <w:r w:rsidR="00E976DD" w:rsidRPr="00E976DD">
        <w:t>Provide full identifying information for the automated system, application, or situation for which the Training Plan applies, including as applicable, identifications number(s), title(s)/name(s), abbreviation(s)/acronym(s), part number(s), version number(s), and release number(s).</w:t>
      </w:r>
      <w:r w:rsidR="00FD61C1">
        <w:t xml:space="preserve"> </w:t>
      </w:r>
      <w:r w:rsidR="00E976DD" w:rsidRPr="00E976DD">
        <w:t>Summarize the purpose of the document, the scope of activities that resulted in its development, the intended audience for the document, and expected evolution of the document.</w:t>
      </w:r>
      <w:r w:rsidR="00FD61C1">
        <w:t xml:space="preserve"> </w:t>
      </w:r>
      <w:r w:rsidR="00E976DD" w:rsidRPr="00E976DD">
        <w:t>Also describe any security or privacy considerations associated with use of the Training Plan</w:t>
      </w:r>
      <w:r w:rsidR="00F149A2">
        <w:t>.</w:t>
      </w:r>
    </w:p>
    <w:p w14:paraId="3CBA0461" w14:textId="77777777" w:rsidR="00220648" w:rsidRDefault="00E976DD" w:rsidP="00A97B07">
      <w:pPr>
        <w:pStyle w:val="Heading2"/>
      </w:pPr>
      <w:bookmarkStart w:id="19" w:name="_Toc288057811"/>
      <w:bookmarkStart w:id="20" w:name="_Toc288057812"/>
      <w:bookmarkStart w:id="21" w:name="_Toc288057813"/>
      <w:bookmarkStart w:id="22" w:name="_Toc288057814"/>
      <w:bookmarkStart w:id="23" w:name="_Toc288057839"/>
      <w:bookmarkStart w:id="24" w:name="_Toc288057840"/>
      <w:bookmarkStart w:id="25" w:name="_Toc4734504"/>
      <w:bookmarkStart w:id="26" w:name="_Toc490026795"/>
      <w:bookmarkEnd w:id="14"/>
      <w:bookmarkEnd w:id="15"/>
      <w:bookmarkEnd w:id="16"/>
      <w:bookmarkEnd w:id="17"/>
      <w:bookmarkEnd w:id="18"/>
      <w:bookmarkEnd w:id="19"/>
      <w:bookmarkEnd w:id="20"/>
      <w:bookmarkEnd w:id="21"/>
      <w:bookmarkEnd w:id="22"/>
      <w:bookmarkEnd w:id="23"/>
      <w:bookmarkEnd w:id="24"/>
      <w:r>
        <w:t>Overview</w:t>
      </w:r>
      <w:bookmarkEnd w:id="25"/>
    </w:p>
    <w:p w14:paraId="3CBA0462" w14:textId="2AA93A64" w:rsidR="00E976DD" w:rsidRDefault="00E976DD" w:rsidP="00E976DD">
      <w:pPr>
        <w:rPr>
          <w:i/>
          <w:iCs/>
          <w:color w:val="0000FF"/>
          <w:sz w:val="24"/>
        </w:rPr>
      </w:pPr>
      <w:r w:rsidRPr="00E976DD">
        <w:rPr>
          <w:i/>
          <w:iCs/>
          <w:color w:val="0000FF"/>
          <w:sz w:val="24"/>
        </w:rPr>
        <w:t>Instructions: Briefly describe the purpose and context for the system or situation, and summarize the history of its development.</w:t>
      </w:r>
      <w:r w:rsidR="00FD61C1">
        <w:rPr>
          <w:i/>
          <w:iCs/>
          <w:color w:val="0000FF"/>
          <w:sz w:val="24"/>
        </w:rPr>
        <w:t xml:space="preserve"> </w:t>
      </w:r>
      <w:r w:rsidRPr="00E976DD">
        <w:rPr>
          <w:i/>
          <w:iCs/>
          <w:color w:val="0000FF"/>
          <w:sz w:val="24"/>
        </w:rPr>
        <w:t>Summarize the training effort needed to support the system or situation.</w:t>
      </w:r>
      <w:r w:rsidR="00FD61C1">
        <w:rPr>
          <w:i/>
          <w:iCs/>
          <w:color w:val="0000FF"/>
          <w:sz w:val="24"/>
        </w:rPr>
        <w:t xml:space="preserve"> </w:t>
      </w:r>
      <w:r w:rsidRPr="00E976DD">
        <w:rPr>
          <w:i/>
          <w:iCs/>
          <w:color w:val="0000FF"/>
          <w:sz w:val="24"/>
        </w:rPr>
        <w:t>Describe the project and/or organizational boundaries of the training, such as initial training for system users, remedial training for system operations and maintenance staff, etc</w:t>
      </w:r>
      <w:r>
        <w:rPr>
          <w:i/>
          <w:iCs/>
          <w:color w:val="0000FF"/>
          <w:sz w:val="24"/>
        </w:rPr>
        <w:t>.</w:t>
      </w:r>
    </w:p>
    <w:p w14:paraId="3931CA46" w14:textId="6FA30103" w:rsidR="005409C9" w:rsidRDefault="005409C9" w:rsidP="00E976DD">
      <w:pPr>
        <w:rPr>
          <w:i/>
          <w:iCs/>
          <w:color w:val="0000FF"/>
          <w:sz w:val="24"/>
        </w:rPr>
      </w:pPr>
    </w:p>
    <w:p w14:paraId="5B6AD250" w14:textId="50A76868" w:rsidR="005409C9" w:rsidRPr="005409C9" w:rsidRDefault="005409C9" w:rsidP="005409C9">
      <w:pPr>
        <w:pStyle w:val="BodyText"/>
        <w:rPr>
          <w:rFonts w:ascii="Arial" w:hAnsi="Arial"/>
          <w:i/>
          <w:iCs/>
          <w:color w:val="0000FF"/>
          <w:sz w:val="24"/>
        </w:rPr>
      </w:pPr>
      <w:r w:rsidRPr="005409C9">
        <w:rPr>
          <w:rFonts w:ascii="Arial" w:hAnsi="Arial"/>
          <w:i/>
          <w:iCs/>
          <w:color w:val="0000FF"/>
          <w:sz w:val="24"/>
        </w:rPr>
        <w:t>(NOTE: This section maybe replaced by the System Design Document.)</w:t>
      </w:r>
    </w:p>
    <w:p w14:paraId="3CBA046A" w14:textId="77777777" w:rsidR="003B1269" w:rsidRDefault="00E976DD" w:rsidP="00D51F99">
      <w:pPr>
        <w:pStyle w:val="Heading1"/>
      </w:pPr>
      <w:bookmarkStart w:id="27" w:name="_Toc4734505"/>
      <w:r>
        <w:t>Training Approach</w:t>
      </w:r>
      <w:bookmarkEnd w:id="27"/>
    </w:p>
    <w:p w14:paraId="3CBA046B" w14:textId="77777777" w:rsidR="00E976DD" w:rsidRPr="00E976DD" w:rsidRDefault="00E976DD" w:rsidP="00054405">
      <w:pPr>
        <w:pStyle w:val="Heading2"/>
      </w:pPr>
      <w:bookmarkStart w:id="28" w:name="_Toc4734506"/>
      <w:r>
        <w:t>Training Needs</w:t>
      </w:r>
      <w:bookmarkEnd w:id="28"/>
    </w:p>
    <w:p w14:paraId="3CBA046C" w14:textId="77777777" w:rsidR="003B1269" w:rsidRDefault="003B1269" w:rsidP="00F149A2">
      <w:pPr>
        <w:pStyle w:val="StyleInfoBlueArialLeftLeft0"/>
      </w:pPr>
      <w:r w:rsidRPr="00F149A2">
        <w:t xml:space="preserve">Instructions: </w:t>
      </w:r>
      <w:r w:rsidR="00E976DD" w:rsidRPr="00E976DD">
        <w:t>Identify the personnel needing training, their current skill levels, and the competencies required for each to effectively use and/or support the system.</w:t>
      </w:r>
      <w:r w:rsidR="00FD61C1">
        <w:t xml:space="preserve"> </w:t>
      </w:r>
      <w:r w:rsidR="00E976DD" w:rsidRPr="00E976DD">
        <w:t>Describe the training needed to close any skill gap and bring the resource to the appropriate competency level.</w:t>
      </w:r>
      <w:r w:rsidR="00FD61C1">
        <w:t xml:space="preserve"> </w:t>
      </w:r>
      <w:r w:rsidR="00E976DD" w:rsidRPr="00E976DD">
        <w:t>Identify the training needs for the user’s staff if the implementation of the system under development will change the procedures of the user’s office in any way.</w:t>
      </w:r>
      <w:r w:rsidR="00FD61C1">
        <w:t xml:space="preserve"> </w:t>
      </w:r>
      <w:r w:rsidR="00E976DD" w:rsidRPr="00E976DD">
        <w:t>Also identify the timeframe the required training is needed.</w:t>
      </w:r>
    </w:p>
    <w:p w14:paraId="37DB2796" w14:textId="66B642D7" w:rsidR="00054405" w:rsidRDefault="00054405" w:rsidP="00054405">
      <w:pPr>
        <w:pStyle w:val="Caption"/>
        <w:keepNext/>
      </w:pPr>
      <w:bookmarkStart w:id="29" w:name="_Toc4734495"/>
      <w:r>
        <w:t xml:space="preserve">Table </w:t>
      </w:r>
      <w:r w:rsidR="00CC7467">
        <w:rPr>
          <w:noProof/>
        </w:rPr>
        <w:fldChar w:fldCharType="begin"/>
      </w:r>
      <w:r w:rsidR="00CC7467">
        <w:rPr>
          <w:noProof/>
        </w:rPr>
        <w:instrText xml:space="preserve"> SEQ Table \* ARABIC </w:instrText>
      </w:r>
      <w:r w:rsidR="00CC7467">
        <w:rPr>
          <w:noProof/>
        </w:rPr>
        <w:fldChar w:fldCharType="separate"/>
      </w:r>
      <w:r w:rsidR="00E70468">
        <w:rPr>
          <w:noProof/>
        </w:rPr>
        <w:t>1</w:t>
      </w:r>
      <w:r w:rsidR="00CC7467">
        <w:rPr>
          <w:noProof/>
        </w:rPr>
        <w:fldChar w:fldCharType="end"/>
      </w:r>
      <w:r>
        <w:t>: Training Needs</w:t>
      </w:r>
      <w:bookmarkEnd w:id="29"/>
    </w:p>
    <w:tbl>
      <w:tblPr>
        <w:tblStyle w:val="TableGrid"/>
        <w:tblW w:w="5000" w:type="pct"/>
        <w:tblLook w:val="04A0" w:firstRow="1" w:lastRow="0" w:firstColumn="1" w:lastColumn="0" w:noHBand="0" w:noVBand="1"/>
        <w:tblCaption w:val="Training Needs Table"/>
      </w:tblPr>
      <w:tblGrid>
        <w:gridCol w:w="1993"/>
        <w:gridCol w:w="1915"/>
        <w:gridCol w:w="1915"/>
        <w:gridCol w:w="1915"/>
        <w:gridCol w:w="1612"/>
      </w:tblGrid>
      <w:tr w:rsidR="00E976DD" w:rsidRPr="00547FDD" w14:paraId="3CBA0472" w14:textId="77777777" w:rsidTr="001F5D70">
        <w:trPr>
          <w:tblHeader/>
        </w:trPr>
        <w:tc>
          <w:tcPr>
            <w:tcW w:w="1066" w:type="pct"/>
            <w:shd w:val="clear" w:color="auto" w:fill="002060"/>
          </w:tcPr>
          <w:p w14:paraId="3CBA046D" w14:textId="77777777" w:rsidR="00E976DD" w:rsidRPr="00547FDD" w:rsidRDefault="00E976DD" w:rsidP="005F08CE">
            <w:pPr>
              <w:pStyle w:val="TableColumnHeading"/>
            </w:pPr>
            <w:r>
              <w:t>Personnel to be Trained</w:t>
            </w:r>
          </w:p>
        </w:tc>
        <w:tc>
          <w:tcPr>
            <w:tcW w:w="1024" w:type="pct"/>
            <w:shd w:val="clear" w:color="auto" w:fill="002060"/>
          </w:tcPr>
          <w:p w14:paraId="3CBA046E" w14:textId="77777777" w:rsidR="00E976DD" w:rsidRPr="00547FDD" w:rsidRDefault="00E976DD" w:rsidP="005F08CE">
            <w:pPr>
              <w:pStyle w:val="TableColumnHeading"/>
            </w:pPr>
            <w:r>
              <w:t>Current Skill Level</w:t>
            </w:r>
          </w:p>
        </w:tc>
        <w:tc>
          <w:tcPr>
            <w:tcW w:w="1024" w:type="pct"/>
            <w:shd w:val="clear" w:color="auto" w:fill="002060"/>
          </w:tcPr>
          <w:p w14:paraId="3CBA046F" w14:textId="77777777" w:rsidR="00E976DD" w:rsidRPr="00547FDD" w:rsidRDefault="00E976DD" w:rsidP="005F08CE">
            <w:pPr>
              <w:pStyle w:val="TableColumnHeading"/>
            </w:pPr>
            <w:r>
              <w:t>Required Competencies</w:t>
            </w:r>
          </w:p>
        </w:tc>
        <w:tc>
          <w:tcPr>
            <w:tcW w:w="1024" w:type="pct"/>
            <w:shd w:val="clear" w:color="auto" w:fill="002060"/>
          </w:tcPr>
          <w:p w14:paraId="3CBA0470" w14:textId="77777777" w:rsidR="00E976DD" w:rsidRPr="00547FDD" w:rsidRDefault="00E976DD" w:rsidP="005F08CE">
            <w:pPr>
              <w:pStyle w:val="TableColumnHeading"/>
            </w:pPr>
            <w:r>
              <w:t>Training Needed</w:t>
            </w:r>
          </w:p>
        </w:tc>
        <w:tc>
          <w:tcPr>
            <w:tcW w:w="862" w:type="pct"/>
            <w:shd w:val="clear" w:color="auto" w:fill="002060"/>
          </w:tcPr>
          <w:p w14:paraId="3CBA0471" w14:textId="77777777" w:rsidR="00E976DD" w:rsidRPr="00547FDD" w:rsidRDefault="00E976DD" w:rsidP="005F08CE">
            <w:pPr>
              <w:pStyle w:val="TableColumnHeading"/>
            </w:pPr>
            <w:r>
              <w:t>Timeframe Needed</w:t>
            </w:r>
          </w:p>
        </w:tc>
      </w:tr>
      <w:tr w:rsidR="00E976DD" w:rsidRPr="00497214" w14:paraId="3CBA0478" w14:textId="77777777" w:rsidTr="001F5D70">
        <w:tc>
          <w:tcPr>
            <w:tcW w:w="1066" w:type="pct"/>
          </w:tcPr>
          <w:p w14:paraId="3CBA0473" w14:textId="77777777" w:rsidR="00E976DD" w:rsidRPr="00497214" w:rsidRDefault="00E976DD" w:rsidP="00497214"/>
        </w:tc>
        <w:tc>
          <w:tcPr>
            <w:tcW w:w="1024" w:type="pct"/>
          </w:tcPr>
          <w:p w14:paraId="3CBA0474" w14:textId="77777777" w:rsidR="00E976DD" w:rsidRPr="00497214" w:rsidRDefault="00E976DD" w:rsidP="00497214"/>
        </w:tc>
        <w:tc>
          <w:tcPr>
            <w:tcW w:w="1024" w:type="pct"/>
          </w:tcPr>
          <w:p w14:paraId="3CBA0475" w14:textId="77777777" w:rsidR="00E976DD" w:rsidRPr="00497214" w:rsidRDefault="00E976DD" w:rsidP="00497214"/>
        </w:tc>
        <w:tc>
          <w:tcPr>
            <w:tcW w:w="1024" w:type="pct"/>
          </w:tcPr>
          <w:p w14:paraId="3CBA0476" w14:textId="77777777" w:rsidR="00E976DD" w:rsidRPr="00497214" w:rsidRDefault="00E976DD" w:rsidP="00497214"/>
        </w:tc>
        <w:tc>
          <w:tcPr>
            <w:tcW w:w="862" w:type="pct"/>
          </w:tcPr>
          <w:p w14:paraId="3CBA0477" w14:textId="77777777" w:rsidR="00E976DD" w:rsidRPr="00497214" w:rsidRDefault="00E976DD" w:rsidP="00497214"/>
        </w:tc>
      </w:tr>
      <w:tr w:rsidR="00E976DD" w:rsidRPr="00497214" w14:paraId="3CBA047E" w14:textId="77777777" w:rsidTr="001F5D70">
        <w:tc>
          <w:tcPr>
            <w:tcW w:w="1066" w:type="pct"/>
          </w:tcPr>
          <w:p w14:paraId="3CBA0479" w14:textId="77777777" w:rsidR="00E976DD" w:rsidRPr="00497214" w:rsidRDefault="00E976DD" w:rsidP="00497214"/>
        </w:tc>
        <w:tc>
          <w:tcPr>
            <w:tcW w:w="1024" w:type="pct"/>
          </w:tcPr>
          <w:p w14:paraId="3CBA047A" w14:textId="77777777" w:rsidR="00E976DD" w:rsidRPr="00497214" w:rsidRDefault="00E976DD" w:rsidP="00497214"/>
        </w:tc>
        <w:tc>
          <w:tcPr>
            <w:tcW w:w="1024" w:type="pct"/>
          </w:tcPr>
          <w:p w14:paraId="3CBA047B" w14:textId="77777777" w:rsidR="00E976DD" w:rsidRPr="00497214" w:rsidRDefault="00E976DD" w:rsidP="00497214"/>
        </w:tc>
        <w:tc>
          <w:tcPr>
            <w:tcW w:w="1024" w:type="pct"/>
          </w:tcPr>
          <w:p w14:paraId="3CBA047C" w14:textId="77777777" w:rsidR="00E976DD" w:rsidRPr="00497214" w:rsidRDefault="00E976DD" w:rsidP="00497214"/>
        </w:tc>
        <w:tc>
          <w:tcPr>
            <w:tcW w:w="862" w:type="pct"/>
          </w:tcPr>
          <w:p w14:paraId="3CBA047D" w14:textId="77777777" w:rsidR="00E976DD" w:rsidRPr="00497214" w:rsidRDefault="00E976DD" w:rsidP="00497214"/>
        </w:tc>
      </w:tr>
      <w:tr w:rsidR="00E976DD" w:rsidRPr="00497214" w14:paraId="3CBA0484" w14:textId="77777777" w:rsidTr="001F5D70">
        <w:tc>
          <w:tcPr>
            <w:tcW w:w="1066" w:type="pct"/>
          </w:tcPr>
          <w:p w14:paraId="3CBA047F" w14:textId="77777777" w:rsidR="00E976DD" w:rsidRPr="00497214" w:rsidRDefault="00E976DD" w:rsidP="00497214"/>
        </w:tc>
        <w:tc>
          <w:tcPr>
            <w:tcW w:w="1024" w:type="pct"/>
          </w:tcPr>
          <w:p w14:paraId="3CBA0480" w14:textId="77777777" w:rsidR="00E976DD" w:rsidRPr="00497214" w:rsidRDefault="00E976DD" w:rsidP="00497214"/>
        </w:tc>
        <w:tc>
          <w:tcPr>
            <w:tcW w:w="1024" w:type="pct"/>
          </w:tcPr>
          <w:p w14:paraId="3CBA0481" w14:textId="77777777" w:rsidR="00E976DD" w:rsidRPr="00497214" w:rsidRDefault="00E976DD" w:rsidP="00497214"/>
        </w:tc>
        <w:tc>
          <w:tcPr>
            <w:tcW w:w="1024" w:type="pct"/>
          </w:tcPr>
          <w:p w14:paraId="3CBA0482" w14:textId="77777777" w:rsidR="00E976DD" w:rsidRPr="00497214" w:rsidRDefault="00E976DD" w:rsidP="00497214"/>
        </w:tc>
        <w:tc>
          <w:tcPr>
            <w:tcW w:w="862" w:type="pct"/>
          </w:tcPr>
          <w:p w14:paraId="3CBA0483" w14:textId="77777777" w:rsidR="00E976DD" w:rsidRPr="00497214" w:rsidRDefault="00E976DD" w:rsidP="00497214"/>
        </w:tc>
      </w:tr>
      <w:tr w:rsidR="00E976DD" w:rsidRPr="00497214" w14:paraId="3CBA048A" w14:textId="77777777" w:rsidTr="001F5D70">
        <w:tc>
          <w:tcPr>
            <w:tcW w:w="1066" w:type="pct"/>
          </w:tcPr>
          <w:p w14:paraId="3CBA0485" w14:textId="77777777" w:rsidR="00E976DD" w:rsidRPr="00497214" w:rsidRDefault="00E976DD" w:rsidP="00497214"/>
        </w:tc>
        <w:tc>
          <w:tcPr>
            <w:tcW w:w="1024" w:type="pct"/>
          </w:tcPr>
          <w:p w14:paraId="3CBA0486" w14:textId="77777777" w:rsidR="00E976DD" w:rsidRPr="00497214" w:rsidRDefault="00E976DD" w:rsidP="00497214"/>
        </w:tc>
        <w:tc>
          <w:tcPr>
            <w:tcW w:w="1024" w:type="pct"/>
          </w:tcPr>
          <w:p w14:paraId="3CBA0487" w14:textId="77777777" w:rsidR="00E976DD" w:rsidRPr="00497214" w:rsidRDefault="00E976DD" w:rsidP="00497214"/>
        </w:tc>
        <w:tc>
          <w:tcPr>
            <w:tcW w:w="1024" w:type="pct"/>
          </w:tcPr>
          <w:p w14:paraId="3CBA0488" w14:textId="77777777" w:rsidR="00E976DD" w:rsidRPr="00497214" w:rsidRDefault="00E976DD" w:rsidP="00497214"/>
        </w:tc>
        <w:tc>
          <w:tcPr>
            <w:tcW w:w="862" w:type="pct"/>
          </w:tcPr>
          <w:p w14:paraId="3CBA0489" w14:textId="77777777" w:rsidR="00E976DD" w:rsidRPr="00497214" w:rsidRDefault="00E976DD" w:rsidP="00497214"/>
        </w:tc>
      </w:tr>
      <w:tr w:rsidR="00E976DD" w:rsidRPr="00497214" w14:paraId="3CBA0490" w14:textId="77777777" w:rsidTr="001F5D70">
        <w:tc>
          <w:tcPr>
            <w:tcW w:w="1066" w:type="pct"/>
          </w:tcPr>
          <w:p w14:paraId="3CBA048B" w14:textId="77777777" w:rsidR="00E976DD" w:rsidRPr="00497214" w:rsidRDefault="00E976DD" w:rsidP="00497214"/>
        </w:tc>
        <w:tc>
          <w:tcPr>
            <w:tcW w:w="1024" w:type="pct"/>
          </w:tcPr>
          <w:p w14:paraId="3CBA048C" w14:textId="77777777" w:rsidR="00E976DD" w:rsidRPr="00497214" w:rsidRDefault="00E976DD" w:rsidP="00497214"/>
        </w:tc>
        <w:tc>
          <w:tcPr>
            <w:tcW w:w="1024" w:type="pct"/>
          </w:tcPr>
          <w:p w14:paraId="3CBA048D" w14:textId="77777777" w:rsidR="00E976DD" w:rsidRPr="00497214" w:rsidRDefault="00E976DD" w:rsidP="00497214"/>
        </w:tc>
        <w:tc>
          <w:tcPr>
            <w:tcW w:w="1024" w:type="pct"/>
          </w:tcPr>
          <w:p w14:paraId="3CBA048E" w14:textId="77777777" w:rsidR="00E976DD" w:rsidRPr="00497214" w:rsidRDefault="00E976DD" w:rsidP="00497214"/>
        </w:tc>
        <w:tc>
          <w:tcPr>
            <w:tcW w:w="862" w:type="pct"/>
          </w:tcPr>
          <w:p w14:paraId="3CBA048F" w14:textId="77777777" w:rsidR="00E976DD" w:rsidRPr="00497214" w:rsidRDefault="00E976DD" w:rsidP="00497214"/>
        </w:tc>
      </w:tr>
      <w:tr w:rsidR="00E976DD" w:rsidRPr="00497214" w14:paraId="3CBA0496" w14:textId="77777777" w:rsidTr="001F5D70">
        <w:tc>
          <w:tcPr>
            <w:tcW w:w="1066" w:type="pct"/>
          </w:tcPr>
          <w:p w14:paraId="3CBA0491" w14:textId="77777777" w:rsidR="00E976DD" w:rsidRPr="00497214" w:rsidRDefault="00E976DD" w:rsidP="00497214"/>
        </w:tc>
        <w:tc>
          <w:tcPr>
            <w:tcW w:w="1024" w:type="pct"/>
          </w:tcPr>
          <w:p w14:paraId="3CBA0492" w14:textId="77777777" w:rsidR="00E976DD" w:rsidRPr="00497214" w:rsidRDefault="00E976DD" w:rsidP="00497214"/>
        </w:tc>
        <w:tc>
          <w:tcPr>
            <w:tcW w:w="1024" w:type="pct"/>
          </w:tcPr>
          <w:p w14:paraId="3CBA0493" w14:textId="77777777" w:rsidR="00E976DD" w:rsidRPr="00497214" w:rsidRDefault="00E976DD" w:rsidP="00497214"/>
        </w:tc>
        <w:tc>
          <w:tcPr>
            <w:tcW w:w="1024" w:type="pct"/>
          </w:tcPr>
          <w:p w14:paraId="3CBA0494" w14:textId="77777777" w:rsidR="00E976DD" w:rsidRPr="00497214" w:rsidRDefault="00E976DD" w:rsidP="00497214"/>
        </w:tc>
        <w:tc>
          <w:tcPr>
            <w:tcW w:w="862" w:type="pct"/>
          </w:tcPr>
          <w:p w14:paraId="3CBA0495" w14:textId="77777777" w:rsidR="00E976DD" w:rsidRPr="00497214" w:rsidRDefault="00E976DD" w:rsidP="00497214"/>
        </w:tc>
      </w:tr>
    </w:tbl>
    <w:p w14:paraId="3CBA0498" w14:textId="77777777" w:rsidR="003B1269" w:rsidRPr="00547FDD" w:rsidRDefault="00E976DD" w:rsidP="00054405">
      <w:pPr>
        <w:pStyle w:val="Heading2"/>
      </w:pPr>
      <w:bookmarkStart w:id="30" w:name="_Toc4734507"/>
      <w:r>
        <w:t>Prerequisites</w:t>
      </w:r>
      <w:bookmarkEnd w:id="30"/>
    </w:p>
    <w:p w14:paraId="3CBA0499" w14:textId="77777777" w:rsidR="003B1269" w:rsidRPr="00F149A2" w:rsidRDefault="00547FDD" w:rsidP="00F149A2">
      <w:pPr>
        <w:pStyle w:val="StyleInfoBlueArialLeftLeft0"/>
      </w:pPr>
      <w:r w:rsidRPr="00F149A2">
        <w:t xml:space="preserve">Instructions: </w:t>
      </w:r>
      <w:r w:rsidR="00E976DD" w:rsidRPr="00E976DD">
        <w:t>Identify any prerequisites for individuals to receive training, and develop a strategy regarding prerequisite training as necessary.</w:t>
      </w:r>
    </w:p>
    <w:p w14:paraId="3CBA049A" w14:textId="77777777" w:rsidR="003B1269" w:rsidRPr="00922D27" w:rsidRDefault="00E976DD" w:rsidP="00054405">
      <w:pPr>
        <w:pStyle w:val="Heading2"/>
      </w:pPr>
      <w:bookmarkStart w:id="31" w:name="_Toc4734508"/>
      <w:r>
        <w:t>Methods &amp; Tools</w:t>
      </w:r>
      <w:bookmarkEnd w:id="31"/>
    </w:p>
    <w:p w14:paraId="3CBA049B" w14:textId="77777777" w:rsidR="00E976DD" w:rsidRDefault="00547FDD" w:rsidP="00E976DD">
      <w:pPr>
        <w:pStyle w:val="StyleInfoBlueArialLeftLeft0"/>
      </w:pPr>
      <w:r w:rsidRPr="00F149A2">
        <w:t xml:space="preserve">Instructions: </w:t>
      </w:r>
      <w:r w:rsidR="00E976DD">
        <w:t>Describe the training methods to be used and the curriculum for each training method.</w:t>
      </w:r>
      <w:r w:rsidR="00FD61C1">
        <w:t xml:space="preserve"> </w:t>
      </w:r>
      <w:r w:rsidR="00E976DD">
        <w:t xml:space="preserve">The methods may include COTS, GOTS, and/or custom-developed computer-based and/or web-based instruction, self-paced written manual, peer training, mentoring, consultation, hands-on practical sessions, classroom lectures, webinars, or any combination of the above. If multiple methods of training will be used, describe each of them in detail in appropriate sub-sections. </w:t>
      </w:r>
    </w:p>
    <w:p w14:paraId="3CBA049C" w14:textId="77777777" w:rsidR="003B1269" w:rsidRDefault="00E976DD" w:rsidP="00E976DD">
      <w:pPr>
        <w:pStyle w:val="StyleInfoBlueArialLeftLeft0"/>
      </w:pPr>
      <w:r>
        <w:t>If the training will be custom-developed, describe how the course content and training materials will be developed, reviewed, evaluated, maintained, and distributed.</w:t>
      </w:r>
      <w:r w:rsidR="00FD61C1">
        <w:t xml:space="preserve"> </w:t>
      </w:r>
      <w:r>
        <w:t>Also identify the tools needed for the training (e.g., computer workstations, training materials (e.g., manuals, classroom facilities, and any computer center resources).</w:t>
      </w:r>
      <w:r w:rsidR="00FD61C1">
        <w:t xml:space="preserve"> </w:t>
      </w:r>
      <w:r>
        <w:t>Be sure to address Section 508 compliance of all electronic training materials and reasonable accommodation for the disabled as appropriate (e.g., closed captioning for video presentations).</w:t>
      </w:r>
      <w:r w:rsidR="00FD61C1">
        <w:t xml:space="preserve"> </w:t>
      </w:r>
      <w:r>
        <w:t>Identify potential sources (e.g., vendors), costs for providing the training, and locations if applicable.</w:t>
      </w:r>
      <w:r w:rsidR="00FD61C1">
        <w:t xml:space="preserve"> </w:t>
      </w:r>
      <w:r>
        <w:t>If appropriate, individual course synopses may be included in an appendix to the document that is referenced here</w:t>
      </w:r>
      <w:r w:rsidR="00922D27" w:rsidRPr="00F149A2">
        <w:t>.</w:t>
      </w:r>
    </w:p>
    <w:p w14:paraId="3CBA049D" w14:textId="77777777" w:rsidR="00E976DD" w:rsidRDefault="00E976DD" w:rsidP="00054405">
      <w:pPr>
        <w:pStyle w:val="Heading2"/>
      </w:pPr>
      <w:bookmarkStart w:id="32" w:name="_Toc4734509"/>
      <w:r>
        <w:t>Roles &amp; Responsibilities</w:t>
      </w:r>
      <w:bookmarkEnd w:id="32"/>
    </w:p>
    <w:p w14:paraId="3CBA049E" w14:textId="77777777" w:rsidR="00E976DD" w:rsidRDefault="00E976DD" w:rsidP="00E976DD">
      <w:pPr>
        <w:pStyle w:val="StyleInfoBlueArialLeftLeft0"/>
      </w:pPr>
      <w:r>
        <w:t>Instructions:</w:t>
      </w:r>
      <w:r w:rsidR="00FD61C1">
        <w:t xml:space="preserve"> </w:t>
      </w:r>
      <w:r w:rsidRPr="00E976DD">
        <w:t>Identify the personnel and their responsibilities for developing and implementing the training, development and distribution of instructional materials, etc.</w:t>
      </w:r>
      <w:r w:rsidR="00FD61C1">
        <w:t xml:space="preserve"> </w:t>
      </w:r>
      <w:r w:rsidRPr="00E976DD">
        <w:t>Also identify the person(s) and organization(s) that will conduct the training.</w:t>
      </w:r>
      <w:r w:rsidR="00FD61C1">
        <w:t xml:space="preserve"> </w:t>
      </w:r>
      <w:r w:rsidRPr="00E976DD">
        <w:t>Identify any other groups who may serve as consultants, such as members of the development team, experienced users, etc</w:t>
      </w:r>
      <w:r>
        <w:t>.</w:t>
      </w:r>
    </w:p>
    <w:p w14:paraId="3CBA049F" w14:textId="77777777" w:rsidR="00E976DD" w:rsidRDefault="00E976DD" w:rsidP="00054405">
      <w:pPr>
        <w:pStyle w:val="Heading2"/>
      </w:pPr>
      <w:bookmarkStart w:id="33" w:name="_Toc4734510"/>
      <w:r>
        <w:t>Training Development Schedule</w:t>
      </w:r>
      <w:bookmarkEnd w:id="33"/>
    </w:p>
    <w:p w14:paraId="3CBA04A0" w14:textId="77777777" w:rsidR="00E976DD" w:rsidRDefault="00E976DD" w:rsidP="00E976DD">
      <w:pPr>
        <w:pStyle w:val="StyleInfoBlueArialLeftLeft0"/>
      </w:pPr>
      <w:r>
        <w:t xml:space="preserve">Instructions: </w:t>
      </w:r>
      <w:r w:rsidRPr="00E976DD">
        <w:t>Provide a schedule of training activities to be accomplished in accordance with this Training Plan, which may or may not include actual course information.</w:t>
      </w:r>
      <w:r w:rsidR="00FD61C1">
        <w:t xml:space="preserve"> </w:t>
      </w:r>
      <w:r w:rsidRPr="00E976DD">
        <w:t>Show the required tasks in chronological order, with beginning and ending dates of each task, the key person(s) responsible for the task, dependencies, and milestones.</w:t>
      </w:r>
      <w:r w:rsidR="00FD61C1">
        <w:t xml:space="preserve"> </w:t>
      </w:r>
      <w:r w:rsidRPr="00E976DD">
        <w:t>If appropriate, tables and/or graphics may be used to present the schedule.</w:t>
      </w:r>
      <w:r w:rsidR="00FD61C1">
        <w:t xml:space="preserve"> </w:t>
      </w:r>
      <w:r w:rsidRPr="00E976DD">
        <w:t xml:space="preserve">Ensure that </w:t>
      </w:r>
      <w:r w:rsidRPr="00E976DD">
        <w:lastRenderedPageBreak/>
        <w:t>this information is appropriately integrated into the overall project schedule.</w:t>
      </w:r>
      <w:r w:rsidR="00FD61C1">
        <w:t xml:space="preserve"> </w:t>
      </w:r>
      <w:r w:rsidRPr="00E976DD">
        <w:t>The schedule should be as comprehensive as possible; however, the schedule may be revised as needed at later points in the lifecycle</w:t>
      </w:r>
      <w:r>
        <w:t>.</w:t>
      </w:r>
    </w:p>
    <w:p w14:paraId="337CE6A3" w14:textId="2E093E00" w:rsidR="00054405" w:rsidRDefault="00054405" w:rsidP="00054405">
      <w:pPr>
        <w:pStyle w:val="Caption"/>
        <w:keepNext/>
      </w:pPr>
      <w:bookmarkStart w:id="34" w:name="_Toc4734496"/>
      <w:r>
        <w:t xml:space="preserve">Table </w:t>
      </w:r>
      <w:r w:rsidR="00CC7467">
        <w:rPr>
          <w:noProof/>
        </w:rPr>
        <w:fldChar w:fldCharType="begin"/>
      </w:r>
      <w:r w:rsidR="00CC7467">
        <w:rPr>
          <w:noProof/>
        </w:rPr>
        <w:instrText xml:space="preserve"> SEQ Table \* ARABIC </w:instrText>
      </w:r>
      <w:r w:rsidR="00CC7467">
        <w:rPr>
          <w:noProof/>
        </w:rPr>
        <w:fldChar w:fldCharType="separate"/>
      </w:r>
      <w:r w:rsidR="00E70468">
        <w:rPr>
          <w:noProof/>
        </w:rPr>
        <w:t>2</w:t>
      </w:r>
      <w:r w:rsidR="00CC7467">
        <w:rPr>
          <w:noProof/>
        </w:rPr>
        <w:fldChar w:fldCharType="end"/>
      </w:r>
      <w:r>
        <w:t>: Training Schedule</w:t>
      </w:r>
      <w:bookmarkEnd w:id="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1427"/>
        <w:gridCol w:w="1163"/>
        <w:gridCol w:w="1163"/>
        <w:gridCol w:w="1606"/>
        <w:gridCol w:w="1708"/>
        <w:gridCol w:w="1565"/>
      </w:tblGrid>
      <w:tr w:rsidR="00E976DD" w:rsidRPr="00547FDD" w14:paraId="3CBA04A8" w14:textId="77777777" w:rsidTr="00E976DD">
        <w:trPr>
          <w:cantSplit/>
          <w:tblHeader/>
          <w:jc w:val="center"/>
        </w:trPr>
        <w:tc>
          <w:tcPr>
            <w:tcW w:w="375" w:type="pct"/>
            <w:shd w:val="clear" w:color="auto" w:fill="1F497D"/>
            <w:vAlign w:val="center"/>
          </w:tcPr>
          <w:p w14:paraId="3CBA04A1" w14:textId="77777777" w:rsidR="00E976DD" w:rsidRPr="00547FDD" w:rsidRDefault="00E976DD" w:rsidP="005F08CE">
            <w:pPr>
              <w:pStyle w:val="TableColumnHeading"/>
            </w:pPr>
            <w:r>
              <w:t>Task #</w:t>
            </w:r>
          </w:p>
        </w:tc>
        <w:tc>
          <w:tcPr>
            <w:tcW w:w="745" w:type="pct"/>
            <w:shd w:val="clear" w:color="auto" w:fill="1F497D"/>
            <w:vAlign w:val="center"/>
          </w:tcPr>
          <w:p w14:paraId="3CBA04A2" w14:textId="77777777" w:rsidR="00E976DD" w:rsidRPr="00547FDD" w:rsidRDefault="00E976DD" w:rsidP="005F08CE">
            <w:pPr>
              <w:pStyle w:val="TableColumnHeading"/>
            </w:pPr>
            <w:r>
              <w:t>Task Description</w:t>
            </w:r>
          </w:p>
        </w:tc>
        <w:tc>
          <w:tcPr>
            <w:tcW w:w="634" w:type="pct"/>
            <w:shd w:val="clear" w:color="auto" w:fill="1F497D"/>
            <w:vAlign w:val="center"/>
          </w:tcPr>
          <w:p w14:paraId="3CBA04A3" w14:textId="77777777" w:rsidR="00E976DD" w:rsidRPr="00547FDD" w:rsidRDefault="00E976DD" w:rsidP="005F08CE">
            <w:pPr>
              <w:pStyle w:val="TableColumnHeading"/>
            </w:pPr>
            <w:r>
              <w:t>Begin Date</w:t>
            </w:r>
          </w:p>
        </w:tc>
        <w:tc>
          <w:tcPr>
            <w:tcW w:w="634" w:type="pct"/>
            <w:shd w:val="clear" w:color="auto" w:fill="1F497D"/>
            <w:vAlign w:val="center"/>
          </w:tcPr>
          <w:p w14:paraId="3CBA04A4" w14:textId="77777777" w:rsidR="00E976DD" w:rsidRPr="00547FDD" w:rsidRDefault="00E976DD" w:rsidP="005F08CE">
            <w:pPr>
              <w:pStyle w:val="TableColumnHeading"/>
            </w:pPr>
            <w:r>
              <w:t>End Date</w:t>
            </w:r>
          </w:p>
        </w:tc>
        <w:tc>
          <w:tcPr>
            <w:tcW w:w="871" w:type="pct"/>
            <w:shd w:val="clear" w:color="auto" w:fill="1F497D"/>
            <w:vAlign w:val="center"/>
          </w:tcPr>
          <w:p w14:paraId="3CBA04A5" w14:textId="77777777" w:rsidR="00E976DD" w:rsidRPr="00547FDD" w:rsidRDefault="00E976DD" w:rsidP="005F08CE">
            <w:pPr>
              <w:pStyle w:val="TableColumnHeading"/>
            </w:pPr>
            <w:r>
              <w:t>Key Person(s) Responsible</w:t>
            </w:r>
          </w:p>
        </w:tc>
        <w:tc>
          <w:tcPr>
            <w:tcW w:w="892" w:type="pct"/>
            <w:shd w:val="clear" w:color="auto" w:fill="1F497D"/>
            <w:vAlign w:val="center"/>
          </w:tcPr>
          <w:p w14:paraId="3CBA04A6" w14:textId="77777777" w:rsidR="00E976DD" w:rsidRDefault="00E976DD" w:rsidP="005F08CE">
            <w:pPr>
              <w:pStyle w:val="TableColumnHeading"/>
            </w:pPr>
            <w:r>
              <w:t>Dependencies</w:t>
            </w:r>
          </w:p>
        </w:tc>
        <w:tc>
          <w:tcPr>
            <w:tcW w:w="849" w:type="pct"/>
            <w:shd w:val="clear" w:color="auto" w:fill="1F497D"/>
            <w:vAlign w:val="center"/>
          </w:tcPr>
          <w:p w14:paraId="3CBA04A7" w14:textId="77777777" w:rsidR="00E976DD" w:rsidRDefault="00E976DD" w:rsidP="005F08CE">
            <w:pPr>
              <w:pStyle w:val="TableColumnHeading"/>
            </w:pPr>
            <w:r>
              <w:t>Milestones</w:t>
            </w:r>
          </w:p>
        </w:tc>
      </w:tr>
      <w:tr w:rsidR="00E976DD" w:rsidRPr="00F65D59" w14:paraId="3CBA04B0" w14:textId="77777777" w:rsidTr="00E976DD">
        <w:trPr>
          <w:cantSplit/>
          <w:jc w:val="center"/>
        </w:trPr>
        <w:tc>
          <w:tcPr>
            <w:tcW w:w="375" w:type="pct"/>
            <w:vAlign w:val="center"/>
          </w:tcPr>
          <w:p w14:paraId="3CBA04A9" w14:textId="77777777" w:rsidR="00E976DD" w:rsidRPr="00497214" w:rsidRDefault="00E976DD" w:rsidP="00497214"/>
        </w:tc>
        <w:tc>
          <w:tcPr>
            <w:tcW w:w="745" w:type="pct"/>
            <w:vAlign w:val="center"/>
          </w:tcPr>
          <w:p w14:paraId="3CBA04AA" w14:textId="77777777" w:rsidR="00E976DD" w:rsidRPr="00497214" w:rsidRDefault="00E976DD" w:rsidP="00497214"/>
        </w:tc>
        <w:tc>
          <w:tcPr>
            <w:tcW w:w="634" w:type="pct"/>
            <w:vAlign w:val="center"/>
          </w:tcPr>
          <w:p w14:paraId="3CBA04AB" w14:textId="77777777" w:rsidR="00E976DD" w:rsidRPr="00497214" w:rsidRDefault="00E976DD" w:rsidP="00497214"/>
        </w:tc>
        <w:tc>
          <w:tcPr>
            <w:tcW w:w="634" w:type="pct"/>
            <w:vAlign w:val="center"/>
          </w:tcPr>
          <w:p w14:paraId="3CBA04AC" w14:textId="77777777" w:rsidR="00E976DD" w:rsidRPr="00497214" w:rsidRDefault="00E976DD" w:rsidP="00497214"/>
        </w:tc>
        <w:tc>
          <w:tcPr>
            <w:tcW w:w="871" w:type="pct"/>
            <w:vAlign w:val="center"/>
          </w:tcPr>
          <w:p w14:paraId="3CBA04AD" w14:textId="77777777" w:rsidR="00E976DD" w:rsidRPr="00497214" w:rsidRDefault="00E976DD" w:rsidP="00497214"/>
        </w:tc>
        <w:tc>
          <w:tcPr>
            <w:tcW w:w="892" w:type="pct"/>
            <w:vAlign w:val="center"/>
          </w:tcPr>
          <w:p w14:paraId="3CBA04AE" w14:textId="77777777" w:rsidR="00E976DD" w:rsidRPr="00497214" w:rsidRDefault="00E976DD" w:rsidP="00497214"/>
        </w:tc>
        <w:tc>
          <w:tcPr>
            <w:tcW w:w="849" w:type="pct"/>
            <w:vAlign w:val="center"/>
          </w:tcPr>
          <w:p w14:paraId="3CBA04AF" w14:textId="77777777" w:rsidR="00E976DD" w:rsidRPr="00497214" w:rsidRDefault="00E976DD" w:rsidP="00497214"/>
        </w:tc>
      </w:tr>
      <w:tr w:rsidR="00E976DD" w:rsidRPr="00F65D59" w14:paraId="3CBA04B8" w14:textId="77777777" w:rsidTr="00E976DD">
        <w:trPr>
          <w:cantSplit/>
          <w:jc w:val="center"/>
        </w:trPr>
        <w:tc>
          <w:tcPr>
            <w:tcW w:w="375" w:type="pct"/>
            <w:vAlign w:val="center"/>
          </w:tcPr>
          <w:p w14:paraId="3CBA04B1" w14:textId="77777777" w:rsidR="00E976DD" w:rsidRPr="00497214" w:rsidRDefault="00E976DD" w:rsidP="00497214"/>
        </w:tc>
        <w:tc>
          <w:tcPr>
            <w:tcW w:w="745" w:type="pct"/>
            <w:vAlign w:val="center"/>
          </w:tcPr>
          <w:p w14:paraId="3CBA04B2" w14:textId="77777777" w:rsidR="00E976DD" w:rsidRPr="00497214" w:rsidRDefault="00E976DD" w:rsidP="00497214"/>
        </w:tc>
        <w:tc>
          <w:tcPr>
            <w:tcW w:w="634" w:type="pct"/>
            <w:vAlign w:val="center"/>
          </w:tcPr>
          <w:p w14:paraId="3CBA04B3" w14:textId="77777777" w:rsidR="00E976DD" w:rsidRPr="00497214" w:rsidRDefault="00E976DD" w:rsidP="00497214"/>
        </w:tc>
        <w:tc>
          <w:tcPr>
            <w:tcW w:w="634" w:type="pct"/>
            <w:vAlign w:val="center"/>
          </w:tcPr>
          <w:p w14:paraId="3CBA04B4" w14:textId="77777777" w:rsidR="00E976DD" w:rsidRPr="00497214" w:rsidRDefault="00E976DD" w:rsidP="00497214"/>
        </w:tc>
        <w:tc>
          <w:tcPr>
            <w:tcW w:w="871" w:type="pct"/>
            <w:vAlign w:val="center"/>
          </w:tcPr>
          <w:p w14:paraId="3CBA04B5" w14:textId="77777777" w:rsidR="00E976DD" w:rsidRPr="00497214" w:rsidRDefault="00E976DD" w:rsidP="00497214"/>
        </w:tc>
        <w:tc>
          <w:tcPr>
            <w:tcW w:w="892" w:type="pct"/>
            <w:vAlign w:val="center"/>
          </w:tcPr>
          <w:p w14:paraId="3CBA04B6" w14:textId="77777777" w:rsidR="00E976DD" w:rsidRPr="00497214" w:rsidRDefault="00E976DD" w:rsidP="00497214"/>
        </w:tc>
        <w:tc>
          <w:tcPr>
            <w:tcW w:w="849" w:type="pct"/>
            <w:vAlign w:val="center"/>
          </w:tcPr>
          <w:p w14:paraId="3CBA04B7" w14:textId="77777777" w:rsidR="00E976DD" w:rsidRPr="00497214" w:rsidRDefault="00E976DD" w:rsidP="00497214"/>
        </w:tc>
      </w:tr>
      <w:tr w:rsidR="00E976DD" w:rsidRPr="00F65D59" w14:paraId="3CBA04C0" w14:textId="77777777" w:rsidTr="00E976DD">
        <w:trPr>
          <w:cantSplit/>
          <w:jc w:val="center"/>
        </w:trPr>
        <w:tc>
          <w:tcPr>
            <w:tcW w:w="375" w:type="pct"/>
            <w:vAlign w:val="center"/>
          </w:tcPr>
          <w:p w14:paraId="3CBA04B9" w14:textId="77777777" w:rsidR="00E976DD" w:rsidRPr="00497214" w:rsidRDefault="00E976DD" w:rsidP="00497214"/>
        </w:tc>
        <w:tc>
          <w:tcPr>
            <w:tcW w:w="745" w:type="pct"/>
            <w:vAlign w:val="center"/>
          </w:tcPr>
          <w:p w14:paraId="3CBA04BA" w14:textId="77777777" w:rsidR="00E976DD" w:rsidRPr="00497214" w:rsidRDefault="00E976DD" w:rsidP="00497214"/>
        </w:tc>
        <w:tc>
          <w:tcPr>
            <w:tcW w:w="634" w:type="pct"/>
            <w:vAlign w:val="center"/>
          </w:tcPr>
          <w:p w14:paraId="3CBA04BB" w14:textId="77777777" w:rsidR="00E976DD" w:rsidRPr="00497214" w:rsidRDefault="00E976DD" w:rsidP="00497214"/>
        </w:tc>
        <w:tc>
          <w:tcPr>
            <w:tcW w:w="634" w:type="pct"/>
            <w:vAlign w:val="center"/>
          </w:tcPr>
          <w:p w14:paraId="3CBA04BC" w14:textId="77777777" w:rsidR="00E976DD" w:rsidRPr="00497214" w:rsidRDefault="00E976DD" w:rsidP="00497214"/>
        </w:tc>
        <w:tc>
          <w:tcPr>
            <w:tcW w:w="871" w:type="pct"/>
            <w:vAlign w:val="center"/>
          </w:tcPr>
          <w:p w14:paraId="3CBA04BD" w14:textId="77777777" w:rsidR="00E976DD" w:rsidRPr="00497214" w:rsidRDefault="00E976DD" w:rsidP="00497214"/>
        </w:tc>
        <w:tc>
          <w:tcPr>
            <w:tcW w:w="892" w:type="pct"/>
            <w:vAlign w:val="center"/>
          </w:tcPr>
          <w:p w14:paraId="3CBA04BE" w14:textId="77777777" w:rsidR="00E976DD" w:rsidRPr="00497214" w:rsidRDefault="00E976DD" w:rsidP="00497214"/>
        </w:tc>
        <w:tc>
          <w:tcPr>
            <w:tcW w:w="849" w:type="pct"/>
            <w:vAlign w:val="center"/>
          </w:tcPr>
          <w:p w14:paraId="3CBA04BF" w14:textId="77777777" w:rsidR="00E976DD" w:rsidRPr="00497214" w:rsidRDefault="00E976DD" w:rsidP="00497214"/>
        </w:tc>
      </w:tr>
      <w:tr w:rsidR="00E976DD" w:rsidRPr="00F65D59" w14:paraId="3CBA04C8" w14:textId="77777777" w:rsidTr="00E976DD">
        <w:trPr>
          <w:cantSplit/>
          <w:jc w:val="center"/>
        </w:trPr>
        <w:tc>
          <w:tcPr>
            <w:tcW w:w="375" w:type="pct"/>
            <w:vAlign w:val="center"/>
          </w:tcPr>
          <w:p w14:paraId="3CBA04C1" w14:textId="77777777" w:rsidR="00E976DD" w:rsidRPr="00497214" w:rsidRDefault="00E976DD" w:rsidP="00497214"/>
        </w:tc>
        <w:tc>
          <w:tcPr>
            <w:tcW w:w="745" w:type="pct"/>
            <w:vAlign w:val="center"/>
          </w:tcPr>
          <w:p w14:paraId="3CBA04C2" w14:textId="77777777" w:rsidR="00E976DD" w:rsidRPr="00497214" w:rsidRDefault="00E976DD" w:rsidP="00497214"/>
        </w:tc>
        <w:tc>
          <w:tcPr>
            <w:tcW w:w="634" w:type="pct"/>
            <w:vAlign w:val="center"/>
          </w:tcPr>
          <w:p w14:paraId="3CBA04C3" w14:textId="77777777" w:rsidR="00E976DD" w:rsidRPr="00497214" w:rsidRDefault="00E976DD" w:rsidP="00497214"/>
        </w:tc>
        <w:tc>
          <w:tcPr>
            <w:tcW w:w="634" w:type="pct"/>
            <w:vAlign w:val="center"/>
          </w:tcPr>
          <w:p w14:paraId="3CBA04C4" w14:textId="77777777" w:rsidR="00E976DD" w:rsidRPr="00497214" w:rsidRDefault="00E976DD" w:rsidP="00497214"/>
        </w:tc>
        <w:tc>
          <w:tcPr>
            <w:tcW w:w="871" w:type="pct"/>
            <w:vAlign w:val="center"/>
          </w:tcPr>
          <w:p w14:paraId="3CBA04C5" w14:textId="77777777" w:rsidR="00E976DD" w:rsidRPr="00497214" w:rsidRDefault="00E976DD" w:rsidP="00497214"/>
        </w:tc>
        <w:tc>
          <w:tcPr>
            <w:tcW w:w="892" w:type="pct"/>
            <w:vAlign w:val="center"/>
          </w:tcPr>
          <w:p w14:paraId="3CBA04C6" w14:textId="77777777" w:rsidR="00E976DD" w:rsidRPr="00497214" w:rsidRDefault="00E976DD" w:rsidP="00497214"/>
        </w:tc>
        <w:tc>
          <w:tcPr>
            <w:tcW w:w="849" w:type="pct"/>
            <w:vAlign w:val="center"/>
          </w:tcPr>
          <w:p w14:paraId="3CBA04C7" w14:textId="77777777" w:rsidR="00E976DD" w:rsidRPr="00497214" w:rsidRDefault="00E976DD" w:rsidP="00497214"/>
        </w:tc>
      </w:tr>
      <w:tr w:rsidR="00E976DD" w:rsidRPr="00F65D59" w14:paraId="3CBA04D0" w14:textId="77777777" w:rsidTr="00E976DD">
        <w:trPr>
          <w:cantSplit/>
          <w:jc w:val="center"/>
        </w:trPr>
        <w:tc>
          <w:tcPr>
            <w:tcW w:w="375" w:type="pct"/>
            <w:vAlign w:val="center"/>
          </w:tcPr>
          <w:p w14:paraId="3CBA04C9" w14:textId="77777777" w:rsidR="00E976DD" w:rsidRPr="00497214" w:rsidRDefault="00E976DD" w:rsidP="00497214"/>
        </w:tc>
        <w:tc>
          <w:tcPr>
            <w:tcW w:w="745" w:type="pct"/>
            <w:vAlign w:val="center"/>
          </w:tcPr>
          <w:p w14:paraId="3CBA04CA" w14:textId="77777777" w:rsidR="00E976DD" w:rsidRPr="00497214" w:rsidRDefault="00E976DD" w:rsidP="00497214"/>
        </w:tc>
        <w:tc>
          <w:tcPr>
            <w:tcW w:w="634" w:type="pct"/>
            <w:vAlign w:val="center"/>
          </w:tcPr>
          <w:p w14:paraId="3CBA04CB" w14:textId="77777777" w:rsidR="00E976DD" w:rsidRPr="00497214" w:rsidRDefault="00E976DD" w:rsidP="00497214"/>
        </w:tc>
        <w:tc>
          <w:tcPr>
            <w:tcW w:w="634" w:type="pct"/>
            <w:vAlign w:val="center"/>
          </w:tcPr>
          <w:p w14:paraId="3CBA04CC" w14:textId="77777777" w:rsidR="00E976DD" w:rsidRPr="00497214" w:rsidRDefault="00E976DD" w:rsidP="00497214"/>
        </w:tc>
        <w:tc>
          <w:tcPr>
            <w:tcW w:w="871" w:type="pct"/>
            <w:vAlign w:val="center"/>
          </w:tcPr>
          <w:p w14:paraId="3CBA04CD" w14:textId="77777777" w:rsidR="00E976DD" w:rsidRPr="00497214" w:rsidRDefault="00E976DD" w:rsidP="00497214"/>
        </w:tc>
        <w:tc>
          <w:tcPr>
            <w:tcW w:w="892" w:type="pct"/>
            <w:vAlign w:val="center"/>
          </w:tcPr>
          <w:p w14:paraId="3CBA04CE" w14:textId="77777777" w:rsidR="00E976DD" w:rsidRPr="00497214" w:rsidRDefault="00E976DD" w:rsidP="00497214"/>
        </w:tc>
        <w:tc>
          <w:tcPr>
            <w:tcW w:w="849" w:type="pct"/>
            <w:vAlign w:val="center"/>
          </w:tcPr>
          <w:p w14:paraId="3CBA04CF" w14:textId="77777777" w:rsidR="00E976DD" w:rsidRPr="00497214" w:rsidRDefault="00E976DD" w:rsidP="00497214"/>
        </w:tc>
      </w:tr>
      <w:tr w:rsidR="00E976DD" w:rsidRPr="00F65D59" w14:paraId="3CBA04D8" w14:textId="77777777" w:rsidTr="00E976DD">
        <w:trPr>
          <w:cantSplit/>
          <w:jc w:val="center"/>
        </w:trPr>
        <w:tc>
          <w:tcPr>
            <w:tcW w:w="375" w:type="pct"/>
            <w:vAlign w:val="center"/>
          </w:tcPr>
          <w:p w14:paraId="3CBA04D1" w14:textId="77777777" w:rsidR="00E976DD" w:rsidRPr="00497214" w:rsidRDefault="00E976DD" w:rsidP="00497214"/>
        </w:tc>
        <w:tc>
          <w:tcPr>
            <w:tcW w:w="745" w:type="pct"/>
            <w:vAlign w:val="center"/>
          </w:tcPr>
          <w:p w14:paraId="3CBA04D2" w14:textId="77777777" w:rsidR="00E976DD" w:rsidRPr="00497214" w:rsidRDefault="00E976DD" w:rsidP="00497214"/>
        </w:tc>
        <w:tc>
          <w:tcPr>
            <w:tcW w:w="634" w:type="pct"/>
            <w:vAlign w:val="center"/>
          </w:tcPr>
          <w:p w14:paraId="3CBA04D3" w14:textId="77777777" w:rsidR="00E976DD" w:rsidRPr="00497214" w:rsidRDefault="00E976DD" w:rsidP="00497214"/>
        </w:tc>
        <w:tc>
          <w:tcPr>
            <w:tcW w:w="634" w:type="pct"/>
            <w:vAlign w:val="center"/>
          </w:tcPr>
          <w:p w14:paraId="3CBA04D4" w14:textId="77777777" w:rsidR="00E976DD" w:rsidRPr="00497214" w:rsidRDefault="00E976DD" w:rsidP="00497214"/>
        </w:tc>
        <w:tc>
          <w:tcPr>
            <w:tcW w:w="871" w:type="pct"/>
            <w:vAlign w:val="center"/>
          </w:tcPr>
          <w:p w14:paraId="3CBA04D5" w14:textId="77777777" w:rsidR="00E976DD" w:rsidRPr="00497214" w:rsidRDefault="00E976DD" w:rsidP="00497214"/>
        </w:tc>
        <w:tc>
          <w:tcPr>
            <w:tcW w:w="892" w:type="pct"/>
            <w:vAlign w:val="center"/>
          </w:tcPr>
          <w:p w14:paraId="3CBA04D6" w14:textId="77777777" w:rsidR="00E976DD" w:rsidRPr="00497214" w:rsidRDefault="00E976DD" w:rsidP="00497214"/>
        </w:tc>
        <w:tc>
          <w:tcPr>
            <w:tcW w:w="849" w:type="pct"/>
            <w:vAlign w:val="center"/>
          </w:tcPr>
          <w:p w14:paraId="3CBA04D7" w14:textId="77777777" w:rsidR="00E976DD" w:rsidRPr="00497214" w:rsidRDefault="00E976DD" w:rsidP="00497214"/>
        </w:tc>
      </w:tr>
    </w:tbl>
    <w:p w14:paraId="3CBA04DA" w14:textId="77777777" w:rsidR="00644481" w:rsidRDefault="00E976DD" w:rsidP="00D51F99">
      <w:pPr>
        <w:pStyle w:val="Heading1"/>
      </w:pPr>
      <w:bookmarkStart w:id="35" w:name="_Toc4734511"/>
      <w:r>
        <w:t>Training Administration</w:t>
      </w:r>
      <w:bookmarkEnd w:id="35"/>
    </w:p>
    <w:p w14:paraId="3CBA04DB" w14:textId="77777777" w:rsidR="00E976DD" w:rsidRPr="00E976DD" w:rsidRDefault="00E976DD" w:rsidP="00054405">
      <w:pPr>
        <w:pStyle w:val="Heading2"/>
      </w:pPr>
      <w:bookmarkStart w:id="36" w:name="_Toc4734512"/>
      <w:r>
        <w:t>Training Evaluation</w:t>
      </w:r>
      <w:bookmarkEnd w:id="36"/>
    </w:p>
    <w:p w14:paraId="3CBA04DC" w14:textId="77777777" w:rsidR="00644481" w:rsidRDefault="00E450B8" w:rsidP="00E976DD">
      <w:pPr>
        <w:pStyle w:val="StyleInfoBlueArialLeftLeft0"/>
      </w:pPr>
      <w:r>
        <w:t xml:space="preserve">Instructions: </w:t>
      </w:r>
      <w:r w:rsidR="00E976DD" w:rsidRPr="00E976DD">
        <w:t>Describe how training evaluation will be performed.</w:t>
      </w:r>
      <w:r w:rsidR="00FD61C1">
        <w:t xml:space="preserve"> </w:t>
      </w:r>
      <w:r w:rsidR="00E976DD" w:rsidRPr="00E976DD">
        <w:t>Describe how feedback will be elicited from personnel to ensure that training objectives were met (e.g., evaluation tools, forms, etc.).</w:t>
      </w:r>
      <w:r w:rsidR="00FD61C1">
        <w:t xml:space="preserve"> </w:t>
      </w:r>
      <w:r w:rsidR="00E976DD" w:rsidRPr="00E976DD">
        <w:t>Also describe how the feedback will be analyzed and what will be done with the results, as well as how changes to the training and training materials will be made as a result of the evaluation process</w:t>
      </w:r>
      <w:r w:rsidRPr="00E43487">
        <w:t>.</w:t>
      </w:r>
    </w:p>
    <w:p w14:paraId="3CBA04DD" w14:textId="77777777" w:rsidR="00E976DD" w:rsidRDefault="00E976DD" w:rsidP="00054405">
      <w:pPr>
        <w:pStyle w:val="Heading2"/>
      </w:pPr>
      <w:bookmarkStart w:id="37" w:name="_Toc4734513"/>
      <w:r>
        <w:t>Monitoring &amp; Reporting</w:t>
      </w:r>
      <w:bookmarkEnd w:id="37"/>
    </w:p>
    <w:p w14:paraId="3CBA04DE" w14:textId="77777777" w:rsidR="00922D27" w:rsidRPr="00922D27" w:rsidRDefault="00E976DD" w:rsidP="00922D27">
      <w:pPr>
        <w:pStyle w:val="StyleInfoBlueArialLeftLeft0"/>
      </w:pPr>
      <w:r>
        <w:t>Instructions:</w:t>
      </w:r>
      <w:r w:rsidR="00FD61C1">
        <w:t xml:space="preserve"> </w:t>
      </w:r>
      <w:r w:rsidRPr="00E976DD">
        <w:t>Describe how training registration and training completion will be monitored and tracked</w:t>
      </w:r>
      <w:proofErr w:type="gramStart"/>
      <w:r w:rsidRPr="00E976DD">
        <w:t>.</w:t>
      </w:r>
      <w:r w:rsidR="00922D27">
        <w:t>.</w:t>
      </w:r>
      <w:proofErr w:type="gramEnd"/>
    </w:p>
    <w:p w14:paraId="3CBA04DF" w14:textId="77777777" w:rsidR="00FE3E34" w:rsidRDefault="00FE3E34" w:rsidP="00C33198">
      <w:pPr>
        <w:pStyle w:val="BackMatterHeading"/>
        <w:sectPr w:rsidR="00FE3E34" w:rsidSect="00054405">
          <w:headerReference w:type="default" r:id="rId20"/>
          <w:footerReference w:type="default" r:id="rId21"/>
          <w:pgSz w:w="12240" w:h="15840" w:code="1"/>
          <w:pgMar w:top="1440" w:right="1440" w:bottom="1440" w:left="1440" w:header="504" w:footer="504" w:gutter="0"/>
          <w:pgNumType w:start="1"/>
          <w:cols w:space="720"/>
          <w:docGrid w:linePitch="360"/>
        </w:sectPr>
      </w:pPr>
      <w:bookmarkStart w:id="38" w:name="FEAReferenceModel"/>
    </w:p>
    <w:p w14:paraId="7F77B0F2" w14:textId="77777777" w:rsidR="00054405" w:rsidRDefault="00054405">
      <w:pPr>
        <w:spacing w:before="0" w:after="0"/>
        <w:rPr>
          <w:rFonts w:ascii="Arial Narrow" w:hAnsi="Arial Narrow"/>
          <w:b/>
          <w:color w:val="000000" w:themeColor="text1"/>
          <w:sz w:val="36"/>
        </w:rPr>
      </w:pPr>
      <w:r>
        <w:br w:type="page"/>
      </w:r>
    </w:p>
    <w:p w14:paraId="176565C3" w14:textId="77777777" w:rsidR="00BC30BA" w:rsidRDefault="00BC30BA" w:rsidP="00BC30BA">
      <w:pPr>
        <w:pStyle w:val="BackMatterHeading"/>
        <w:numPr>
          <w:ilvl w:val="0"/>
          <w:numId w:val="40"/>
        </w:numPr>
      </w:pPr>
      <w:bookmarkStart w:id="39" w:name="_Toc4734514"/>
      <w:bookmarkStart w:id="40" w:name="_Toc395081362"/>
      <w:bookmarkStart w:id="41" w:name="_Toc395092000"/>
      <w:bookmarkStart w:id="42" w:name="_Toc395093009"/>
      <w:bookmarkStart w:id="43" w:name="_Toc395095146"/>
      <w:bookmarkStart w:id="44" w:name="_Toc395107345"/>
      <w:bookmarkStart w:id="45" w:name="_Toc395163185"/>
      <w:bookmarkStart w:id="46" w:name="_Toc395165903"/>
      <w:bookmarkStart w:id="47" w:name="_Toc395166938"/>
      <w:bookmarkStart w:id="48" w:name="_Toc395168739"/>
      <w:bookmarkStart w:id="49" w:name="_Toc395170179"/>
      <w:bookmarkStart w:id="50" w:name="_Toc395769966"/>
      <w:bookmarkStart w:id="51" w:name="_Toc395773787"/>
      <w:bookmarkStart w:id="52" w:name="_Toc395775526"/>
      <w:bookmarkStart w:id="53" w:name="_Toc395779302"/>
      <w:bookmarkStart w:id="54" w:name="_Toc395780408"/>
      <w:bookmarkStart w:id="55" w:name="RecordOfChanges"/>
      <w:r>
        <w:lastRenderedPageBreak/>
        <w:t>Course Synopses (if applicable)</w:t>
      </w:r>
      <w:bookmarkEnd w:id="39"/>
    </w:p>
    <w:p w14:paraId="27FDAD6D" w14:textId="77777777" w:rsidR="00BC30BA" w:rsidRDefault="00BC30BA" w:rsidP="00BC30BA">
      <w:pPr>
        <w:pStyle w:val="StyleInfoBlueArialLeftLeft0"/>
      </w:pPr>
      <w:r w:rsidRPr="00D45B6D">
        <w:t xml:space="preserve">Instructions: </w:t>
      </w:r>
      <w:r>
        <w:t>P</w:t>
      </w:r>
      <w:r w:rsidRPr="005F08CE">
        <w:t xml:space="preserve">rovide detailed descriptions for each prescribed training course. </w:t>
      </w:r>
    </w:p>
    <w:p w14:paraId="49F3024B" w14:textId="24153BC4" w:rsidR="00BC30BA" w:rsidRDefault="00BC30BA" w:rsidP="00BC30BA">
      <w:pPr>
        <w:pStyle w:val="Caption"/>
        <w:keepNext/>
      </w:pPr>
      <w:bookmarkStart w:id="56" w:name="_Toc4734497"/>
      <w:r>
        <w:t xml:space="preserve">Table </w:t>
      </w:r>
      <w:r>
        <w:rPr>
          <w:noProof/>
        </w:rPr>
        <w:t>3</w:t>
      </w:r>
      <w:r>
        <w:t>: Course Synopsis</w:t>
      </w:r>
      <w:bookmarkEnd w:id="5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196"/>
      </w:tblGrid>
      <w:tr w:rsidR="00BC30BA" w:rsidRPr="006C14E2" w14:paraId="4C623529" w14:textId="77777777" w:rsidTr="005F7E14">
        <w:trPr>
          <w:cantSplit/>
        </w:trPr>
        <w:tc>
          <w:tcPr>
            <w:tcW w:w="2410" w:type="dxa"/>
            <w:shd w:val="clear" w:color="auto" w:fill="1F497D"/>
            <w:tcMar>
              <w:top w:w="14" w:type="dxa"/>
              <w:left w:w="14" w:type="dxa"/>
              <w:bottom w:w="14" w:type="dxa"/>
              <w:right w:w="14" w:type="dxa"/>
            </w:tcMar>
          </w:tcPr>
          <w:p w14:paraId="0AABCCF8" w14:textId="77777777" w:rsidR="00BC30BA" w:rsidRPr="005B1E8C" w:rsidRDefault="00BC30BA" w:rsidP="005F7E14">
            <w:pPr>
              <w:pStyle w:val="TableColumnHeading"/>
            </w:pPr>
            <w:r>
              <w:t>Type</w:t>
            </w:r>
          </w:p>
        </w:tc>
        <w:tc>
          <w:tcPr>
            <w:tcW w:w="7196" w:type="dxa"/>
          </w:tcPr>
          <w:p w14:paraId="7BE2F1C6" w14:textId="77777777" w:rsidR="00BC30BA" w:rsidRPr="005A6426" w:rsidRDefault="00BC30BA" w:rsidP="005F7E14">
            <w:pPr>
              <w:pStyle w:val="StyleInfoBlueArialLeftLeft0"/>
            </w:pPr>
            <w:r>
              <w:t>Enter</w:t>
            </w:r>
            <w:r w:rsidRPr="005A6426">
              <w:t xml:space="preserve"> the type of training (e.g., hands-on classroom training, lecture, webinar, individual computer-based training (CBT), individual web-based training, etc.)</w:t>
            </w:r>
          </w:p>
        </w:tc>
      </w:tr>
      <w:tr w:rsidR="00BC30BA" w:rsidRPr="006C14E2" w14:paraId="6D812272" w14:textId="77777777" w:rsidTr="005F7E14">
        <w:trPr>
          <w:cantSplit/>
        </w:trPr>
        <w:tc>
          <w:tcPr>
            <w:tcW w:w="2410" w:type="dxa"/>
            <w:shd w:val="clear" w:color="auto" w:fill="1F497D"/>
            <w:tcMar>
              <w:top w:w="14" w:type="dxa"/>
              <w:left w:w="14" w:type="dxa"/>
              <w:bottom w:w="14" w:type="dxa"/>
              <w:right w:w="14" w:type="dxa"/>
            </w:tcMar>
          </w:tcPr>
          <w:p w14:paraId="6E9E4606" w14:textId="77777777" w:rsidR="00BC30BA" w:rsidRPr="00F058C6" w:rsidRDefault="00BC30BA" w:rsidP="005F7E14">
            <w:pPr>
              <w:pStyle w:val="TableColumnHeading"/>
            </w:pPr>
            <w:r>
              <w:t>Duration</w:t>
            </w:r>
          </w:p>
        </w:tc>
        <w:tc>
          <w:tcPr>
            <w:tcW w:w="7196" w:type="dxa"/>
          </w:tcPr>
          <w:p w14:paraId="48F1561B" w14:textId="77777777" w:rsidR="00BC30BA" w:rsidRPr="005A6426" w:rsidRDefault="00BC30BA" w:rsidP="005F7E14">
            <w:pPr>
              <w:pStyle w:val="StyleInfoBlueArialLeftLeft0"/>
            </w:pPr>
            <w:r w:rsidRPr="005A6426">
              <w:t>Enter how long it will take for an individual to complete the course.</w:t>
            </w:r>
          </w:p>
        </w:tc>
      </w:tr>
      <w:tr w:rsidR="00BC30BA" w:rsidRPr="006C14E2" w14:paraId="529F5A57" w14:textId="77777777" w:rsidTr="005F7E14">
        <w:trPr>
          <w:cantSplit/>
        </w:trPr>
        <w:tc>
          <w:tcPr>
            <w:tcW w:w="2410" w:type="dxa"/>
            <w:shd w:val="clear" w:color="auto" w:fill="1F497D"/>
            <w:tcMar>
              <w:top w:w="14" w:type="dxa"/>
              <w:left w:w="14" w:type="dxa"/>
              <w:bottom w:w="14" w:type="dxa"/>
              <w:right w:w="14" w:type="dxa"/>
            </w:tcMar>
          </w:tcPr>
          <w:p w14:paraId="0E136B0D" w14:textId="77777777" w:rsidR="00BC30BA" w:rsidRPr="00F058C6" w:rsidRDefault="00BC30BA" w:rsidP="005F7E14">
            <w:pPr>
              <w:pStyle w:val="TableColumnHeading"/>
            </w:pPr>
            <w:r>
              <w:t>Dates / Locations</w:t>
            </w:r>
          </w:p>
        </w:tc>
        <w:tc>
          <w:tcPr>
            <w:tcW w:w="7196" w:type="dxa"/>
          </w:tcPr>
          <w:p w14:paraId="19FE7A1D" w14:textId="77777777" w:rsidR="00BC30BA" w:rsidRPr="005A6426" w:rsidRDefault="00BC30BA" w:rsidP="005F7E14">
            <w:pPr>
              <w:pStyle w:val="StyleInfoBlueArialLeftLeft0"/>
            </w:pPr>
            <w:r w:rsidRPr="005A6426">
              <w:t>Enter the planned dates/locations for the course, if applicable.</w:t>
            </w:r>
          </w:p>
        </w:tc>
      </w:tr>
      <w:tr w:rsidR="00BC30BA" w:rsidRPr="006C14E2" w14:paraId="739A0FB8" w14:textId="77777777" w:rsidTr="005F7E14">
        <w:trPr>
          <w:cantSplit/>
        </w:trPr>
        <w:tc>
          <w:tcPr>
            <w:tcW w:w="2410" w:type="dxa"/>
            <w:shd w:val="clear" w:color="auto" w:fill="1F497D"/>
            <w:tcMar>
              <w:top w:w="14" w:type="dxa"/>
              <w:left w:w="14" w:type="dxa"/>
              <w:bottom w:w="14" w:type="dxa"/>
              <w:right w:w="14" w:type="dxa"/>
            </w:tcMar>
          </w:tcPr>
          <w:p w14:paraId="46599119" w14:textId="77777777" w:rsidR="00BC30BA" w:rsidRPr="00F058C6" w:rsidRDefault="00BC30BA" w:rsidP="005F7E14">
            <w:pPr>
              <w:pStyle w:val="TableColumnHeading"/>
            </w:pPr>
            <w:r>
              <w:t>Audience</w:t>
            </w:r>
          </w:p>
        </w:tc>
        <w:tc>
          <w:tcPr>
            <w:tcW w:w="7196" w:type="dxa"/>
          </w:tcPr>
          <w:p w14:paraId="75204F95" w14:textId="77777777" w:rsidR="00BC30BA" w:rsidRPr="005A6426" w:rsidRDefault="00BC30BA" w:rsidP="005F7E14">
            <w:pPr>
              <w:pStyle w:val="StyleInfoBlueArialLeftLeft0"/>
            </w:pPr>
            <w:r w:rsidRPr="005A6426">
              <w:t>Enter the target audience for the course (i.e., who should complete the training).</w:t>
            </w:r>
          </w:p>
        </w:tc>
      </w:tr>
      <w:tr w:rsidR="00BC30BA" w:rsidRPr="006C14E2" w14:paraId="54A528CE" w14:textId="77777777" w:rsidTr="005F7E14">
        <w:trPr>
          <w:cantSplit/>
        </w:trPr>
        <w:tc>
          <w:tcPr>
            <w:tcW w:w="2410" w:type="dxa"/>
            <w:shd w:val="clear" w:color="auto" w:fill="1F497D"/>
            <w:tcMar>
              <w:top w:w="14" w:type="dxa"/>
              <w:left w:w="14" w:type="dxa"/>
              <w:bottom w:w="14" w:type="dxa"/>
              <w:right w:w="14" w:type="dxa"/>
            </w:tcMar>
          </w:tcPr>
          <w:p w14:paraId="785A0B23" w14:textId="77777777" w:rsidR="00BC30BA" w:rsidRPr="00F058C6" w:rsidRDefault="00BC30BA" w:rsidP="005F7E14">
            <w:pPr>
              <w:pStyle w:val="TableColumnHeading"/>
            </w:pPr>
            <w:r>
              <w:t>Prerequisites</w:t>
            </w:r>
          </w:p>
        </w:tc>
        <w:tc>
          <w:tcPr>
            <w:tcW w:w="7196" w:type="dxa"/>
          </w:tcPr>
          <w:p w14:paraId="316A4350" w14:textId="77777777" w:rsidR="00BC30BA" w:rsidRPr="005A6426" w:rsidRDefault="00BC30BA" w:rsidP="005F7E14">
            <w:pPr>
              <w:pStyle w:val="StyleInfoBlueArialLeftLeft0"/>
            </w:pPr>
            <w:r w:rsidRPr="005A6426">
              <w:t>Enter any prerequisites that course participants should have (e.g., prior training, practical experience, etc.).</w:t>
            </w:r>
          </w:p>
        </w:tc>
      </w:tr>
      <w:tr w:rsidR="00BC30BA" w:rsidRPr="006C14E2" w14:paraId="52634B53" w14:textId="77777777" w:rsidTr="005F7E14">
        <w:trPr>
          <w:cantSplit/>
        </w:trPr>
        <w:tc>
          <w:tcPr>
            <w:tcW w:w="2410" w:type="dxa"/>
            <w:shd w:val="clear" w:color="auto" w:fill="1F497D"/>
            <w:tcMar>
              <w:top w:w="14" w:type="dxa"/>
              <w:left w:w="14" w:type="dxa"/>
              <w:bottom w:w="14" w:type="dxa"/>
              <w:right w:w="14" w:type="dxa"/>
            </w:tcMar>
          </w:tcPr>
          <w:p w14:paraId="5F1B5162" w14:textId="77777777" w:rsidR="00BC30BA" w:rsidRPr="00F058C6" w:rsidRDefault="00BC30BA" w:rsidP="005F7E14">
            <w:pPr>
              <w:pStyle w:val="TableColumnHeading"/>
            </w:pPr>
            <w:r>
              <w:t>Summary Description</w:t>
            </w:r>
          </w:p>
        </w:tc>
        <w:tc>
          <w:tcPr>
            <w:tcW w:w="7196" w:type="dxa"/>
          </w:tcPr>
          <w:p w14:paraId="360E01AE" w14:textId="77777777" w:rsidR="00BC30BA" w:rsidRPr="005A6426" w:rsidRDefault="00BC30BA" w:rsidP="005F7E14">
            <w:pPr>
              <w:pStyle w:val="StyleInfoBlueArialLeftLeft0"/>
            </w:pPr>
            <w:r w:rsidRPr="005A6426">
              <w:t>Enter a brief description of the course focusing on the anticipated benefits</w:t>
            </w:r>
          </w:p>
        </w:tc>
      </w:tr>
      <w:tr w:rsidR="00BC30BA" w:rsidRPr="006C14E2" w14:paraId="60C0294D" w14:textId="77777777" w:rsidTr="005F7E14">
        <w:trPr>
          <w:cantSplit/>
        </w:trPr>
        <w:tc>
          <w:tcPr>
            <w:tcW w:w="2410" w:type="dxa"/>
            <w:shd w:val="clear" w:color="auto" w:fill="1F497D"/>
            <w:tcMar>
              <w:top w:w="14" w:type="dxa"/>
              <w:left w:w="14" w:type="dxa"/>
              <w:bottom w:w="14" w:type="dxa"/>
              <w:right w:w="14" w:type="dxa"/>
            </w:tcMar>
          </w:tcPr>
          <w:p w14:paraId="464D8432" w14:textId="77777777" w:rsidR="00BC30BA" w:rsidRPr="00F058C6" w:rsidRDefault="00BC30BA" w:rsidP="005F7E14">
            <w:pPr>
              <w:pStyle w:val="TableColumnHeading"/>
            </w:pPr>
            <w:r>
              <w:t>Course Objectives</w:t>
            </w:r>
          </w:p>
        </w:tc>
        <w:tc>
          <w:tcPr>
            <w:tcW w:w="7196" w:type="dxa"/>
          </w:tcPr>
          <w:p w14:paraId="26D55239" w14:textId="77777777" w:rsidR="00BC30BA" w:rsidRPr="005A6426" w:rsidRDefault="00BC30BA" w:rsidP="005F7E14">
            <w:pPr>
              <w:pStyle w:val="StyleInfoBlueArialLeftLeft0"/>
            </w:pPr>
            <w:r w:rsidRPr="005A6426">
              <w:t>Enter at a high-level what the participants will learn in completing the course, which may be presented as bulleted items</w:t>
            </w:r>
          </w:p>
        </w:tc>
      </w:tr>
      <w:tr w:rsidR="00BC30BA" w:rsidRPr="006C14E2" w14:paraId="64D19624" w14:textId="77777777" w:rsidTr="005F7E14">
        <w:trPr>
          <w:cantSplit/>
        </w:trPr>
        <w:tc>
          <w:tcPr>
            <w:tcW w:w="2410" w:type="dxa"/>
            <w:shd w:val="clear" w:color="auto" w:fill="1F497D"/>
            <w:tcMar>
              <w:top w:w="14" w:type="dxa"/>
              <w:left w:w="14" w:type="dxa"/>
              <w:bottom w:w="14" w:type="dxa"/>
              <w:right w:w="14" w:type="dxa"/>
            </w:tcMar>
          </w:tcPr>
          <w:p w14:paraId="46FD4B95" w14:textId="77777777" w:rsidR="00BC30BA" w:rsidRPr="00F058C6" w:rsidRDefault="00BC30BA" w:rsidP="005F7E14">
            <w:pPr>
              <w:pStyle w:val="TableColumnHeading"/>
            </w:pPr>
            <w:r>
              <w:t>Course Content</w:t>
            </w:r>
          </w:p>
        </w:tc>
        <w:tc>
          <w:tcPr>
            <w:tcW w:w="7196" w:type="dxa"/>
          </w:tcPr>
          <w:p w14:paraId="7E498072" w14:textId="77777777" w:rsidR="00BC30BA" w:rsidRPr="005A6426" w:rsidRDefault="00BC30BA" w:rsidP="005F7E14">
            <w:pPr>
              <w:pStyle w:val="StyleInfoBlueArialLeftLeft0"/>
            </w:pPr>
            <w:r w:rsidRPr="005A6426">
              <w:t>Enter in detail the content of the course, which may be presented in the form of an outline.</w:t>
            </w:r>
          </w:p>
        </w:tc>
      </w:tr>
      <w:tr w:rsidR="00BC30BA" w:rsidRPr="006C14E2" w14:paraId="38059CE3" w14:textId="77777777" w:rsidTr="005F7E14">
        <w:trPr>
          <w:cantSplit/>
        </w:trPr>
        <w:tc>
          <w:tcPr>
            <w:tcW w:w="2410" w:type="dxa"/>
            <w:shd w:val="clear" w:color="auto" w:fill="1F497D"/>
            <w:tcMar>
              <w:top w:w="14" w:type="dxa"/>
              <w:left w:w="14" w:type="dxa"/>
              <w:bottom w:w="14" w:type="dxa"/>
              <w:right w:w="14" w:type="dxa"/>
            </w:tcMar>
          </w:tcPr>
          <w:p w14:paraId="5779BF50" w14:textId="77777777" w:rsidR="00BC30BA" w:rsidRPr="00F058C6" w:rsidRDefault="00BC30BA" w:rsidP="005F7E14">
            <w:pPr>
              <w:pStyle w:val="TableColumnHeading"/>
            </w:pPr>
            <w:r>
              <w:t>Testing / Certification</w:t>
            </w:r>
          </w:p>
        </w:tc>
        <w:tc>
          <w:tcPr>
            <w:tcW w:w="7196" w:type="dxa"/>
          </w:tcPr>
          <w:p w14:paraId="74AD50E7" w14:textId="77777777" w:rsidR="00BC30BA" w:rsidRPr="005A6426" w:rsidRDefault="00BC30BA" w:rsidP="005F7E14">
            <w:pPr>
              <w:pStyle w:val="StyleInfoBlueArialLeftLeft0"/>
            </w:pPr>
            <w:r w:rsidRPr="005A6426">
              <w:t>Enter any exams/certifications following completion of the course.</w:t>
            </w:r>
          </w:p>
        </w:tc>
      </w:tr>
      <w:tr w:rsidR="00BC30BA" w:rsidRPr="006C14E2" w14:paraId="4D953576" w14:textId="77777777" w:rsidTr="005F7E14">
        <w:trPr>
          <w:cantSplit/>
        </w:trPr>
        <w:tc>
          <w:tcPr>
            <w:tcW w:w="2410" w:type="dxa"/>
            <w:shd w:val="clear" w:color="auto" w:fill="1F497D"/>
            <w:tcMar>
              <w:top w:w="14" w:type="dxa"/>
              <w:left w:w="14" w:type="dxa"/>
              <w:bottom w:w="14" w:type="dxa"/>
              <w:right w:w="14" w:type="dxa"/>
            </w:tcMar>
          </w:tcPr>
          <w:p w14:paraId="4A608AC1" w14:textId="77777777" w:rsidR="00BC30BA" w:rsidRPr="00F058C6" w:rsidRDefault="00BC30BA" w:rsidP="005F7E14">
            <w:pPr>
              <w:pStyle w:val="TableColumnHeading"/>
            </w:pPr>
            <w:r>
              <w:t>Related Courses</w:t>
            </w:r>
          </w:p>
        </w:tc>
        <w:tc>
          <w:tcPr>
            <w:tcW w:w="7196" w:type="dxa"/>
          </w:tcPr>
          <w:p w14:paraId="74B7E33B" w14:textId="77777777" w:rsidR="00BC30BA" w:rsidRPr="005A6426" w:rsidRDefault="00BC30BA" w:rsidP="005F7E14">
            <w:pPr>
              <w:pStyle w:val="StyleInfoBlueArialLeftLeft0"/>
            </w:pPr>
            <w:r w:rsidRPr="005A6426">
              <w:t>Enter any related courses.</w:t>
            </w:r>
          </w:p>
        </w:tc>
      </w:tr>
      <w:tr w:rsidR="00BC30BA" w:rsidRPr="006C14E2" w14:paraId="0DFD42B3" w14:textId="77777777" w:rsidTr="005F7E14">
        <w:trPr>
          <w:cantSplit/>
        </w:trPr>
        <w:tc>
          <w:tcPr>
            <w:tcW w:w="2410" w:type="dxa"/>
            <w:shd w:val="clear" w:color="auto" w:fill="1F497D"/>
            <w:tcMar>
              <w:top w:w="14" w:type="dxa"/>
              <w:left w:w="14" w:type="dxa"/>
              <w:bottom w:w="14" w:type="dxa"/>
              <w:right w:w="14" w:type="dxa"/>
            </w:tcMar>
          </w:tcPr>
          <w:p w14:paraId="7030C06A" w14:textId="77777777" w:rsidR="00BC30BA" w:rsidRPr="00F058C6" w:rsidRDefault="00BC30BA" w:rsidP="005F7E14">
            <w:pPr>
              <w:pStyle w:val="TableColumnHeading"/>
            </w:pPr>
            <w:r>
              <w:t>Logistics</w:t>
            </w:r>
          </w:p>
        </w:tc>
        <w:tc>
          <w:tcPr>
            <w:tcW w:w="7196" w:type="dxa"/>
          </w:tcPr>
          <w:p w14:paraId="19528677" w14:textId="77777777" w:rsidR="00BC30BA" w:rsidRPr="005A6426" w:rsidRDefault="00BC30BA" w:rsidP="005F7E14">
            <w:pPr>
              <w:pStyle w:val="StyleInfoBlueArialLeftLeft0"/>
            </w:pPr>
            <w:r w:rsidRPr="005A6426">
              <w:t>Enter any logistical arrangements necessary for delivery of the course (e.g., instructions regarding participant registration, access to the training facility, hardware/software installation/configuration, establishment of user accounts/passwords for accessing the training, etc.).</w:t>
            </w:r>
          </w:p>
        </w:tc>
      </w:tr>
    </w:tbl>
    <w:p w14:paraId="05BD2C36" w14:textId="77777777" w:rsidR="00054405" w:rsidRPr="005E5B22" w:rsidRDefault="00054405" w:rsidP="00054405">
      <w:pPr>
        <w:pStyle w:val="BackMatterHeading"/>
        <w:numPr>
          <w:ilvl w:val="0"/>
          <w:numId w:val="40"/>
        </w:numPr>
      </w:pPr>
      <w:bookmarkStart w:id="57" w:name="_Toc4734515"/>
      <w:r w:rsidRPr="005E5B22">
        <w:lastRenderedPageBreak/>
        <w:t>Record of Changes</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7"/>
    </w:p>
    <w:bookmarkEnd w:id="55"/>
    <w:p w14:paraId="4555C43F" w14:textId="77777777" w:rsidR="00054405" w:rsidRPr="006559B5" w:rsidRDefault="00054405" w:rsidP="00054405">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252AB0">
        <w:rPr>
          <w:i/>
          <w:iCs/>
          <w:color w:val="0000FF"/>
          <w:sz w:val="24"/>
        </w:rPr>
        <w:t>Training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06567A4F" w14:textId="6E29FFB5" w:rsidR="00054405" w:rsidRDefault="00054405" w:rsidP="00054405">
      <w:pPr>
        <w:pStyle w:val="Caption"/>
        <w:keepNext/>
      </w:pPr>
      <w:bookmarkStart w:id="58" w:name="_Toc391640582"/>
      <w:bookmarkStart w:id="59" w:name="_Toc395092485"/>
      <w:bookmarkStart w:id="60" w:name="_Toc395104116"/>
      <w:bookmarkStart w:id="61" w:name="_Toc395104372"/>
      <w:bookmarkStart w:id="62" w:name="_Toc395107353"/>
      <w:bookmarkStart w:id="63" w:name="_Toc395163195"/>
      <w:bookmarkStart w:id="64" w:name="_Toc395165913"/>
      <w:bookmarkStart w:id="65" w:name="_Toc395166952"/>
      <w:bookmarkStart w:id="66" w:name="_Toc395168754"/>
      <w:bookmarkStart w:id="67" w:name="_Toc395170191"/>
      <w:bookmarkStart w:id="68" w:name="_Toc395769976"/>
      <w:bookmarkStart w:id="69" w:name="_Toc395773330"/>
      <w:bookmarkStart w:id="70" w:name="_Toc395775537"/>
      <w:bookmarkStart w:id="71" w:name="_Toc395779312"/>
      <w:bookmarkStart w:id="72" w:name="_Toc395780416"/>
      <w:bookmarkStart w:id="73" w:name="_Toc4734498"/>
      <w:r>
        <w:t xml:space="preserve">Table </w:t>
      </w:r>
      <w:r w:rsidR="00BC30BA">
        <w:rPr>
          <w:noProof/>
        </w:rPr>
        <w:t>4</w:t>
      </w:r>
      <w:r>
        <w:t>: Record of Changes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39"/>
        <w:gridCol w:w="1138"/>
        <w:gridCol w:w="1936"/>
        <w:gridCol w:w="5005"/>
      </w:tblGrid>
      <w:tr w:rsidR="00054405" w:rsidRPr="000E5004" w14:paraId="305F890F" w14:textId="77777777" w:rsidTr="00E27928">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3E9EDEDF" w14:textId="77777777" w:rsidR="00054405" w:rsidRPr="00956C5C" w:rsidRDefault="00054405" w:rsidP="00583E98">
            <w:pPr>
              <w:pStyle w:val="TableColumnHeading"/>
            </w:pPr>
            <w:r w:rsidRPr="00956C5C">
              <w:t>Version</w:t>
            </w:r>
          </w:p>
          <w:p w14:paraId="6FD8F75C" w14:textId="77777777" w:rsidR="00054405" w:rsidRPr="00956C5C" w:rsidRDefault="00054405" w:rsidP="00583E98">
            <w:pPr>
              <w:pStyle w:val="TableColumnHeading"/>
            </w:pPr>
            <w:r w:rsidRPr="00956C5C">
              <w:t>Number</w:t>
            </w:r>
          </w:p>
        </w:tc>
        <w:tc>
          <w:tcPr>
            <w:tcW w:w="617"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1968944" w14:textId="77777777" w:rsidR="00054405" w:rsidRPr="00956C5C" w:rsidRDefault="00054405" w:rsidP="00583E98">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71CF7DB" w14:textId="77777777" w:rsidR="00054405" w:rsidRPr="00A3688F" w:rsidRDefault="00054405" w:rsidP="00583E98">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6D5D53AA" w14:textId="77777777" w:rsidR="00054405" w:rsidRPr="00956C5C" w:rsidRDefault="00054405" w:rsidP="00583E98">
            <w:pPr>
              <w:pStyle w:val="TableColumnHeading"/>
            </w:pPr>
            <w:r w:rsidRPr="00956C5C">
              <w:t>Description of Change</w:t>
            </w:r>
          </w:p>
        </w:tc>
      </w:tr>
      <w:tr w:rsidR="00054405" w14:paraId="05DF4199" w14:textId="77777777" w:rsidTr="00E27928">
        <w:trPr>
          <w:cantSplit/>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5C19D84B" w14:textId="77777777" w:rsidR="00054405" w:rsidRPr="000E5004" w:rsidRDefault="00054405" w:rsidP="00583E98">
            <w:pPr>
              <w:pStyle w:val="TableText"/>
              <w:jc w:val="center"/>
            </w:pPr>
          </w:p>
        </w:tc>
        <w:tc>
          <w:tcPr>
            <w:tcW w:w="617" w:type="pct"/>
            <w:tcBorders>
              <w:top w:val="single" w:sz="4" w:space="0" w:color="auto"/>
              <w:left w:val="single" w:sz="4" w:space="0" w:color="000000"/>
              <w:bottom w:val="single" w:sz="4" w:space="0" w:color="000000"/>
              <w:right w:val="single" w:sz="4" w:space="0" w:color="000000"/>
            </w:tcBorders>
            <w:shd w:val="clear" w:color="000080" w:fill="FFFFFF"/>
          </w:tcPr>
          <w:p w14:paraId="668B98E6" w14:textId="77777777" w:rsidR="00054405" w:rsidRPr="000E5004" w:rsidRDefault="00054405" w:rsidP="00583E98">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14759FBA" w14:textId="77777777" w:rsidR="00054405" w:rsidRPr="000E5004" w:rsidRDefault="00054405" w:rsidP="00583E98">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7F7D52D2" w14:textId="77777777" w:rsidR="00054405" w:rsidRPr="000E5004" w:rsidRDefault="00054405" w:rsidP="00583E98">
            <w:pPr>
              <w:pStyle w:val="TableText"/>
            </w:pPr>
          </w:p>
        </w:tc>
      </w:tr>
      <w:tr w:rsidR="00054405" w14:paraId="135AC026"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0E42F12" w14:textId="77777777" w:rsidR="00054405" w:rsidRPr="000E5004"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2CEEB0FD" w14:textId="77777777" w:rsidR="00054405" w:rsidRPr="000E5004"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C089F84" w14:textId="77777777" w:rsidR="00054405" w:rsidRPr="000E5004"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1DC8157" w14:textId="77777777" w:rsidR="00054405" w:rsidRPr="000E5004" w:rsidRDefault="00054405" w:rsidP="00583E98">
            <w:pPr>
              <w:pStyle w:val="TableText"/>
            </w:pPr>
          </w:p>
        </w:tc>
      </w:tr>
      <w:tr w:rsidR="00054405" w14:paraId="0B96CAEC"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B8A279B" w14:textId="77777777" w:rsidR="00054405" w:rsidRPr="000E5004"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1E1E28D2" w14:textId="77777777" w:rsidR="00054405" w:rsidRPr="000E5004"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610CD05" w14:textId="77777777" w:rsidR="00054405" w:rsidRPr="000E5004"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D95EC4B" w14:textId="77777777" w:rsidR="00054405" w:rsidRPr="000E5004" w:rsidRDefault="00054405" w:rsidP="00583E98">
            <w:pPr>
              <w:pStyle w:val="TableText"/>
            </w:pPr>
          </w:p>
        </w:tc>
      </w:tr>
      <w:tr w:rsidR="00054405" w14:paraId="166B0B93"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2F372C3" w14:textId="77777777" w:rsidR="00054405" w:rsidRPr="000E5004"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40867111" w14:textId="77777777" w:rsidR="00054405" w:rsidRPr="000E5004"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0AC64EF" w14:textId="77777777" w:rsidR="00054405" w:rsidRPr="000E5004"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0A8CA70" w14:textId="77777777" w:rsidR="00054405" w:rsidRPr="000E5004" w:rsidRDefault="00054405" w:rsidP="00583E98">
            <w:pPr>
              <w:pStyle w:val="TableText"/>
            </w:pPr>
          </w:p>
        </w:tc>
      </w:tr>
      <w:tr w:rsidR="00054405" w14:paraId="1C347285"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3A7C006" w14:textId="77777777" w:rsidR="00054405" w:rsidRPr="004B5BBD"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757E73CD"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F2D8692"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09055B2" w14:textId="77777777" w:rsidR="00054405" w:rsidRPr="004B5BBD" w:rsidRDefault="00054405" w:rsidP="00583E98">
            <w:pPr>
              <w:pStyle w:val="TableText"/>
            </w:pPr>
          </w:p>
        </w:tc>
      </w:tr>
      <w:tr w:rsidR="00054405" w14:paraId="2348EEAE"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31A1E87" w14:textId="77777777" w:rsidR="00054405" w:rsidRPr="004B5BBD"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3C11DC16"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43516EE"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3BD6141" w14:textId="77777777" w:rsidR="00054405" w:rsidRPr="004B5BBD" w:rsidRDefault="00054405" w:rsidP="00583E98">
            <w:pPr>
              <w:pStyle w:val="TableText"/>
            </w:pPr>
          </w:p>
        </w:tc>
      </w:tr>
      <w:tr w:rsidR="00054405" w14:paraId="5A754DB9"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FF94A8C" w14:textId="77777777" w:rsidR="00054405" w:rsidRPr="004B5BBD"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59ADC5AF"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A85A8D5"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4AAE08C" w14:textId="77777777" w:rsidR="00054405" w:rsidRPr="004B5BBD" w:rsidRDefault="00054405" w:rsidP="00583E98">
            <w:pPr>
              <w:pStyle w:val="TableText"/>
            </w:pPr>
          </w:p>
        </w:tc>
      </w:tr>
      <w:tr w:rsidR="00054405" w14:paraId="6F4754D6"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1339D94" w14:textId="77777777" w:rsidR="00054405" w:rsidRPr="004B5BBD"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14311BC6"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B0328B6"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33DA749" w14:textId="77777777" w:rsidR="00054405" w:rsidRPr="004B5BBD" w:rsidRDefault="00054405" w:rsidP="00583E98">
            <w:pPr>
              <w:pStyle w:val="TableText"/>
            </w:pPr>
          </w:p>
        </w:tc>
      </w:tr>
      <w:tr w:rsidR="00054405" w14:paraId="31159BD4"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E8E943A" w14:textId="77777777" w:rsidR="00054405" w:rsidRPr="004B5BBD"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5ED9307D"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D2606D2"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6E09735" w14:textId="77777777" w:rsidR="00054405" w:rsidRPr="004B5BBD" w:rsidRDefault="00054405" w:rsidP="00583E98">
            <w:pPr>
              <w:pStyle w:val="TableText"/>
            </w:pPr>
          </w:p>
        </w:tc>
      </w:tr>
      <w:tr w:rsidR="00054405" w14:paraId="71F68B0A"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507EA1C" w14:textId="77777777" w:rsidR="00054405" w:rsidRPr="004B5BBD"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3BAD02B3"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74D4E49"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BC14EBD" w14:textId="77777777" w:rsidR="00054405" w:rsidRPr="004B5BBD" w:rsidRDefault="00054405" w:rsidP="00583E98">
            <w:pPr>
              <w:pStyle w:val="TableText"/>
            </w:pPr>
          </w:p>
        </w:tc>
      </w:tr>
      <w:tr w:rsidR="00054405" w14:paraId="60DFB869"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A40EB82" w14:textId="77777777" w:rsidR="00054405" w:rsidRPr="004B5BBD"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47978ADB"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BB6C8FB"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E48FB5B" w14:textId="77777777" w:rsidR="00054405" w:rsidRPr="004B5BBD" w:rsidRDefault="00054405" w:rsidP="00583E98">
            <w:pPr>
              <w:pStyle w:val="TableText"/>
            </w:pPr>
          </w:p>
        </w:tc>
      </w:tr>
      <w:tr w:rsidR="00054405" w14:paraId="49271E9B" w14:textId="77777777" w:rsidTr="00E27928">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1B272A2" w14:textId="77777777" w:rsidR="00054405" w:rsidRPr="004B5BBD" w:rsidRDefault="00054405" w:rsidP="00583E98">
            <w:pPr>
              <w:pStyle w:val="TableText"/>
              <w:jc w:val="center"/>
            </w:pPr>
          </w:p>
        </w:tc>
        <w:tc>
          <w:tcPr>
            <w:tcW w:w="617" w:type="pct"/>
            <w:tcBorders>
              <w:top w:val="single" w:sz="4" w:space="0" w:color="000000"/>
              <w:left w:val="single" w:sz="4" w:space="0" w:color="000000"/>
              <w:bottom w:val="single" w:sz="4" w:space="0" w:color="000000"/>
              <w:right w:val="single" w:sz="4" w:space="0" w:color="000000"/>
            </w:tcBorders>
            <w:shd w:val="clear" w:color="000080" w:fill="FFFFFF"/>
          </w:tcPr>
          <w:p w14:paraId="35E46634"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63198F6"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7C5C51A" w14:textId="77777777" w:rsidR="00054405" w:rsidRPr="004B5BBD" w:rsidRDefault="00054405" w:rsidP="00583E98">
            <w:pPr>
              <w:pStyle w:val="TableText"/>
            </w:pPr>
          </w:p>
        </w:tc>
      </w:tr>
    </w:tbl>
    <w:p w14:paraId="7CCE07EE" w14:textId="77777777" w:rsidR="00054405" w:rsidRPr="0026122C" w:rsidRDefault="00054405" w:rsidP="00054405"/>
    <w:p w14:paraId="370E532E" w14:textId="77777777" w:rsidR="00054405" w:rsidRDefault="00054405" w:rsidP="00054405">
      <w:pPr>
        <w:pStyle w:val="BackMatterHeading"/>
        <w:numPr>
          <w:ilvl w:val="0"/>
          <w:numId w:val="40"/>
        </w:numPr>
      </w:pPr>
      <w:bookmarkStart w:id="74" w:name="_Toc363205557"/>
      <w:bookmarkStart w:id="75" w:name="_Toc395081364"/>
      <w:bookmarkStart w:id="76" w:name="_Toc395092002"/>
      <w:bookmarkStart w:id="77" w:name="_Toc395093011"/>
      <w:bookmarkStart w:id="78" w:name="_Toc395095148"/>
      <w:bookmarkStart w:id="79" w:name="_Toc395107347"/>
      <w:bookmarkStart w:id="80" w:name="_Toc395163187"/>
      <w:bookmarkStart w:id="81" w:name="_Toc395165905"/>
      <w:bookmarkStart w:id="82" w:name="_Toc395166940"/>
      <w:bookmarkStart w:id="83" w:name="_Toc395168741"/>
      <w:bookmarkStart w:id="84" w:name="_Toc395170181"/>
      <w:bookmarkStart w:id="85" w:name="_Toc395769968"/>
      <w:bookmarkStart w:id="86" w:name="_Toc395773789"/>
      <w:bookmarkStart w:id="87" w:name="_Toc395775528"/>
      <w:bookmarkStart w:id="88" w:name="_Toc395779304"/>
      <w:bookmarkStart w:id="89" w:name="_Toc395780410"/>
      <w:bookmarkStart w:id="90" w:name="_Toc4734516"/>
      <w:r w:rsidRPr="001D5C02">
        <w:lastRenderedPageBreak/>
        <w:t>Glossary</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3B99E3D4" w14:textId="77777777" w:rsidR="00054405" w:rsidRDefault="00054405" w:rsidP="00054405">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19C606DF" w14:textId="6FDBC40A" w:rsidR="00054405" w:rsidRDefault="00054405" w:rsidP="00054405">
      <w:pPr>
        <w:pStyle w:val="Caption"/>
        <w:keepNext/>
      </w:pPr>
      <w:bookmarkStart w:id="91" w:name="_Toc391640584"/>
      <w:bookmarkStart w:id="92" w:name="_Toc395092487"/>
      <w:bookmarkStart w:id="93" w:name="_Toc395104118"/>
      <w:bookmarkStart w:id="94" w:name="_Toc395104374"/>
      <w:bookmarkStart w:id="95" w:name="_Toc395107355"/>
      <w:bookmarkStart w:id="96" w:name="_Toc395163197"/>
      <w:bookmarkStart w:id="97" w:name="_Toc395165915"/>
      <w:bookmarkStart w:id="98" w:name="_Toc395166954"/>
      <w:bookmarkStart w:id="99" w:name="_Toc395168756"/>
      <w:bookmarkStart w:id="100" w:name="_Toc395170193"/>
      <w:bookmarkStart w:id="101" w:name="_Toc395769978"/>
      <w:bookmarkStart w:id="102" w:name="_Toc395773332"/>
      <w:bookmarkStart w:id="103" w:name="_Toc395775539"/>
      <w:bookmarkStart w:id="104" w:name="_Toc395779314"/>
      <w:bookmarkStart w:id="105" w:name="_Toc395780418"/>
      <w:bookmarkStart w:id="106" w:name="_Toc4734499"/>
      <w:r>
        <w:t xml:space="preserve">Table </w:t>
      </w:r>
      <w:r w:rsidR="00BC30BA">
        <w:rPr>
          <w:noProof/>
        </w:rPr>
        <w:t>5</w:t>
      </w:r>
      <w:r>
        <w:t>: Glossary</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054405" w14:paraId="4C011853" w14:textId="77777777" w:rsidTr="00583E98">
        <w:trPr>
          <w:cantSplit/>
          <w:tblHeader/>
        </w:trPr>
        <w:tc>
          <w:tcPr>
            <w:tcW w:w="3690" w:type="dxa"/>
            <w:shd w:val="clear" w:color="auto" w:fill="1F497D"/>
          </w:tcPr>
          <w:p w14:paraId="5D025E18" w14:textId="77777777" w:rsidR="00054405" w:rsidRDefault="00054405" w:rsidP="00583E98">
            <w:pPr>
              <w:pStyle w:val="TableColumnHeading"/>
            </w:pPr>
            <w:r>
              <w:t>Term</w:t>
            </w:r>
          </w:p>
        </w:tc>
        <w:tc>
          <w:tcPr>
            <w:tcW w:w="5670" w:type="dxa"/>
            <w:shd w:val="clear" w:color="auto" w:fill="1F497D"/>
          </w:tcPr>
          <w:p w14:paraId="3EE0AAB1" w14:textId="77777777" w:rsidR="00054405" w:rsidRDefault="00054405" w:rsidP="00583E98">
            <w:pPr>
              <w:pStyle w:val="TableColumnHeading"/>
            </w:pPr>
            <w:r>
              <w:t>Definition</w:t>
            </w:r>
          </w:p>
        </w:tc>
      </w:tr>
      <w:tr w:rsidR="00054405" w14:paraId="587DFBBD" w14:textId="77777777" w:rsidTr="00583E98">
        <w:trPr>
          <w:cantSplit/>
        </w:trPr>
        <w:tc>
          <w:tcPr>
            <w:tcW w:w="3690" w:type="dxa"/>
          </w:tcPr>
          <w:p w14:paraId="610F01B1" w14:textId="77777777" w:rsidR="00054405" w:rsidRPr="00EC4387" w:rsidRDefault="00054405" w:rsidP="00583E98">
            <w:pPr>
              <w:pStyle w:val="AcronymTerm"/>
            </w:pPr>
          </w:p>
        </w:tc>
        <w:tc>
          <w:tcPr>
            <w:tcW w:w="5670" w:type="dxa"/>
          </w:tcPr>
          <w:p w14:paraId="17C0BF77" w14:textId="77777777" w:rsidR="00054405" w:rsidRPr="00EC0B41" w:rsidRDefault="00054405" w:rsidP="00583E98">
            <w:pPr>
              <w:pStyle w:val="AcronymDefinition"/>
              <w:rPr>
                <w:sz w:val="20"/>
              </w:rPr>
            </w:pPr>
          </w:p>
        </w:tc>
      </w:tr>
      <w:tr w:rsidR="00054405" w14:paraId="74C24999" w14:textId="77777777" w:rsidTr="00583E98">
        <w:trPr>
          <w:cantSplit/>
        </w:trPr>
        <w:tc>
          <w:tcPr>
            <w:tcW w:w="3690" w:type="dxa"/>
          </w:tcPr>
          <w:p w14:paraId="742F74BF" w14:textId="77777777" w:rsidR="00054405" w:rsidRPr="00EC4387" w:rsidRDefault="00054405" w:rsidP="00583E98">
            <w:pPr>
              <w:pStyle w:val="AcronymTerm"/>
            </w:pPr>
          </w:p>
        </w:tc>
        <w:tc>
          <w:tcPr>
            <w:tcW w:w="5670" w:type="dxa"/>
          </w:tcPr>
          <w:p w14:paraId="5B9EC396" w14:textId="77777777" w:rsidR="00054405" w:rsidRPr="00EC0B41" w:rsidRDefault="00054405" w:rsidP="00583E98">
            <w:pPr>
              <w:pStyle w:val="AcronymDefinition"/>
              <w:rPr>
                <w:sz w:val="20"/>
              </w:rPr>
            </w:pPr>
          </w:p>
        </w:tc>
      </w:tr>
      <w:tr w:rsidR="00054405" w14:paraId="37500E2E" w14:textId="77777777" w:rsidTr="00583E98">
        <w:trPr>
          <w:cantSplit/>
        </w:trPr>
        <w:tc>
          <w:tcPr>
            <w:tcW w:w="3690" w:type="dxa"/>
          </w:tcPr>
          <w:p w14:paraId="5C8E794D" w14:textId="77777777" w:rsidR="00054405" w:rsidRPr="00EC4387" w:rsidRDefault="00054405" w:rsidP="00583E98">
            <w:pPr>
              <w:pStyle w:val="AcronymTerm"/>
            </w:pPr>
          </w:p>
        </w:tc>
        <w:tc>
          <w:tcPr>
            <w:tcW w:w="5670" w:type="dxa"/>
          </w:tcPr>
          <w:p w14:paraId="60D06F70" w14:textId="77777777" w:rsidR="00054405" w:rsidRPr="00EC0B41" w:rsidRDefault="00054405" w:rsidP="00583E98">
            <w:pPr>
              <w:pStyle w:val="AcronymDefinition"/>
              <w:rPr>
                <w:sz w:val="20"/>
              </w:rPr>
            </w:pPr>
          </w:p>
        </w:tc>
      </w:tr>
      <w:tr w:rsidR="00054405" w14:paraId="51E691F2" w14:textId="77777777" w:rsidTr="00583E98">
        <w:trPr>
          <w:cantSplit/>
        </w:trPr>
        <w:tc>
          <w:tcPr>
            <w:tcW w:w="3690" w:type="dxa"/>
          </w:tcPr>
          <w:p w14:paraId="153CC32B" w14:textId="77777777" w:rsidR="00054405" w:rsidRPr="00130128" w:rsidRDefault="00054405" w:rsidP="00583E98">
            <w:pPr>
              <w:pStyle w:val="AcronymTerm"/>
            </w:pPr>
          </w:p>
        </w:tc>
        <w:tc>
          <w:tcPr>
            <w:tcW w:w="5670" w:type="dxa"/>
          </w:tcPr>
          <w:p w14:paraId="571814E6" w14:textId="77777777" w:rsidR="00054405" w:rsidRPr="00130128" w:rsidRDefault="00054405" w:rsidP="00583E98">
            <w:pPr>
              <w:pStyle w:val="AcronymDefinition"/>
            </w:pPr>
          </w:p>
        </w:tc>
      </w:tr>
    </w:tbl>
    <w:p w14:paraId="1579DB51" w14:textId="77777777" w:rsidR="00054405" w:rsidRDefault="00054405" w:rsidP="00054405">
      <w:pPr>
        <w:spacing w:before="0" w:after="0"/>
        <w:rPr>
          <w:rFonts w:ascii="Arial Narrow" w:hAnsi="Arial Narrow"/>
          <w:b/>
          <w:sz w:val="36"/>
        </w:rPr>
      </w:pPr>
      <w:r>
        <w:br w:type="page"/>
      </w:r>
    </w:p>
    <w:p w14:paraId="7EDF6333" w14:textId="77777777" w:rsidR="00054405" w:rsidRDefault="00054405" w:rsidP="00054405">
      <w:pPr>
        <w:pStyle w:val="BackMatterHeading"/>
        <w:numPr>
          <w:ilvl w:val="0"/>
          <w:numId w:val="40"/>
        </w:numPr>
      </w:pPr>
      <w:bookmarkStart w:id="107" w:name="_Toc363205558"/>
      <w:bookmarkStart w:id="108" w:name="_Toc395081365"/>
      <w:bookmarkStart w:id="109" w:name="_Toc395092003"/>
      <w:bookmarkStart w:id="110" w:name="_Toc395093012"/>
      <w:bookmarkStart w:id="111" w:name="_Toc395095149"/>
      <w:bookmarkStart w:id="112" w:name="_Toc395107348"/>
      <w:bookmarkStart w:id="113" w:name="_Toc395163188"/>
      <w:bookmarkStart w:id="114" w:name="_Toc395165906"/>
      <w:bookmarkStart w:id="115" w:name="_Toc395166941"/>
      <w:bookmarkStart w:id="116" w:name="_Toc395168742"/>
      <w:bookmarkStart w:id="117" w:name="_Toc395170182"/>
      <w:bookmarkStart w:id="118" w:name="_Toc395769969"/>
      <w:bookmarkStart w:id="119" w:name="_Toc395773790"/>
      <w:bookmarkStart w:id="120" w:name="_Toc395775529"/>
      <w:bookmarkStart w:id="121" w:name="_Toc395779305"/>
      <w:bookmarkStart w:id="122" w:name="_Toc395780411"/>
      <w:bookmarkStart w:id="123" w:name="_Toc4734517"/>
      <w:r>
        <w:lastRenderedPageBreak/>
        <w:t>Referenced Documents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5AEDA53F" w14:textId="77777777" w:rsidR="00054405" w:rsidRDefault="00054405" w:rsidP="00054405">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69E9362E" w14:textId="7FDF5F8C" w:rsidR="00054405" w:rsidRDefault="00054405" w:rsidP="00054405">
      <w:pPr>
        <w:pStyle w:val="Caption"/>
        <w:keepNext/>
      </w:pPr>
      <w:bookmarkStart w:id="124" w:name="_Toc391640585"/>
      <w:bookmarkStart w:id="125" w:name="_Toc395092488"/>
      <w:bookmarkStart w:id="126" w:name="_Toc395104119"/>
      <w:bookmarkStart w:id="127" w:name="_Toc395104375"/>
      <w:bookmarkStart w:id="128" w:name="_Toc395107356"/>
      <w:bookmarkStart w:id="129" w:name="_Toc395163198"/>
      <w:bookmarkStart w:id="130" w:name="_Toc395165916"/>
      <w:bookmarkStart w:id="131" w:name="_Toc395166955"/>
      <w:bookmarkStart w:id="132" w:name="_Toc395168757"/>
      <w:bookmarkStart w:id="133" w:name="_Toc395170194"/>
      <w:bookmarkStart w:id="134" w:name="_Toc395769979"/>
      <w:bookmarkStart w:id="135" w:name="_Toc395773333"/>
      <w:bookmarkStart w:id="136" w:name="_Toc395775540"/>
      <w:bookmarkStart w:id="137" w:name="_Toc395779315"/>
      <w:bookmarkStart w:id="138" w:name="_Toc395780419"/>
      <w:bookmarkStart w:id="139" w:name="_Toc4734500"/>
      <w:r>
        <w:t xml:space="preserve">Table </w:t>
      </w:r>
      <w:r w:rsidR="00BC30BA">
        <w:rPr>
          <w:noProof/>
        </w:rPr>
        <w:t>6</w:t>
      </w:r>
      <w:r>
        <w:t>: Referenced Documents</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054405" w:rsidRPr="00B76035" w14:paraId="4887A63F" w14:textId="77777777" w:rsidTr="00583E98">
        <w:trPr>
          <w:cantSplit/>
          <w:tblHeader/>
        </w:trPr>
        <w:tc>
          <w:tcPr>
            <w:tcW w:w="1961" w:type="pct"/>
            <w:shd w:val="clear" w:color="auto" w:fill="1F497D"/>
            <w:vAlign w:val="center"/>
          </w:tcPr>
          <w:p w14:paraId="32D069D0" w14:textId="77777777" w:rsidR="00054405" w:rsidRPr="00EC0B41" w:rsidRDefault="00054405" w:rsidP="00583E98">
            <w:pPr>
              <w:pStyle w:val="TableColumnHeading"/>
            </w:pPr>
            <w:r w:rsidRPr="00EC0B41">
              <w:t>Document Name</w:t>
            </w:r>
          </w:p>
        </w:tc>
        <w:tc>
          <w:tcPr>
            <w:tcW w:w="2157" w:type="pct"/>
            <w:shd w:val="clear" w:color="auto" w:fill="1F497D"/>
            <w:vAlign w:val="center"/>
          </w:tcPr>
          <w:p w14:paraId="00782802" w14:textId="77777777" w:rsidR="00054405" w:rsidRPr="00EC0B41" w:rsidRDefault="00054405" w:rsidP="00583E98">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1CA3873B" w14:textId="77777777" w:rsidR="00054405" w:rsidRPr="00EC0B41" w:rsidRDefault="00054405" w:rsidP="00583E98">
            <w:pPr>
              <w:pStyle w:val="TableColumnHeading"/>
            </w:pPr>
            <w:r w:rsidRPr="00EC0B41">
              <w:t>Issuance Date</w:t>
            </w:r>
          </w:p>
        </w:tc>
      </w:tr>
      <w:tr w:rsidR="00054405" w:rsidRPr="00B76035" w14:paraId="0453236F" w14:textId="77777777" w:rsidTr="00583E98">
        <w:trPr>
          <w:cantSplit/>
        </w:trPr>
        <w:tc>
          <w:tcPr>
            <w:tcW w:w="1961" w:type="pct"/>
          </w:tcPr>
          <w:p w14:paraId="17018CA1" w14:textId="77777777" w:rsidR="00054405" w:rsidRPr="00EC0B41" w:rsidRDefault="00054405" w:rsidP="00583E98">
            <w:pPr>
              <w:pStyle w:val="AcronymTerm"/>
            </w:pPr>
          </w:p>
        </w:tc>
        <w:tc>
          <w:tcPr>
            <w:tcW w:w="2157" w:type="pct"/>
          </w:tcPr>
          <w:p w14:paraId="317CAE2B" w14:textId="77777777" w:rsidR="00054405" w:rsidRDefault="00054405" w:rsidP="00583E98">
            <w:pPr>
              <w:pStyle w:val="AcronymTerm"/>
            </w:pPr>
          </w:p>
        </w:tc>
        <w:tc>
          <w:tcPr>
            <w:tcW w:w="882" w:type="pct"/>
          </w:tcPr>
          <w:p w14:paraId="17326B82" w14:textId="77777777" w:rsidR="00054405" w:rsidRPr="00B76035" w:rsidRDefault="00054405" w:rsidP="00583E98">
            <w:pPr>
              <w:pStyle w:val="AcronymTerm"/>
            </w:pPr>
          </w:p>
        </w:tc>
      </w:tr>
      <w:tr w:rsidR="00054405" w:rsidRPr="00B76035" w14:paraId="0559E3AA" w14:textId="77777777" w:rsidTr="00583E98">
        <w:trPr>
          <w:cantSplit/>
        </w:trPr>
        <w:tc>
          <w:tcPr>
            <w:tcW w:w="1961" w:type="pct"/>
          </w:tcPr>
          <w:p w14:paraId="04831E90" w14:textId="77777777" w:rsidR="00054405" w:rsidRPr="00EC0B41" w:rsidRDefault="00054405" w:rsidP="00583E98">
            <w:pPr>
              <w:pStyle w:val="AcronymTerm"/>
            </w:pPr>
          </w:p>
        </w:tc>
        <w:tc>
          <w:tcPr>
            <w:tcW w:w="2157" w:type="pct"/>
          </w:tcPr>
          <w:p w14:paraId="3538277F" w14:textId="77777777" w:rsidR="00054405" w:rsidRPr="00B76035" w:rsidRDefault="00054405" w:rsidP="00583E98">
            <w:pPr>
              <w:pStyle w:val="AcronymTerm"/>
            </w:pPr>
          </w:p>
        </w:tc>
        <w:tc>
          <w:tcPr>
            <w:tcW w:w="882" w:type="pct"/>
          </w:tcPr>
          <w:p w14:paraId="464FFAEB" w14:textId="77777777" w:rsidR="00054405" w:rsidRPr="00B76035" w:rsidRDefault="00054405" w:rsidP="00583E98">
            <w:pPr>
              <w:pStyle w:val="AcronymTerm"/>
            </w:pPr>
          </w:p>
        </w:tc>
      </w:tr>
      <w:tr w:rsidR="00054405" w:rsidRPr="00B76035" w14:paraId="62A693FF" w14:textId="77777777" w:rsidTr="00583E98">
        <w:trPr>
          <w:cantSplit/>
        </w:trPr>
        <w:tc>
          <w:tcPr>
            <w:tcW w:w="1961" w:type="pct"/>
          </w:tcPr>
          <w:p w14:paraId="647F9F83" w14:textId="77777777" w:rsidR="00054405" w:rsidRPr="00EC0B41" w:rsidRDefault="00054405" w:rsidP="00583E98">
            <w:pPr>
              <w:pStyle w:val="AcronymTerm"/>
            </w:pPr>
          </w:p>
        </w:tc>
        <w:tc>
          <w:tcPr>
            <w:tcW w:w="2157" w:type="pct"/>
          </w:tcPr>
          <w:p w14:paraId="0F174B9F" w14:textId="77777777" w:rsidR="00054405" w:rsidRPr="00EC0B41" w:rsidRDefault="00054405" w:rsidP="00583E98">
            <w:pPr>
              <w:pStyle w:val="AcronymTerm"/>
            </w:pPr>
          </w:p>
        </w:tc>
        <w:tc>
          <w:tcPr>
            <w:tcW w:w="882" w:type="pct"/>
          </w:tcPr>
          <w:p w14:paraId="0BBCBCE0" w14:textId="77777777" w:rsidR="00054405" w:rsidRPr="00EC0B41" w:rsidRDefault="00054405" w:rsidP="00583E98">
            <w:pPr>
              <w:pStyle w:val="AcronymTerm"/>
            </w:pPr>
          </w:p>
        </w:tc>
      </w:tr>
    </w:tbl>
    <w:p w14:paraId="2B888770" w14:textId="77777777" w:rsidR="00054405" w:rsidRPr="00FF6734" w:rsidRDefault="00054405" w:rsidP="00054405">
      <w:pPr>
        <w:pStyle w:val="Caption"/>
        <w:keepNext/>
        <w:rPr>
          <w:szCs w:val="24"/>
        </w:rPr>
      </w:pPr>
    </w:p>
    <w:p w14:paraId="6DA83770" w14:textId="69716F5D" w:rsidR="00E85416" w:rsidRDefault="00E85416" w:rsidP="00054405">
      <w:pPr>
        <w:pStyle w:val="BackMatterHeading"/>
        <w:numPr>
          <w:ilvl w:val="0"/>
          <w:numId w:val="40"/>
        </w:numPr>
      </w:pPr>
      <w:bookmarkStart w:id="140" w:name="_Toc4734518"/>
      <w:bookmarkStart w:id="141" w:name="_Toc363205562"/>
      <w:bookmarkStart w:id="142" w:name="_Toc395081367"/>
      <w:bookmarkStart w:id="143" w:name="_Toc395092005"/>
      <w:bookmarkStart w:id="144" w:name="_Toc395093014"/>
      <w:bookmarkStart w:id="145" w:name="_Toc395095151"/>
      <w:bookmarkStart w:id="146" w:name="_Toc395107350"/>
      <w:bookmarkStart w:id="147" w:name="_Toc395163190"/>
      <w:bookmarkStart w:id="148" w:name="_Toc395165908"/>
      <w:bookmarkStart w:id="149" w:name="_Toc395166943"/>
      <w:bookmarkStart w:id="150" w:name="_Toc395168744"/>
      <w:bookmarkStart w:id="151" w:name="_Toc395170184"/>
      <w:bookmarkStart w:id="152" w:name="_Toc395769971"/>
      <w:bookmarkStart w:id="153" w:name="_Toc395773792"/>
      <w:bookmarkStart w:id="154" w:name="_Toc395775531"/>
      <w:bookmarkStart w:id="155" w:name="_Toc395779307"/>
      <w:bookmarkStart w:id="156" w:name="_Toc395780413"/>
      <w:bookmarkStart w:id="157" w:name="NotestoAuthor"/>
      <w:r>
        <w:lastRenderedPageBreak/>
        <w:t>Approvals</w:t>
      </w:r>
      <w:bookmarkEnd w:id="140"/>
    </w:p>
    <w:p w14:paraId="011970B4" w14:textId="49B69D23" w:rsidR="00E85416" w:rsidRPr="006B68A0" w:rsidRDefault="00E85416" w:rsidP="00E85416">
      <w:r>
        <w:t>T</w:t>
      </w:r>
      <w:r w:rsidRPr="006B68A0">
        <w:t xml:space="preserve">he undersigned acknowledge that they have reviewed the </w:t>
      </w:r>
      <w:r>
        <w:t>Test Summary Report</w:t>
      </w:r>
      <w:r w:rsidRPr="006B68A0">
        <w:t xml:space="preserve"> and agree with the information presented within this document. Changes to this </w:t>
      </w:r>
      <w:r>
        <w:t>Test Summary Report</w:t>
      </w:r>
      <w:r w:rsidRPr="006B68A0">
        <w:t xml:space="preserve"> will be coordinated with, and approved by, the undersigned, or their designated representatives.</w:t>
      </w:r>
    </w:p>
    <w:p w14:paraId="48054E8E" w14:textId="77777777" w:rsidR="00E85416" w:rsidRPr="00AF22E7" w:rsidRDefault="00E85416" w:rsidP="00E85416">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0EA37B07" w14:textId="77777777" w:rsidR="00E85416" w:rsidRPr="006113B1" w:rsidRDefault="00E85416" w:rsidP="00E85416">
      <w:pPr>
        <w:pStyle w:val="Caption"/>
      </w:pPr>
      <w:bookmarkStart w:id="158" w:name="_Toc398804287"/>
      <w:bookmarkStart w:id="159" w:name="_Ref430942566"/>
      <w:bookmarkStart w:id="160" w:name="_Toc434300526"/>
      <w:bookmarkStart w:id="161" w:name="_Toc441656843"/>
      <w:bookmarkStart w:id="162" w:name="_Ref441754500"/>
      <w:bookmarkStart w:id="163" w:name="_Toc444160469"/>
      <w:bookmarkStart w:id="164" w:name="_Toc452632340"/>
      <w:bookmarkStart w:id="165" w:name="_Toc4654303"/>
      <w:bookmarkStart w:id="166" w:name="_Toc4734501"/>
      <w:r>
        <w:t>Table</w:t>
      </w:r>
      <w:r>
        <w:rPr>
          <w:noProof/>
        </w:rPr>
        <w:t xml:space="preserve"> 7</w:t>
      </w:r>
      <w:r>
        <w:t xml:space="preserve"> - Approvals</w:t>
      </w:r>
      <w:bookmarkEnd w:id="158"/>
      <w:bookmarkEnd w:id="159"/>
      <w:bookmarkEnd w:id="160"/>
      <w:bookmarkEnd w:id="161"/>
      <w:bookmarkEnd w:id="162"/>
      <w:bookmarkEnd w:id="163"/>
      <w:bookmarkEnd w:id="164"/>
      <w:bookmarkEnd w:id="165"/>
      <w:bookmarkEnd w:id="166"/>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E85416" w:rsidRPr="00AC4B75" w14:paraId="65E70BBB" w14:textId="77777777" w:rsidTr="005F7E14">
        <w:trPr>
          <w:cantSplit/>
          <w:tblHeader/>
        </w:trPr>
        <w:tc>
          <w:tcPr>
            <w:tcW w:w="4098" w:type="pct"/>
            <w:shd w:val="clear" w:color="auto" w:fill="1F497D"/>
            <w:vAlign w:val="center"/>
          </w:tcPr>
          <w:p w14:paraId="30B36787" w14:textId="77777777" w:rsidR="00E85416" w:rsidRPr="00AC4B75" w:rsidRDefault="00E85416" w:rsidP="005F7E14">
            <w:pPr>
              <w:pStyle w:val="TableText10HeaderCenter"/>
            </w:pPr>
            <w:r w:rsidRPr="00AC4B75">
              <w:t>Document Approved By</w:t>
            </w:r>
          </w:p>
        </w:tc>
        <w:tc>
          <w:tcPr>
            <w:tcW w:w="902" w:type="pct"/>
            <w:shd w:val="clear" w:color="auto" w:fill="1F497D"/>
            <w:vAlign w:val="center"/>
          </w:tcPr>
          <w:p w14:paraId="6D97716B" w14:textId="77777777" w:rsidR="00E85416" w:rsidRPr="00AC4B75" w:rsidRDefault="00E85416" w:rsidP="005F7E14">
            <w:pPr>
              <w:pStyle w:val="TableText10HeaderCenter"/>
            </w:pPr>
            <w:r w:rsidRPr="00AC4B75">
              <w:t>Date Approved</w:t>
            </w:r>
          </w:p>
        </w:tc>
      </w:tr>
      <w:tr w:rsidR="00E85416" w:rsidRPr="006823C2" w14:paraId="19BBAFE2" w14:textId="77777777" w:rsidTr="005F7E14">
        <w:trPr>
          <w:cantSplit/>
        </w:trPr>
        <w:tc>
          <w:tcPr>
            <w:tcW w:w="4098" w:type="pct"/>
          </w:tcPr>
          <w:p w14:paraId="6BB9FA7E" w14:textId="77777777" w:rsidR="00E85416" w:rsidRPr="006823C2" w:rsidRDefault="00E85416" w:rsidP="005F7E14">
            <w:pPr>
              <w:pStyle w:val="SignatureText"/>
            </w:pPr>
            <w:r w:rsidRPr="006823C2">
              <w:t>Name: &lt;Name&gt;, &lt;Job Title&gt; - &lt;Company&gt;</w:t>
            </w:r>
          </w:p>
        </w:tc>
        <w:tc>
          <w:tcPr>
            <w:tcW w:w="902" w:type="pct"/>
          </w:tcPr>
          <w:p w14:paraId="58CBB3C0" w14:textId="77777777" w:rsidR="00E85416" w:rsidRPr="006823C2" w:rsidRDefault="00E85416" w:rsidP="005F7E14">
            <w:pPr>
              <w:pStyle w:val="SignatureText"/>
            </w:pPr>
            <w:r w:rsidRPr="006823C2">
              <w:t>Date</w:t>
            </w:r>
          </w:p>
        </w:tc>
      </w:tr>
      <w:tr w:rsidR="00E85416" w:rsidRPr="006823C2" w14:paraId="6C694DB1" w14:textId="77777777" w:rsidTr="005F7E14">
        <w:trPr>
          <w:cantSplit/>
        </w:trPr>
        <w:tc>
          <w:tcPr>
            <w:tcW w:w="4098" w:type="pct"/>
          </w:tcPr>
          <w:p w14:paraId="5057307D" w14:textId="77777777" w:rsidR="00E85416" w:rsidRPr="006823C2" w:rsidRDefault="00E85416" w:rsidP="005F7E14">
            <w:pPr>
              <w:pStyle w:val="SignatureText"/>
            </w:pPr>
            <w:r w:rsidRPr="006823C2">
              <w:t>Name: &lt;Name&gt;, &lt;Job Title&gt; - &lt;Company&gt;</w:t>
            </w:r>
          </w:p>
        </w:tc>
        <w:tc>
          <w:tcPr>
            <w:tcW w:w="902" w:type="pct"/>
          </w:tcPr>
          <w:p w14:paraId="3BEC1EE0" w14:textId="77777777" w:rsidR="00E85416" w:rsidRPr="006823C2" w:rsidRDefault="00E85416" w:rsidP="005F7E14">
            <w:pPr>
              <w:pStyle w:val="SignatureText"/>
            </w:pPr>
            <w:r w:rsidRPr="006823C2">
              <w:t>Date</w:t>
            </w:r>
          </w:p>
        </w:tc>
      </w:tr>
      <w:tr w:rsidR="00E85416" w:rsidRPr="006823C2" w14:paraId="2503F004" w14:textId="77777777" w:rsidTr="005F7E14">
        <w:trPr>
          <w:cantSplit/>
        </w:trPr>
        <w:tc>
          <w:tcPr>
            <w:tcW w:w="4098" w:type="pct"/>
          </w:tcPr>
          <w:p w14:paraId="1ED662BC" w14:textId="77777777" w:rsidR="00E85416" w:rsidRPr="006823C2" w:rsidRDefault="00E85416" w:rsidP="005F7E14">
            <w:pPr>
              <w:pStyle w:val="SignatureText"/>
            </w:pPr>
            <w:r w:rsidRPr="006823C2">
              <w:t>Name: &lt;Name&gt;, &lt;Job Title&gt; - &lt;Company&gt;</w:t>
            </w:r>
          </w:p>
        </w:tc>
        <w:tc>
          <w:tcPr>
            <w:tcW w:w="902" w:type="pct"/>
          </w:tcPr>
          <w:p w14:paraId="21967B46" w14:textId="77777777" w:rsidR="00E85416" w:rsidRPr="006823C2" w:rsidRDefault="00E85416" w:rsidP="005F7E14">
            <w:pPr>
              <w:pStyle w:val="SignatureText"/>
            </w:pPr>
            <w:r w:rsidRPr="006823C2">
              <w:t>Date</w:t>
            </w:r>
          </w:p>
        </w:tc>
      </w:tr>
      <w:tr w:rsidR="00E85416" w:rsidRPr="006823C2" w14:paraId="477D36BA" w14:textId="77777777" w:rsidTr="005F7E14">
        <w:trPr>
          <w:cantSplit/>
        </w:trPr>
        <w:tc>
          <w:tcPr>
            <w:tcW w:w="4098" w:type="pct"/>
          </w:tcPr>
          <w:p w14:paraId="231B9D26" w14:textId="77777777" w:rsidR="00E85416" w:rsidRPr="006823C2" w:rsidRDefault="00E85416" w:rsidP="005F7E14">
            <w:pPr>
              <w:pStyle w:val="SignatureText"/>
            </w:pPr>
            <w:r w:rsidRPr="006823C2">
              <w:t>Name: &lt;Name&gt;, &lt;Job Title&gt; - &lt;Company&gt;</w:t>
            </w:r>
          </w:p>
        </w:tc>
        <w:tc>
          <w:tcPr>
            <w:tcW w:w="902" w:type="pct"/>
          </w:tcPr>
          <w:p w14:paraId="75689085" w14:textId="77777777" w:rsidR="00E85416" w:rsidRPr="006823C2" w:rsidRDefault="00E85416" w:rsidP="005F7E14">
            <w:pPr>
              <w:pStyle w:val="SignatureText"/>
            </w:pPr>
            <w:r w:rsidRPr="006823C2">
              <w:t>Date</w:t>
            </w:r>
          </w:p>
        </w:tc>
      </w:tr>
    </w:tbl>
    <w:p w14:paraId="3FCA398C" w14:textId="77777777" w:rsidR="00E85416" w:rsidRPr="00E85416" w:rsidRDefault="00E85416" w:rsidP="00E85416"/>
    <w:p w14:paraId="058B4F2B" w14:textId="0CE67125" w:rsidR="00E85416" w:rsidRDefault="00E85416" w:rsidP="00054405">
      <w:pPr>
        <w:pStyle w:val="BackMatterHeading"/>
        <w:numPr>
          <w:ilvl w:val="0"/>
          <w:numId w:val="40"/>
        </w:numPr>
      </w:pPr>
      <w:bookmarkStart w:id="167" w:name="_Toc4734519"/>
      <w:r>
        <w:lastRenderedPageBreak/>
        <w:t>Notes to the Author / Template Instructions</w:t>
      </w:r>
      <w:bookmarkEnd w:id="167"/>
    </w:p>
    <w:p w14:paraId="16413B67" w14:textId="77777777" w:rsidR="00E85416" w:rsidRPr="002B2FF0" w:rsidRDefault="00E85416" w:rsidP="00E85416">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Training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Training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69B6F9C3" w14:textId="77777777" w:rsidR="007F1AD0" w:rsidRPr="009F0EC8" w:rsidRDefault="007F1AD0" w:rsidP="007F1AD0">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5F909CFB" w14:textId="71C5DC56" w:rsidR="00E85416" w:rsidRPr="002B2FF0" w:rsidRDefault="00E85416" w:rsidP="00E85416">
      <w:pPr>
        <w:pStyle w:val="Instruction"/>
        <w:rPr>
          <w:rFonts w:ascii="Arial" w:hAnsi="Arial" w:cs="Arial"/>
          <w:szCs w:val="24"/>
        </w:rPr>
      </w:pPr>
      <w:r w:rsidRPr="002B2FF0">
        <w:rPr>
          <w:rFonts w:ascii="Arial" w:hAnsi="Arial" w:cs="Arial"/>
          <w:szCs w:val="24"/>
        </w:rPr>
        <w:t xml:space="preserve">This template includes instructions, boilerplate text, and fields. The </w:t>
      </w:r>
      <w:r w:rsidR="007F1AD0">
        <w:rPr>
          <w:rFonts w:ascii="Arial" w:hAnsi="Arial" w:cs="Arial"/>
          <w:szCs w:val="24"/>
        </w:rPr>
        <w:t>autho</w:t>
      </w:r>
      <w:r w:rsidRPr="002B2FF0">
        <w:rPr>
          <w:rFonts w:ascii="Arial" w:hAnsi="Arial" w:cs="Arial"/>
          <w:szCs w:val="24"/>
        </w:rPr>
        <w:t>r should note that:</w:t>
      </w:r>
    </w:p>
    <w:p w14:paraId="49E33CB9" w14:textId="77777777" w:rsidR="00E85416" w:rsidRPr="002B2FF0" w:rsidRDefault="00E85416" w:rsidP="00E85416">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2D9D627F" w14:textId="77777777" w:rsidR="00E85416" w:rsidRPr="002B2FF0" w:rsidRDefault="00E85416" w:rsidP="00E85416">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09D85B16" w14:textId="77777777" w:rsidR="00E85416" w:rsidRPr="002B2FF0" w:rsidRDefault="00E85416" w:rsidP="00E85416">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4C2B1044" w14:textId="77777777" w:rsidR="00E85416" w:rsidRPr="002B2FF0" w:rsidRDefault="00E85416" w:rsidP="00E85416">
      <w:pPr>
        <w:pStyle w:val="Instruction"/>
        <w:rPr>
          <w:rFonts w:ascii="Arial" w:hAnsi="Arial" w:cs="Arial"/>
          <w:szCs w:val="24"/>
        </w:rPr>
      </w:pPr>
      <w:r w:rsidRPr="002B2FF0">
        <w:rPr>
          <w:rFonts w:ascii="Arial" w:hAnsi="Arial" w:cs="Arial"/>
          <w:szCs w:val="24"/>
        </w:rPr>
        <w:t>When using this template, follow these steps:</w:t>
      </w:r>
    </w:p>
    <w:p w14:paraId="2B1BE02A" w14:textId="77777777" w:rsidR="00E85416" w:rsidRPr="002B2FF0" w:rsidRDefault="00E85416" w:rsidP="00E85416">
      <w:pPr>
        <w:pStyle w:val="BulletListMultiple"/>
        <w:numPr>
          <w:ilvl w:val="0"/>
          <w:numId w:val="41"/>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67736E77" w14:textId="2EAAD7D7" w:rsidR="00E85416" w:rsidRPr="002B2FF0" w:rsidRDefault="00E85416" w:rsidP="00E85416">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Modify any boilerplate text, as appropriate, to your specific </w:t>
      </w:r>
      <w:r w:rsidR="007F1AD0">
        <w:rPr>
          <w:rFonts w:cs="Arial"/>
          <w:i/>
          <w:color w:val="0000FF"/>
          <w:sz w:val="24"/>
          <w:szCs w:val="24"/>
        </w:rPr>
        <w:t>projec</w:t>
      </w:r>
      <w:r w:rsidRPr="002B2FF0">
        <w:rPr>
          <w:rFonts w:cs="Arial"/>
          <w:i/>
          <w:color w:val="0000FF"/>
          <w:sz w:val="24"/>
          <w:szCs w:val="24"/>
        </w:rPr>
        <w:t>t.</w:t>
      </w:r>
    </w:p>
    <w:p w14:paraId="0C619787" w14:textId="77777777" w:rsidR="00E85416" w:rsidRPr="002B2FF0" w:rsidRDefault="00E85416" w:rsidP="00E85416">
      <w:pPr>
        <w:pStyle w:val="BulletListMultiple"/>
        <w:numPr>
          <w:ilvl w:val="0"/>
          <w:numId w:val="41"/>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16FEBFDB" w14:textId="77777777" w:rsidR="00E85416" w:rsidRPr="002B2FF0" w:rsidRDefault="00E85416" w:rsidP="00E85416">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06953941" w14:textId="394F8FEA" w:rsidR="00054405" w:rsidRDefault="00E85416" w:rsidP="00E85416">
      <w:pPr>
        <w:pStyle w:val="BulletListMultiple"/>
        <w:numPr>
          <w:ilvl w:val="0"/>
          <w:numId w:val="41"/>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bookmarkEnd w:id="26"/>
      <w:bookmarkEnd w:id="38"/>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3C50D694" w14:textId="30F22987" w:rsidR="00D12679" w:rsidRDefault="00D12679" w:rsidP="00D12679">
      <w:pPr>
        <w:pStyle w:val="BulletListMultiple"/>
        <w:numPr>
          <w:ilvl w:val="0"/>
          <w:numId w:val="0"/>
        </w:numPr>
        <w:spacing w:after="240"/>
        <w:ind w:left="1080"/>
        <w:rPr>
          <w:rFonts w:cs="Arial"/>
          <w:i/>
          <w:color w:val="0000FF"/>
          <w:sz w:val="24"/>
          <w:szCs w:val="24"/>
        </w:rPr>
      </w:pPr>
    </w:p>
    <w:p w14:paraId="552FF922" w14:textId="3A2F2759" w:rsidR="00D12679" w:rsidRDefault="00D12679" w:rsidP="00D12679">
      <w:pPr>
        <w:pStyle w:val="BulletListMultiple"/>
        <w:numPr>
          <w:ilvl w:val="0"/>
          <w:numId w:val="0"/>
        </w:numPr>
        <w:spacing w:after="240"/>
        <w:ind w:left="1080"/>
        <w:rPr>
          <w:rFonts w:cs="Arial"/>
          <w:i/>
          <w:color w:val="0000FF"/>
          <w:sz w:val="24"/>
          <w:szCs w:val="24"/>
        </w:rPr>
      </w:pPr>
    </w:p>
    <w:p w14:paraId="3E05607E" w14:textId="3BC32E5E" w:rsidR="00D12679" w:rsidRDefault="00D12679" w:rsidP="00D12679">
      <w:pPr>
        <w:pStyle w:val="BulletListMultiple"/>
        <w:numPr>
          <w:ilvl w:val="0"/>
          <w:numId w:val="0"/>
        </w:numPr>
        <w:spacing w:after="240"/>
        <w:ind w:left="1080"/>
        <w:rPr>
          <w:rFonts w:cs="Arial"/>
          <w:i/>
          <w:color w:val="0000FF"/>
          <w:sz w:val="24"/>
          <w:szCs w:val="24"/>
        </w:rPr>
      </w:pPr>
    </w:p>
    <w:p w14:paraId="49D69DF8" w14:textId="1020C204" w:rsidR="00D12679" w:rsidRDefault="00D12679" w:rsidP="00D12679">
      <w:pPr>
        <w:pStyle w:val="BulletListMultiple"/>
        <w:numPr>
          <w:ilvl w:val="0"/>
          <w:numId w:val="0"/>
        </w:numPr>
        <w:spacing w:after="240"/>
        <w:ind w:left="1080"/>
        <w:rPr>
          <w:rFonts w:cs="Arial"/>
          <w:i/>
          <w:color w:val="0000FF"/>
          <w:sz w:val="24"/>
          <w:szCs w:val="24"/>
        </w:rPr>
      </w:pPr>
    </w:p>
    <w:p w14:paraId="639E89C1" w14:textId="77777777" w:rsidR="00D12679" w:rsidRDefault="00D12679" w:rsidP="00D12679">
      <w:pPr>
        <w:pStyle w:val="BackMatterHeading"/>
        <w:numPr>
          <w:ilvl w:val="0"/>
          <w:numId w:val="40"/>
        </w:numPr>
      </w:pPr>
      <w:bookmarkStart w:id="168" w:name="_Toc395081368"/>
      <w:bookmarkStart w:id="169" w:name="_Toc396111279"/>
      <w:bookmarkStart w:id="170" w:name="_Toc363205563"/>
      <w:r>
        <w:lastRenderedPageBreak/>
        <w:t>Template Revision History</w:t>
      </w:r>
      <w:bookmarkEnd w:id="168"/>
      <w:bookmarkEnd w:id="169"/>
    </w:p>
    <w:p w14:paraId="5417A4F4" w14:textId="51EB9E3E" w:rsidR="00D12679" w:rsidRPr="0026122C" w:rsidRDefault="00D12679" w:rsidP="00D12679">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w:t>
      </w:r>
      <w:r w:rsidR="00362F9C">
        <w:rPr>
          <w:rFonts w:ascii="Arial" w:hAnsi="Arial" w:cs="Arial"/>
          <w:i w:val="0"/>
          <w:color w:val="auto"/>
          <w:sz w:val="22"/>
          <w:szCs w:val="22"/>
        </w:rPr>
        <w:t>the CMS IT Life Cycle Training Plan</w:t>
      </w:r>
      <w:r>
        <w:rPr>
          <w:rFonts w:ascii="Arial" w:hAnsi="Arial" w:cs="Arial"/>
          <w:i w:val="0"/>
          <w:color w:val="auto"/>
          <w:sz w:val="22"/>
          <w:szCs w:val="22"/>
        </w:rPr>
        <w:t xml:space="preserve"> artifact, please refer to page </w:t>
      </w:r>
      <w:r w:rsidR="00362F9C">
        <w:rPr>
          <w:rFonts w:ascii="Arial" w:hAnsi="Arial" w:cs="Arial"/>
          <w:i w:val="0"/>
          <w:color w:val="auto"/>
          <w:sz w:val="22"/>
          <w:szCs w:val="22"/>
        </w:rPr>
        <w:t>5</w:t>
      </w:r>
      <w:r>
        <w:rPr>
          <w:rFonts w:ascii="Arial" w:hAnsi="Arial" w:cs="Arial"/>
          <w:i w:val="0"/>
          <w:color w:val="auto"/>
          <w:sz w:val="22"/>
          <w:szCs w:val="22"/>
        </w:rPr>
        <w:t xml:space="preserve"> (Record of Changes). </w:t>
      </w:r>
    </w:p>
    <w:p w14:paraId="2A1FF770" w14:textId="46409733" w:rsidR="00D12679" w:rsidRDefault="00D12679" w:rsidP="00D12679">
      <w:pPr>
        <w:pStyle w:val="Caption"/>
        <w:keepNext/>
      </w:pPr>
      <w:bookmarkStart w:id="171" w:name="_Toc391640586"/>
      <w:bookmarkStart w:id="172" w:name="_Toc396111295"/>
      <w:r>
        <w:t xml:space="preserve">Table </w:t>
      </w:r>
      <w:r w:rsidR="00362F9C">
        <w:t>9</w:t>
      </w:r>
      <w:r w:rsidR="00AE4EA2">
        <w:fldChar w:fldCharType="begin"/>
      </w:r>
      <w:r w:rsidR="00AE4EA2">
        <w:instrText xml:space="preserve"> SEQ Table \* ARABIC </w:instrText>
      </w:r>
      <w:r w:rsidR="00AE4EA2">
        <w:fldChar w:fldCharType="separate"/>
      </w:r>
      <w:r w:rsidR="00AE4EA2">
        <w:fldChar w:fldCharType="end"/>
      </w:r>
      <w:r>
        <w:t>: Template Revision History</w:t>
      </w:r>
      <w:bookmarkEnd w:id="171"/>
      <w:bookmarkEnd w:id="172"/>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D12679" w:rsidRPr="000E5004" w14:paraId="5002239C" w14:textId="77777777" w:rsidTr="007454BF">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7645284" w14:textId="77777777" w:rsidR="00D12679" w:rsidRPr="00956C5C" w:rsidRDefault="00D12679" w:rsidP="007454BF">
            <w:pPr>
              <w:pStyle w:val="TableColumnHeading"/>
            </w:pPr>
            <w:r w:rsidRPr="00956C5C">
              <w:t>Version</w:t>
            </w:r>
          </w:p>
          <w:p w14:paraId="4EBE48BA" w14:textId="77777777" w:rsidR="00D12679" w:rsidRPr="00956C5C" w:rsidRDefault="00D12679" w:rsidP="007454BF">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4F8D8F1" w14:textId="77777777" w:rsidR="00D12679" w:rsidRPr="00956C5C" w:rsidRDefault="00D12679" w:rsidP="007454BF">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9A7796F" w14:textId="77777777" w:rsidR="00D12679" w:rsidRPr="00A3688F" w:rsidRDefault="00D12679" w:rsidP="007454BF">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78EA4FBE" w14:textId="77777777" w:rsidR="00D12679" w:rsidRPr="00956C5C" w:rsidRDefault="00D12679" w:rsidP="007454BF">
            <w:pPr>
              <w:pStyle w:val="TableColumnHeading"/>
            </w:pPr>
            <w:r w:rsidRPr="00956C5C">
              <w:t>Description of Change</w:t>
            </w:r>
          </w:p>
        </w:tc>
      </w:tr>
      <w:tr w:rsidR="00D12679" w14:paraId="27E2443E" w14:textId="77777777" w:rsidTr="007454BF">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7D1CED9C" w14:textId="77777777" w:rsidR="00D12679" w:rsidRDefault="00D12679" w:rsidP="007454BF">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59D486FC" w14:textId="77777777" w:rsidR="00D12679" w:rsidRDefault="00D12679" w:rsidP="007454BF">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494B6190" w14:textId="77777777" w:rsidR="00D12679" w:rsidRDefault="00D12679" w:rsidP="007454BF">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6BEAC05B" w14:textId="77777777" w:rsidR="00D12679" w:rsidRDefault="00D12679" w:rsidP="007454BF">
            <w:pPr>
              <w:pStyle w:val="TableText"/>
            </w:pPr>
            <w:r>
              <w:t>Baseline document</w:t>
            </w:r>
          </w:p>
        </w:tc>
      </w:tr>
      <w:tr w:rsidR="00D12679" w14:paraId="76A1B222"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E60C8A1" w14:textId="77777777" w:rsidR="00D12679" w:rsidRPr="000E5004"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1FD949D" w14:textId="77777777" w:rsidR="00D12679" w:rsidRPr="000E5004"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83B39DC" w14:textId="77777777" w:rsidR="00D12679" w:rsidRPr="000E5004"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32752D5" w14:textId="77777777" w:rsidR="00D12679" w:rsidRPr="000E5004" w:rsidRDefault="00D12679" w:rsidP="007454BF">
            <w:pPr>
              <w:pStyle w:val="TableText"/>
            </w:pPr>
          </w:p>
        </w:tc>
      </w:tr>
      <w:tr w:rsidR="00D12679" w14:paraId="305635FE"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43BACC0" w14:textId="77777777" w:rsidR="00D12679" w:rsidRPr="000E5004"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05F18E4" w14:textId="77777777" w:rsidR="00D12679" w:rsidRPr="000E5004"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B4AC630" w14:textId="77777777" w:rsidR="00D12679" w:rsidRPr="000E5004"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EA1CD85" w14:textId="77777777" w:rsidR="00D12679" w:rsidRPr="000E5004" w:rsidRDefault="00D12679" w:rsidP="007454BF">
            <w:pPr>
              <w:pStyle w:val="TableText"/>
            </w:pPr>
          </w:p>
        </w:tc>
      </w:tr>
      <w:tr w:rsidR="00D12679" w14:paraId="42BAB5FA"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6622078" w14:textId="77777777" w:rsidR="00D12679" w:rsidRPr="000E5004"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D849B93" w14:textId="77777777" w:rsidR="00D12679" w:rsidRPr="000E5004"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351132B" w14:textId="77777777" w:rsidR="00D12679" w:rsidRPr="000E5004"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8593E5F" w14:textId="77777777" w:rsidR="00D12679" w:rsidRPr="000E5004" w:rsidRDefault="00D12679" w:rsidP="007454BF">
            <w:pPr>
              <w:pStyle w:val="TableText"/>
            </w:pPr>
          </w:p>
        </w:tc>
      </w:tr>
      <w:tr w:rsidR="00D12679" w14:paraId="06BA2E68"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FE40E24" w14:textId="77777777" w:rsidR="00D12679" w:rsidRPr="000E5004"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AFF3825" w14:textId="77777777" w:rsidR="00D12679" w:rsidRPr="000E5004"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C19BEB4" w14:textId="77777777" w:rsidR="00D12679" w:rsidRPr="000E5004"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2B5E25F" w14:textId="77777777" w:rsidR="00D12679" w:rsidRPr="000E5004" w:rsidRDefault="00D12679" w:rsidP="007454BF">
            <w:pPr>
              <w:pStyle w:val="TableText"/>
            </w:pPr>
          </w:p>
        </w:tc>
      </w:tr>
      <w:tr w:rsidR="00D12679" w14:paraId="300604C2"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F9301BB" w14:textId="77777777" w:rsidR="00D12679" w:rsidRPr="004B5BBD"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5B63462" w14:textId="77777777" w:rsidR="00D12679" w:rsidRPr="004B5BBD"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A045816" w14:textId="77777777" w:rsidR="00D12679" w:rsidRPr="004B5BBD"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3B41E96" w14:textId="77777777" w:rsidR="00D12679" w:rsidRPr="004B5BBD" w:rsidRDefault="00D12679" w:rsidP="007454BF">
            <w:pPr>
              <w:pStyle w:val="TableText"/>
            </w:pPr>
          </w:p>
        </w:tc>
      </w:tr>
      <w:tr w:rsidR="00D12679" w14:paraId="47AC5786"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1F15D04" w14:textId="77777777" w:rsidR="00D12679" w:rsidRPr="004B5BBD"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38A5AC9" w14:textId="77777777" w:rsidR="00D12679" w:rsidRPr="004B5BBD"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DC9C66E" w14:textId="77777777" w:rsidR="00D12679" w:rsidRPr="004B5BBD"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0CE5C01" w14:textId="77777777" w:rsidR="00D12679" w:rsidRPr="004B5BBD" w:rsidRDefault="00D12679" w:rsidP="007454BF">
            <w:pPr>
              <w:pStyle w:val="TableText"/>
            </w:pPr>
          </w:p>
        </w:tc>
      </w:tr>
      <w:tr w:rsidR="00D12679" w14:paraId="088A2EF9"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9A67C42" w14:textId="77777777" w:rsidR="00D12679" w:rsidRPr="004B5BBD"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2F9BBE1" w14:textId="77777777" w:rsidR="00D12679" w:rsidRPr="004B5BBD"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1A980A8" w14:textId="77777777" w:rsidR="00D12679" w:rsidRPr="004B5BBD"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EB95F4E" w14:textId="77777777" w:rsidR="00D12679" w:rsidRPr="004B5BBD" w:rsidRDefault="00D12679" w:rsidP="007454BF">
            <w:pPr>
              <w:pStyle w:val="TableText"/>
            </w:pPr>
          </w:p>
        </w:tc>
      </w:tr>
      <w:tr w:rsidR="00D12679" w14:paraId="0AB5C9EE"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838BA29" w14:textId="77777777" w:rsidR="00D12679" w:rsidRPr="004B5BBD"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34A771B" w14:textId="77777777" w:rsidR="00D12679" w:rsidRPr="004B5BBD"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AC83A34" w14:textId="77777777" w:rsidR="00D12679" w:rsidRPr="004B5BBD"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E6D85E0" w14:textId="77777777" w:rsidR="00D12679" w:rsidRPr="004B5BBD" w:rsidRDefault="00D12679" w:rsidP="007454BF">
            <w:pPr>
              <w:pStyle w:val="TableText"/>
            </w:pPr>
          </w:p>
        </w:tc>
      </w:tr>
      <w:tr w:rsidR="00D12679" w14:paraId="634F6BCD"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B1063FB" w14:textId="77777777" w:rsidR="00D12679" w:rsidRPr="004B5BBD"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ED8A10D" w14:textId="77777777" w:rsidR="00D12679" w:rsidRPr="004B5BBD"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7A735C9" w14:textId="77777777" w:rsidR="00D12679" w:rsidRPr="004B5BBD"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4C70D21" w14:textId="77777777" w:rsidR="00D12679" w:rsidRPr="004B5BBD" w:rsidRDefault="00D12679" w:rsidP="007454BF">
            <w:pPr>
              <w:pStyle w:val="TableText"/>
            </w:pPr>
          </w:p>
        </w:tc>
      </w:tr>
      <w:tr w:rsidR="00D12679" w14:paraId="4878BC69"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8E775E1" w14:textId="77777777" w:rsidR="00D12679" w:rsidRPr="004B5BBD"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2A233D8" w14:textId="77777777" w:rsidR="00D12679" w:rsidRPr="004B5BBD"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3ABD019" w14:textId="77777777" w:rsidR="00D12679" w:rsidRPr="004B5BBD"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15AEE66" w14:textId="77777777" w:rsidR="00D12679" w:rsidRPr="004B5BBD" w:rsidRDefault="00D12679" w:rsidP="007454BF">
            <w:pPr>
              <w:pStyle w:val="TableText"/>
            </w:pPr>
          </w:p>
        </w:tc>
      </w:tr>
      <w:tr w:rsidR="00D12679" w14:paraId="29EB45E7"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AE0DDA3" w14:textId="77777777" w:rsidR="00D12679" w:rsidRPr="004B5BBD"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FA399B7" w14:textId="77777777" w:rsidR="00D12679" w:rsidRPr="004B5BBD"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24D0A13" w14:textId="77777777" w:rsidR="00D12679" w:rsidRPr="004B5BBD"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08859D7" w14:textId="77777777" w:rsidR="00D12679" w:rsidRPr="004B5BBD" w:rsidRDefault="00D12679" w:rsidP="007454BF">
            <w:pPr>
              <w:pStyle w:val="TableText"/>
            </w:pPr>
          </w:p>
        </w:tc>
      </w:tr>
      <w:tr w:rsidR="00D12679" w14:paraId="3E36B94E" w14:textId="77777777" w:rsidTr="007454BF">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1E57C9E" w14:textId="77777777" w:rsidR="00D12679" w:rsidRPr="004B5BBD" w:rsidRDefault="00D12679" w:rsidP="007454BF">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BEAA11A" w14:textId="77777777" w:rsidR="00D12679" w:rsidRPr="004B5BBD" w:rsidRDefault="00D12679" w:rsidP="007454BF">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33324E9" w14:textId="77777777" w:rsidR="00D12679" w:rsidRPr="004B5BBD" w:rsidRDefault="00D12679" w:rsidP="007454BF">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C1BB68B" w14:textId="77777777" w:rsidR="00D12679" w:rsidRPr="004B5BBD" w:rsidRDefault="00D12679" w:rsidP="007454BF">
            <w:pPr>
              <w:pStyle w:val="TableText"/>
            </w:pPr>
          </w:p>
        </w:tc>
      </w:tr>
      <w:bookmarkEnd w:id="170"/>
    </w:tbl>
    <w:p w14:paraId="53BFCEB8" w14:textId="6459E806" w:rsidR="00D12679" w:rsidRPr="00D12679" w:rsidRDefault="00D12679" w:rsidP="00D12679">
      <w:pPr>
        <w:spacing w:before="0" w:after="0"/>
        <w:rPr>
          <w:sz w:val="20"/>
        </w:rPr>
      </w:pPr>
    </w:p>
    <w:sectPr w:rsidR="00D12679" w:rsidRPr="00D12679" w:rsidSect="00FE3E34">
      <w:headerReference w:type="default" r:id="rId22"/>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060F1" w14:textId="77777777" w:rsidR="00AE4EA2" w:rsidRDefault="00AE4EA2">
      <w:r>
        <w:separator/>
      </w:r>
    </w:p>
    <w:p w14:paraId="7CB3BA2A" w14:textId="77777777" w:rsidR="00AE4EA2" w:rsidRDefault="00AE4EA2"/>
    <w:p w14:paraId="15F9DB71" w14:textId="77777777" w:rsidR="00AE4EA2" w:rsidRDefault="00AE4EA2"/>
  </w:endnote>
  <w:endnote w:type="continuationSeparator" w:id="0">
    <w:p w14:paraId="77206179" w14:textId="77777777" w:rsidR="00AE4EA2" w:rsidRDefault="00AE4EA2">
      <w:r>
        <w:continuationSeparator/>
      </w:r>
    </w:p>
    <w:p w14:paraId="3048496E" w14:textId="77777777" w:rsidR="00AE4EA2" w:rsidRDefault="00AE4EA2"/>
    <w:p w14:paraId="6035DF25" w14:textId="77777777" w:rsidR="00AE4EA2" w:rsidRDefault="00AE4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5" w14:textId="6F1915D0" w:rsidR="00F44373" w:rsidRDefault="00CC7467" w:rsidP="00736D57">
    <w:pPr>
      <w:pStyle w:val="Footer"/>
      <w:rPr>
        <w:rStyle w:val="PageNumber"/>
      </w:rPr>
    </w:pPr>
    <w:r>
      <w:rPr>
        <w:noProof/>
      </w:rPr>
      <w:fldChar w:fldCharType="begin"/>
    </w:r>
    <w:r>
      <w:rPr>
        <w:noProof/>
      </w:rPr>
      <w:instrText xml:space="preserve"> STYLEREF  "Doc Title"  \* MERGEFORMAT </w:instrText>
    </w:r>
    <w:r>
      <w:rPr>
        <w:noProof/>
      </w:rPr>
      <w:fldChar w:fldCharType="separate"/>
    </w:r>
    <w:r w:rsidR="00E70468">
      <w:rPr>
        <w:noProof/>
      </w:rPr>
      <w:t>Training Plan</w:t>
    </w:r>
    <w:r>
      <w:rPr>
        <w:noProof/>
      </w:rPr>
      <w:fldChar w:fldCharType="end"/>
    </w:r>
    <w:r w:rsidR="00F44373">
      <w:tab/>
    </w:r>
    <w:r w:rsidR="00F44373">
      <w:tab/>
    </w:r>
    <w:r w:rsidR="00866567">
      <w:rPr>
        <w:rStyle w:val="PageNumber"/>
      </w:rPr>
      <w:fldChar w:fldCharType="begin"/>
    </w:r>
    <w:r w:rsidR="00F44373">
      <w:rPr>
        <w:rStyle w:val="PageNumber"/>
      </w:rPr>
      <w:instrText xml:space="preserve"> PAGE </w:instrText>
    </w:r>
    <w:r w:rsidR="00866567">
      <w:rPr>
        <w:rStyle w:val="PageNumber"/>
      </w:rPr>
      <w:fldChar w:fldCharType="separate"/>
    </w:r>
    <w:r w:rsidR="00287265">
      <w:rPr>
        <w:rStyle w:val="PageNumber"/>
        <w:noProof/>
      </w:rPr>
      <w:t>ii</w:t>
    </w:r>
    <w:r w:rsidR="00866567">
      <w:rPr>
        <w:rStyle w:val="PageNumber"/>
      </w:rPr>
      <w:fldChar w:fldCharType="end"/>
    </w:r>
  </w:p>
  <w:p w14:paraId="3CBA0646" w14:textId="73C4115D" w:rsidR="00F44373" w:rsidRDefault="00866567" w:rsidP="00736D57">
    <w:pPr>
      <w:pStyle w:val="Footer"/>
      <w:rPr>
        <w:b/>
        <w:sz w:val="20"/>
      </w:rPr>
    </w:pPr>
    <w:r>
      <w:fldChar w:fldCharType="begin"/>
    </w:r>
    <w:r w:rsidR="00F44373">
      <w:instrText xml:space="preserve"> STYLEREF  "Version Number"  \* MERGEFORMAT </w:instrText>
    </w:r>
    <w:r>
      <w:fldChar w:fldCharType="separate"/>
    </w:r>
    <w:r w:rsidR="00E70468">
      <w:rPr>
        <w:b/>
        <w:bCs/>
        <w:noProof/>
      </w:rPr>
      <w:t>Error! Use the Home tab to apply Version Number to the text that you want to appear here.</w:t>
    </w:r>
    <w:r>
      <w:fldChar w:fldCharType="end"/>
    </w:r>
    <w:r w:rsidR="00F44373">
      <w:rPr>
        <w:rStyle w:val="PageNumber"/>
      </w:rPr>
      <w:tab/>
    </w:r>
    <w:r w:rsidR="00F44373">
      <w:rPr>
        <w:rStyle w:val="PageNumber"/>
      </w:rPr>
      <w:tab/>
    </w:r>
    <w:r w:rsidR="00CC7467">
      <w:rPr>
        <w:rStyle w:val="PageNumber"/>
        <w:noProof/>
      </w:rPr>
      <w:fldChar w:fldCharType="begin"/>
    </w:r>
    <w:r w:rsidR="00CC7467">
      <w:rPr>
        <w:rStyle w:val="PageNumber"/>
        <w:noProof/>
      </w:rPr>
      <w:instrText xml:space="preserve"> STYLEREF  PubDate  \* MERGEFORMAT </w:instrText>
    </w:r>
    <w:r w:rsidR="00CC7467">
      <w:rPr>
        <w:rStyle w:val="PageNumber"/>
        <w:noProof/>
      </w:rPr>
      <w:fldChar w:fldCharType="separate"/>
    </w:r>
    <w:r w:rsidR="00E70468">
      <w:rPr>
        <w:rStyle w:val="PageNumber"/>
        <w:noProof/>
      </w:rPr>
      <w:t>MM/DD/YYYY</w:t>
    </w:r>
    <w:r w:rsidR="00CC7467">
      <w:rPr>
        <w:rStyle w:val="PageNumber"/>
        <w:noProof/>
      </w:rPr>
      <w:fldChar w:fldCharType="end"/>
    </w:r>
    <w:r w:rsidR="00F44373">
      <w:rPr>
        <w:rStyle w:val="PageNumber"/>
      </w:rPr>
      <w:t>&lt;Pub Date&gt;</w:t>
    </w:r>
    <w:r w:rsidR="00CC7467">
      <w:rPr>
        <w:noProof/>
      </w:rPr>
      <w:fldChar w:fldCharType="begin"/>
    </w:r>
    <w:r w:rsidR="00CC7467">
      <w:rPr>
        <w:noProof/>
      </w:rPr>
      <w:instrText xml:space="preserve"> STYLEREF PubDate \* MERGEFORMAT </w:instrText>
    </w:r>
    <w:r w:rsidR="00CC7467">
      <w:rPr>
        <w:noProof/>
      </w:rPr>
      <w:fldChar w:fldCharType="separate"/>
    </w:r>
    <w:r w:rsidR="00E70468">
      <w:rPr>
        <w:noProof/>
      </w:rPr>
      <w:t>MM/DD/YYYY</w:t>
    </w:r>
    <w:r w:rsidR="00CC7467">
      <w:rPr>
        <w:noProof/>
      </w:rPr>
      <w:fldChar w:fldCharType="end"/>
    </w:r>
  </w:p>
  <w:p w14:paraId="3CBA0647" w14:textId="47F3E7A8" w:rsidR="00F44373" w:rsidRPr="00736D57" w:rsidRDefault="00CC7467" w:rsidP="00736D57">
    <w:pPr>
      <w:pStyle w:val="Footer2"/>
    </w:pPr>
    <w:r>
      <w:rPr>
        <w:noProof/>
      </w:rPr>
      <w:fldChar w:fldCharType="begin"/>
    </w:r>
    <w:r>
      <w:rPr>
        <w:noProof/>
      </w:rP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9D18" w14:textId="396A02C1" w:rsidR="00287265" w:rsidRDefault="00287265" w:rsidP="00287265">
    <w:pPr>
      <w:pStyle w:val="Footer"/>
      <w:spacing w:before="120"/>
      <w:rPr>
        <w:rStyle w:val="PageNumber"/>
      </w:rPr>
    </w:pPr>
    <w:r>
      <w:rPr>
        <w:noProof/>
      </w:rPr>
      <w:fldChar w:fldCharType="begin"/>
    </w:r>
    <w:r>
      <w:rPr>
        <w:noProof/>
      </w:rPr>
      <w:instrText xml:space="preserve"> STYLEREF  "Doc Title"  \* MERGEFORMAT </w:instrText>
    </w:r>
    <w:r>
      <w:rPr>
        <w:noProof/>
      </w:rPr>
      <w:fldChar w:fldCharType="separate"/>
    </w:r>
    <w:r w:rsidR="00284B27">
      <w:rPr>
        <w:noProof/>
      </w:rPr>
      <w:t>Training Plan</w:t>
    </w:r>
    <w:r>
      <w:rPr>
        <w:noProof/>
      </w:rPr>
      <w:fldChar w:fldCharType="end"/>
    </w:r>
    <w:r>
      <w:t xml:space="preserve"> </w:t>
    </w:r>
    <w:r>
      <w:rPr>
        <w:rStyle w:val="PageNumber"/>
      </w:rPr>
      <w:fldChar w:fldCharType="begin"/>
    </w:r>
    <w:r>
      <w:rPr>
        <w:rStyle w:val="PageNumber"/>
        <w:noProof/>
      </w:rPr>
      <w:instrText xml:space="preserve"> STYLEREF  Version  \* MERGEFORMAT </w:instrText>
    </w:r>
    <w:r>
      <w:rPr>
        <w:rStyle w:val="PageNumber"/>
      </w:rPr>
      <w:fldChar w:fldCharType="separate"/>
    </w:r>
    <w:r w:rsidR="00284B27">
      <w:rPr>
        <w:rStyle w:val="PageNumber"/>
        <w:noProof/>
      </w:rPr>
      <w:t>Version</w:t>
    </w:r>
    <w:r w:rsidR="00284B27" w:rsidRPr="00284B27">
      <w:rPr>
        <w:noProof/>
      </w:rPr>
      <w:t xml:space="preserve"> X.X</w:t>
    </w:r>
    <w:r>
      <w:rPr>
        <w:noProof/>
      </w:rPr>
      <w:fldChar w:fldCharType="end"/>
    </w:r>
    <w:r>
      <w:tab/>
    </w:r>
    <w:r>
      <w:fldChar w:fldCharType="begin"/>
    </w:r>
    <w:r>
      <w:instrText xml:space="preserve"> PAGE   \* MERGEFORMAT </w:instrText>
    </w:r>
    <w:r>
      <w:fldChar w:fldCharType="separate"/>
    </w:r>
    <w:r w:rsidR="00284B27">
      <w:rPr>
        <w:noProof/>
      </w:rPr>
      <w:t>i</w:t>
    </w:r>
    <w:r>
      <w:rPr>
        <w:noProof/>
      </w:rPr>
      <w:fldChar w:fldCharType="end"/>
    </w:r>
    <w:r>
      <w:tab/>
    </w:r>
    <w:r>
      <w:rPr>
        <w:noProof/>
      </w:rPr>
      <w:fldChar w:fldCharType="begin"/>
    </w:r>
    <w:r>
      <w:rPr>
        <w:noProof/>
      </w:rPr>
      <w:instrText xml:space="preserve"> STYLEREF  ProjectName  \* MERGEFORMAT </w:instrText>
    </w:r>
    <w:r>
      <w:rPr>
        <w:noProof/>
      </w:rPr>
      <w:fldChar w:fldCharType="separate"/>
    </w:r>
    <w:r w:rsidR="00284B27">
      <w:rPr>
        <w:noProof/>
      </w:rPr>
      <w:t>&lt;Project Name / Acronym&gt;</w:t>
    </w:r>
    <w:r>
      <w:rPr>
        <w:noProof/>
      </w:rPr>
      <w:fldChar w:fldCharType="end"/>
    </w:r>
  </w:p>
  <w:p w14:paraId="3382FC23" w14:textId="77777777" w:rsidR="00287265" w:rsidRDefault="002872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8" w14:textId="6453CB4D" w:rsidR="00F44373" w:rsidRDefault="00CC7467" w:rsidP="006F1044">
    <w:pPr>
      <w:pStyle w:val="Footer"/>
      <w:spacing w:before="120"/>
      <w:rPr>
        <w:rStyle w:val="PageNumber"/>
      </w:rPr>
    </w:pPr>
    <w:r>
      <w:rPr>
        <w:noProof/>
      </w:rPr>
      <w:fldChar w:fldCharType="begin"/>
    </w:r>
    <w:r>
      <w:rPr>
        <w:noProof/>
      </w:rPr>
      <w:instrText xml:space="preserve"> STYLEREF  "Doc Title"  \* MERGEFORMAT </w:instrText>
    </w:r>
    <w:r>
      <w:rPr>
        <w:noProof/>
      </w:rPr>
      <w:fldChar w:fldCharType="separate"/>
    </w:r>
    <w:r w:rsidR="00284B27">
      <w:rPr>
        <w:noProof/>
      </w:rPr>
      <w:t>Training Plan</w:t>
    </w:r>
    <w:r>
      <w:rPr>
        <w:noProof/>
      </w:rPr>
      <w:fldChar w:fldCharType="end"/>
    </w:r>
    <w:r w:rsidR="00F44373">
      <w:t xml:space="preserve"> </w:t>
    </w:r>
    <w:r>
      <w:rPr>
        <w:rStyle w:val="PageNumber"/>
      </w:rPr>
      <w:fldChar w:fldCharType="begin"/>
    </w:r>
    <w:r>
      <w:rPr>
        <w:rStyle w:val="PageNumber"/>
        <w:noProof/>
      </w:rPr>
      <w:instrText xml:space="preserve"> STYLEREF  Version  \* MERGEFORMAT </w:instrText>
    </w:r>
    <w:r>
      <w:rPr>
        <w:rStyle w:val="PageNumber"/>
      </w:rPr>
      <w:fldChar w:fldCharType="separate"/>
    </w:r>
    <w:r w:rsidR="00284B27">
      <w:rPr>
        <w:rStyle w:val="PageNumber"/>
        <w:noProof/>
      </w:rPr>
      <w:t>Version</w:t>
    </w:r>
    <w:r w:rsidR="00284B27" w:rsidRPr="00284B27">
      <w:rPr>
        <w:noProof/>
      </w:rPr>
      <w:t xml:space="preserve"> X.X</w:t>
    </w:r>
    <w:r>
      <w:rPr>
        <w:noProof/>
      </w:rPr>
      <w:fldChar w:fldCharType="end"/>
    </w:r>
    <w:r w:rsidR="00F44373">
      <w:tab/>
    </w:r>
    <w:r w:rsidR="00E73CBC">
      <w:fldChar w:fldCharType="begin"/>
    </w:r>
    <w:r w:rsidR="00E73CBC">
      <w:instrText xml:space="preserve"> PAGE   \* MERGEFORMAT </w:instrText>
    </w:r>
    <w:r w:rsidR="00E73CBC">
      <w:fldChar w:fldCharType="separate"/>
    </w:r>
    <w:r w:rsidR="00284B27">
      <w:rPr>
        <w:noProof/>
      </w:rPr>
      <w:t>iii</w:t>
    </w:r>
    <w:r w:rsidR="00E73CBC">
      <w:rPr>
        <w:noProof/>
      </w:rPr>
      <w:fldChar w:fldCharType="end"/>
    </w:r>
    <w:r w:rsidR="00F44373">
      <w:tab/>
    </w:r>
    <w:r>
      <w:rPr>
        <w:noProof/>
      </w:rPr>
      <w:fldChar w:fldCharType="begin"/>
    </w:r>
    <w:r>
      <w:rPr>
        <w:noProof/>
      </w:rPr>
      <w:instrText xml:space="preserve"> STYLEREF  ProjectName  \* MERGEFORMAT </w:instrText>
    </w:r>
    <w:r>
      <w:rPr>
        <w:noProof/>
      </w:rPr>
      <w:fldChar w:fldCharType="separate"/>
    </w:r>
    <w:r w:rsidR="00284B27">
      <w:rPr>
        <w:noProof/>
      </w:rPr>
      <w:t>&lt;Project Name / Acronym&gt;</w:t>
    </w:r>
    <w:r>
      <w:rPr>
        <w:noProof/>
      </w:rPr>
      <w:fldChar w:fldCharType="end"/>
    </w:r>
  </w:p>
  <w:p w14:paraId="3CBA0649" w14:textId="77777777" w:rsidR="00F44373" w:rsidRPr="006F1044" w:rsidRDefault="00F44373" w:rsidP="006F10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C" w14:textId="68AFB713" w:rsidR="00F44373" w:rsidRDefault="00CC7467" w:rsidP="000C2654">
    <w:pPr>
      <w:pStyle w:val="Footer"/>
      <w:spacing w:before="120"/>
      <w:rPr>
        <w:rStyle w:val="PageNumber"/>
      </w:rPr>
    </w:pPr>
    <w:r>
      <w:rPr>
        <w:noProof/>
      </w:rPr>
      <w:fldChar w:fldCharType="begin"/>
    </w:r>
    <w:r>
      <w:rPr>
        <w:noProof/>
      </w:rPr>
      <w:instrText xml:space="preserve"> STYLEREF  "Doc Title"  \* MERGEFORMAT </w:instrText>
    </w:r>
    <w:r>
      <w:rPr>
        <w:noProof/>
      </w:rPr>
      <w:fldChar w:fldCharType="separate"/>
    </w:r>
    <w:r w:rsidR="00E70468">
      <w:rPr>
        <w:noProof/>
      </w:rPr>
      <w:t>Training Plan</w:t>
    </w:r>
    <w:r>
      <w:rPr>
        <w:noProof/>
      </w:rPr>
      <w:fldChar w:fldCharType="end"/>
    </w:r>
    <w:r w:rsidR="00F44373">
      <w:t xml:space="preserve"> </w:t>
    </w:r>
    <w:r>
      <w:rPr>
        <w:rStyle w:val="PageNumber"/>
      </w:rPr>
      <w:fldChar w:fldCharType="begin"/>
    </w:r>
    <w:r>
      <w:rPr>
        <w:rStyle w:val="PageNumber"/>
        <w:noProof/>
      </w:rPr>
      <w:instrText xml:space="preserve"> STYLEREF  Version  \* MERGEFORMAT </w:instrText>
    </w:r>
    <w:r>
      <w:rPr>
        <w:rStyle w:val="PageNumber"/>
      </w:rPr>
      <w:fldChar w:fldCharType="separate"/>
    </w:r>
    <w:r w:rsidR="00E70468">
      <w:rPr>
        <w:rStyle w:val="PageNumber"/>
        <w:noProof/>
      </w:rPr>
      <w:t>Version</w:t>
    </w:r>
    <w:r w:rsidR="00E70468" w:rsidRPr="00E70468">
      <w:rPr>
        <w:noProof/>
      </w:rPr>
      <w:t xml:space="preserve"> X</w:t>
    </w:r>
    <w:r w:rsidR="00E70468">
      <w:rPr>
        <w:rStyle w:val="PageNumber"/>
        <w:noProof/>
      </w:rPr>
      <w:t>.X</w:t>
    </w:r>
    <w:r>
      <w:rPr>
        <w:noProof/>
      </w:rPr>
      <w:fldChar w:fldCharType="end"/>
    </w:r>
    <w:r w:rsidR="00F44373">
      <w:tab/>
    </w:r>
    <w:r w:rsidR="00E73CBC">
      <w:fldChar w:fldCharType="begin"/>
    </w:r>
    <w:r w:rsidR="00E73CBC">
      <w:instrText xml:space="preserve"> PAGE   \* MERGEFORMAT </w:instrText>
    </w:r>
    <w:r w:rsidR="00E73CBC">
      <w:fldChar w:fldCharType="separate"/>
    </w:r>
    <w:r w:rsidR="00F44373">
      <w:rPr>
        <w:noProof/>
      </w:rPr>
      <w:t>ii</w:t>
    </w:r>
    <w:r w:rsidR="00E73CBC">
      <w:rPr>
        <w:noProof/>
      </w:rPr>
      <w:fldChar w:fldCharType="end"/>
    </w:r>
    <w:r w:rsidR="00F44373">
      <w:tab/>
    </w:r>
    <w:r>
      <w:rPr>
        <w:noProof/>
      </w:rPr>
      <w:fldChar w:fldCharType="begin"/>
    </w:r>
    <w:r>
      <w:rPr>
        <w:noProof/>
      </w:rPr>
      <w:instrText xml:space="preserve"> STYLEREF  ProjectName  \* MERGEFORMAT </w:instrText>
    </w:r>
    <w:r>
      <w:rPr>
        <w:noProof/>
      </w:rPr>
      <w:fldChar w:fldCharType="separate"/>
    </w:r>
    <w:r w:rsidR="00E70468">
      <w:rPr>
        <w:noProof/>
      </w:rPr>
      <w:t>&lt;Project Name / Acronym&gt;</w:t>
    </w:r>
    <w:r>
      <w:rPr>
        <w:noProof/>
      </w:rPr>
      <w:fldChar w:fldCharType="end"/>
    </w:r>
    <w:r w:rsidR="00F44373">
      <w:tab/>
    </w:r>
  </w:p>
  <w:p w14:paraId="3CBA064D" w14:textId="77777777" w:rsidR="00F44373" w:rsidRDefault="00F44373" w:rsidP="00F160D8">
    <w:pPr>
      <w:pStyle w:val="Footer"/>
      <w:jc w:val="center"/>
    </w:pPr>
    <w:r>
      <w:rPr>
        <w:rStyle w:val="PageNumber"/>
      </w:rPr>
      <w:tab/>
    </w:r>
    <w:r>
      <w:rPr>
        <w:rStyle w:val="PageNumber"/>
      </w:rPr>
      <w:tab/>
    </w:r>
    <w:r>
      <w:rPr>
        <w:rStyle w:val="PageNumber"/>
        <w:noProof/>
      </w:rPr>
      <w:br/>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66753" w14:textId="5A5B96A1" w:rsidR="00054405" w:rsidRDefault="00CC7467" w:rsidP="006F1044">
    <w:pPr>
      <w:pStyle w:val="Footer"/>
      <w:spacing w:before="120"/>
      <w:rPr>
        <w:rStyle w:val="PageNumber"/>
      </w:rPr>
    </w:pPr>
    <w:r>
      <w:rPr>
        <w:noProof/>
      </w:rPr>
      <w:fldChar w:fldCharType="begin"/>
    </w:r>
    <w:r>
      <w:rPr>
        <w:noProof/>
      </w:rPr>
      <w:instrText xml:space="preserve"> STYLEREF  "Doc Title"  \* MERGEFORMAT </w:instrText>
    </w:r>
    <w:r>
      <w:rPr>
        <w:noProof/>
      </w:rPr>
      <w:fldChar w:fldCharType="separate"/>
    </w:r>
    <w:r w:rsidR="00284B27">
      <w:rPr>
        <w:noProof/>
      </w:rPr>
      <w:t>Training Plan</w:t>
    </w:r>
    <w:r>
      <w:rPr>
        <w:noProof/>
      </w:rPr>
      <w:fldChar w:fldCharType="end"/>
    </w:r>
    <w:r w:rsidR="00054405">
      <w:t xml:space="preserve"> </w:t>
    </w:r>
    <w:r>
      <w:rPr>
        <w:rStyle w:val="PageNumber"/>
      </w:rPr>
      <w:fldChar w:fldCharType="begin"/>
    </w:r>
    <w:r>
      <w:rPr>
        <w:rStyle w:val="PageNumber"/>
        <w:noProof/>
      </w:rPr>
      <w:instrText xml:space="preserve"> STYLEREF  Version  \* MERGEFORMAT </w:instrText>
    </w:r>
    <w:r>
      <w:rPr>
        <w:rStyle w:val="PageNumber"/>
      </w:rPr>
      <w:fldChar w:fldCharType="separate"/>
    </w:r>
    <w:r w:rsidR="00284B27">
      <w:rPr>
        <w:rStyle w:val="PageNumber"/>
        <w:noProof/>
      </w:rPr>
      <w:t>Version</w:t>
    </w:r>
    <w:r w:rsidR="00284B27" w:rsidRPr="00284B27">
      <w:rPr>
        <w:noProof/>
      </w:rPr>
      <w:t xml:space="preserve"> X.X</w:t>
    </w:r>
    <w:r>
      <w:rPr>
        <w:noProof/>
      </w:rPr>
      <w:fldChar w:fldCharType="end"/>
    </w:r>
    <w:r w:rsidR="00054405">
      <w:tab/>
    </w:r>
    <w:r w:rsidR="00054405">
      <w:fldChar w:fldCharType="begin"/>
    </w:r>
    <w:r w:rsidR="00054405">
      <w:instrText xml:space="preserve"> PAGE   \* MERGEFORMAT </w:instrText>
    </w:r>
    <w:r w:rsidR="00054405">
      <w:fldChar w:fldCharType="separate"/>
    </w:r>
    <w:r w:rsidR="00284B27">
      <w:rPr>
        <w:noProof/>
      </w:rPr>
      <w:t>10</w:t>
    </w:r>
    <w:r w:rsidR="00054405">
      <w:rPr>
        <w:noProof/>
      </w:rPr>
      <w:fldChar w:fldCharType="end"/>
    </w:r>
    <w:r w:rsidR="00054405">
      <w:tab/>
    </w:r>
    <w:r>
      <w:rPr>
        <w:noProof/>
      </w:rPr>
      <w:fldChar w:fldCharType="begin"/>
    </w:r>
    <w:r>
      <w:rPr>
        <w:noProof/>
      </w:rPr>
      <w:instrText xml:space="preserve"> STYLEREF  ProjectName  \* MERGEFORMAT </w:instrText>
    </w:r>
    <w:r>
      <w:rPr>
        <w:noProof/>
      </w:rPr>
      <w:fldChar w:fldCharType="separate"/>
    </w:r>
    <w:r w:rsidR="00284B27">
      <w:rPr>
        <w:noProof/>
      </w:rPr>
      <w:t>&lt;Project Name / Acronym&gt;</w:t>
    </w:r>
    <w:r>
      <w:rPr>
        <w:noProof/>
      </w:rPr>
      <w:fldChar w:fldCharType="end"/>
    </w:r>
  </w:p>
  <w:p w14:paraId="6066B032" w14:textId="77777777" w:rsidR="00054405" w:rsidRPr="006F1044" w:rsidRDefault="00054405"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065F3" w14:textId="77777777" w:rsidR="00AE4EA2" w:rsidRDefault="00AE4EA2">
      <w:r>
        <w:separator/>
      </w:r>
    </w:p>
    <w:p w14:paraId="5C13FC9C" w14:textId="77777777" w:rsidR="00AE4EA2" w:rsidRDefault="00AE4EA2"/>
    <w:p w14:paraId="05CEC4A4" w14:textId="77777777" w:rsidR="00AE4EA2" w:rsidRDefault="00AE4EA2"/>
  </w:footnote>
  <w:footnote w:type="continuationSeparator" w:id="0">
    <w:p w14:paraId="7399C976" w14:textId="77777777" w:rsidR="00AE4EA2" w:rsidRDefault="00AE4EA2">
      <w:r>
        <w:continuationSeparator/>
      </w:r>
    </w:p>
    <w:p w14:paraId="6DD29F16" w14:textId="77777777" w:rsidR="00AE4EA2" w:rsidRDefault="00AE4EA2"/>
    <w:p w14:paraId="442E0C7F" w14:textId="77777777" w:rsidR="00AE4EA2" w:rsidRDefault="00AE4E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4" w14:textId="01770F25" w:rsidR="00F44373" w:rsidRDefault="00F44373" w:rsidP="006F1044">
    <w:pPr>
      <w:pStyle w:val="Header2"/>
    </w:pPr>
    <w:r>
      <w:t>CMS</w:t>
    </w:r>
    <w:r>
      <w:tab/>
    </w:r>
    <w:r w:rsidR="00CC7467">
      <w:rPr>
        <w:noProof/>
      </w:rPr>
      <w:fldChar w:fldCharType="begin"/>
    </w:r>
    <w:r w:rsidR="00CC7467">
      <w:rPr>
        <w:noProof/>
      </w:rPr>
      <w:instrText xml:space="preserve"> STYLEREF  "Front Matter Header"  \* MERGEFORMAT </w:instrText>
    </w:r>
    <w:r w:rsidR="00CC7467">
      <w:rPr>
        <w:noProof/>
      </w:rPr>
      <w:fldChar w:fldCharType="separate"/>
    </w:r>
    <w:r w:rsidR="00284B27">
      <w:rPr>
        <w:noProof/>
      </w:rPr>
      <w:t>List of Tables</w:t>
    </w:r>
    <w:r w:rsidR="00CC7467">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A" w14:textId="11B5F1C2" w:rsidR="00F44373" w:rsidRPr="00DC0109" w:rsidRDefault="00F44373" w:rsidP="00EB5A4B">
    <w:pPr>
      <w:pStyle w:val="Footer"/>
      <w:pBdr>
        <w:top w:val="none" w:sz="0" w:space="0" w:color="auto"/>
        <w:bottom w:val="single" w:sz="4" w:space="1" w:color="auto"/>
      </w:pBdr>
    </w:pPr>
    <w:r>
      <w:tab/>
    </w:r>
    <w:r>
      <w:tab/>
    </w:r>
    <w:r w:rsidR="00CC7467">
      <w:rPr>
        <w:noProof/>
      </w:rPr>
      <w:fldChar w:fldCharType="begin"/>
    </w:r>
    <w:r w:rsidR="00CC7467">
      <w:rPr>
        <w:noProof/>
      </w:rPr>
      <w:instrText xml:space="preserve"> STYLEREF  "Front Matter Header"  \* MERGEFORMAT </w:instrText>
    </w:r>
    <w:r w:rsidR="00CC7467">
      <w:rPr>
        <w:noProof/>
      </w:rPr>
      <w:fldChar w:fldCharType="separate"/>
    </w:r>
    <w:r w:rsidR="00E70468">
      <w:rPr>
        <w:noProof/>
      </w:rPr>
      <w:t>Table of Contents</w:t>
    </w:r>
    <w:r w:rsidR="00CC7467">
      <w:rPr>
        <w:noProof/>
      </w:rPr>
      <w:fldChar w:fldCharType="end"/>
    </w:r>
    <w:r w:rsidRPr="00DC0109">
      <w:t xml:space="preserve"> </w:t>
    </w:r>
  </w:p>
  <w:p w14:paraId="3CBA064B" w14:textId="77777777" w:rsidR="00F44373" w:rsidRPr="00EB5A4B" w:rsidRDefault="00F44373"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E" w14:textId="391B7C92" w:rsidR="00F44373" w:rsidRDefault="00F44373" w:rsidP="006F1044">
    <w:pPr>
      <w:pStyle w:val="Header2"/>
    </w:pPr>
    <w:r>
      <w:t>CMS</w:t>
    </w:r>
    <w:r>
      <w:tab/>
    </w:r>
    <w:r w:rsidR="00866567">
      <w:fldChar w:fldCharType="begin"/>
    </w:r>
    <w:r>
      <w:instrText xml:space="preserve"> STYLEREF  "Front Matter Header"  \* MERGEFORMAT </w:instrText>
    </w:r>
    <w:r w:rsidR="00866567">
      <w:fldChar w:fldCharType="end"/>
    </w:r>
    <w:r w:rsidR="00CC7467">
      <w:rPr>
        <w:noProof/>
      </w:rPr>
      <w:fldChar w:fldCharType="begin"/>
    </w:r>
    <w:r w:rsidR="00CC7467">
      <w:rPr>
        <w:noProof/>
      </w:rPr>
      <w:instrText xml:space="preserve"> STYLEREF  "Heading 1"  \* MERGEFORMAT </w:instrText>
    </w:r>
    <w:r w:rsidR="00CC7467">
      <w:rPr>
        <w:noProof/>
      </w:rPr>
      <w:fldChar w:fldCharType="separate"/>
    </w:r>
    <w:r w:rsidR="00284B27">
      <w:rPr>
        <w:noProof/>
      </w:rPr>
      <w:t>Training Administration</w:t>
    </w:r>
    <w:r w:rsidR="00CC7467">
      <w:rPr>
        <w:noProof/>
      </w:rPr>
      <w:fldChar w:fldCharType="end"/>
    </w:r>
  </w:p>
  <w:p w14:paraId="3CBA064F" w14:textId="77777777" w:rsidR="00F44373" w:rsidRDefault="00F4437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50" w14:textId="793B16A9" w:rsidR="00F44373" w:rsidRDefault="00F44373" w:rsidP="006F1044">
    <w:pPr>
      <w:pStyle w:val="Header2"/>
    </w:pPr>
    <w:r>
      <w:t>CMS</w:t>
    </w:r>
    <w:r>
      <w:tab/>
    </w:r>
    <w:r w:rsidR="00866567">
      <w:fldChar w:fldCharType="begin"/>
    </w:r>
    <w:r>
      <w:instrText xml:space="preserve"> STYLEREF  "Front Matter Header"  \* MERGEFORMAT </w:instrText>
    </w:r>
    <w:r w:rsidR="00866567">
      <w:fldChar w:fldCharType="end"/>
    </w:r>
    <w:r w:rsidR="00CC7467">
      <w:rPr>
        <w:noProof/>
      </w:rPr>
      <w:fldChar w:fldCharType="begin"/>
    </w:r>
    <w:r w:rsidR="00CC7467">
      <w:rPr>
        <w:noProof/>
      </w:rPr>
      <w:instrText xml:space="preserve"> STYLEREF  "Back Matter Heading"  \* MERGEFORMAT </w:instrText>
    </w:r>
    <w:r w:rsidR="00CC7467">
      <w:rPr>
        <w:noProof/>
      </w:rPr>
      <w:fldChar w:fldCharType="separate"/>
    </w:r>
    <w:r w:rsidR="00284B27">
      <w:rPr>
        <w:noProof/>
      </w:rPr>
      <w:t>Template Revision History</w:t>
    </w:r>
    <w:r w:rsidR="00CC7467">
      <w:rPr>
        <w:noProof/>
      </w:rPr>
      <w:fldChar w:fldCharType="end"/>
    </w:r>
  </w:p>
  <w:p w14:paraId="3CBA0651" w14:textId="77777777" w:rsidR="00F44373" w:rsidRDefault="00F4437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B2BA1206"/>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29"/>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69F5"/>
    <w:rsid w:val="00017B91"/>
    <w:rsid w:val="00020CC0"/>
    <w:rsid w:val="00024B3B"/>
    <w:rsid w:val="00032768"/>
    <w:rsid w:val="000357E5"/>
    <w:rsid w:val="00037ACC"/>
    <w:rsid w:val="00037BB3"/>
    <w:rsid w:val="00040ADE"/>
    <w:rsid w:val="00040B6F"/>
    <w:rsid w:val="00041C72"/>
    <w:rsid w:val="00041F9E"/>
    <w:rsid w:val="00050650"/>
    <w:rsid w:val="00051049"/>
    <w:rsid w:val="000529B6"/>
    <w:rsid w:val="0005398D"/>
    <w:rsid w:val="00054405"/>
    <w:rsid w:val="0005468E"/>
    <w:rsid w:val="00061FA4"/>
    <w:rsid w:val="0006542B"/>
    <w:rsid w:val="00070408"/>
    <w:rsid w:val="00072294"/>
    <w:rsid w:val="0007302B"/>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BFC"/>
    <w:rsid w:val="001B3EDA"/>
    <w:rsid w:val="001B5413"/>
    <w:rsid w:val="001B7F6D"/>
    <w:rsid w:val="001C1769"/>
    <w:rsid w:val="001D11A2"/>
    <w:rsid w:val="001D14EF"/>
    <w:rsid w:val="001D5C02"/>
    <w:rsid w:val="001E010B"/>
    <w:rsid w:val="001E7FA2"/>
    <w:rsid w:val="001F0CF6"/>
    <w:rsid w:val="001F16EA"/>
    <w:rsid w:val="001F2560"/>
    <w:rsid w:val="001F5D70"/>
    <w:rsid w:val="001F607A"/>
    <w:rsid w:val="00205F68"/>
    <w:rsid w:val="00207F0A"/>
    <w:rsid w:val="00210F13"/>
    <w:rsid w:val="00211ABA"/>
    <w:rsid w:val="00213937"/>
    <w:rsid w:val="00217B67"/>
    <w:rsid w:val="00217EA9"/>
    <w:rsid w:val="00220648"/>
    <w:rsid w:val="00221025"/>
    <w:rsid w:val="00221E7F"/>
    <w:rsid w:val="00224E54"/>
    <w:rsid w:val="00230EC0"/>
    <w:rsid w:val="00235CCE"/>
    <w:rsid w:val="00236B60"/>
    <w:rsid w:val="00241AD3"/>
    <w:rsid w:val="00251689"/>
    <w:rsid w:val="00251CD2"/>
    <w:rsid w:val="00252AB0"/>
    <w:rsid w:val="002536B4"/>
    <w:rsid w:val="00261E42"/>
    <w:rsid w:val="0026491F"/>
    <w:rsid w:val="00274462"/>
    <w:rsid w:val="0027662F"/>
    <w:rsid w:val="00277A08"/>
    <w:rsid w:val="00277CB1"/>
    <w:rsid w:val="00284B27"/>
    <w:rsid w:val="00287265"/>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4AF6"/>
    <w:rsid w:val="00346153"/>
    <w:rsid w:val="00346C92"/>
    <w:rsid w:val="0035103D"/>
    <w:rsid w:val="00352BB7"/>
    <w:rsid w:val="00353486"/>
    <w:rsid w:val="0035358E"/>
    <w:rsid w:val="00353E11"/>
    <w:rsid w:val="0036005E"/>
    <w:rsid w:val="00360E95"/>
    <w:rsid w:val="00362F9C"/>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1586"/>
    <w:rsid w:val="003D58EF"/>
    <w:rsid w:val="003D593F"/>
    <w:rsid w:val="003E44C5"/>
    <w:rsid w:val="003E4887"/>
    <w:rsid w:val="003F46A0"/>
    <w:rsid w:val="0040685F"/>
    <w:rsid w:val="00407D00"/>
    <w:rsid w:val="004112FD"/>
    <w:rsid w:val="00414717"/>
    <w:rsid w:val="00421882"/>
    <w:rsid w:val="0042708B"/>
    <w:rsid w:val="004344A8"/>
    <w:rsid w:val="00434914"/>
    <w:rsid w:val="00436FD2"/>
    <w:rsid w:val="00437841"/>
    <w:rsid w:val="004407EB"/>
    <w:rsid w:val="00443DBB"/>
    <w:rsid w:val="00453CAC"/>
    <w:rsid w:val="004541E7"/>
    <w:rsid w:val="00454272"/>
    <w:rsid w:val="00455D22"/>
    <w:rsid w:val="00457D55"/>
    <w:rsid w:val="0046392F"/>
    <w:rsid w:val="004641E6"/>
    <w:rsid w:val="00466EF2"/>
    <w:rsid w:val="00475D38"/>
    <w:rsid w:val="00477FC7"/>
    <w:rsid w:val="00484094"/>
    <w:rsid w:val="0049141A"/>
    <w:rsid w:val="0049440D"/>
    <w:rsid w:val="00497214"/>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09C9"/>
    <w:rsid w:val="0054513A"/>
    <w:rsid w:val="0054589E"/>
    <w:rsid w:val="005466AC"/>
    <w:rsid w:val="005477A2"/>
    <w:rsid w:val="00547FDD"/>
    <w:rsid w:val="00551FDE"/>
    <w:rsid w:val="0055361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08CE"/>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08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9777C"/>
    <w:rsid w:val="007A034F"/>
    <w:rsid w:val="007A2F4C"/>
    <w:rsid w:val="007B5DAF"/>
    <w:rsid w:val="007C54DE"/>
    <w:rsid w:val="007D0122"/>
    <w:rsid w:val="007D055A"/>
    <w:rsid w:val="007D2ACE"/>
    <w:rsid w:val="007D3B75"/>
    <w:rsid w:val="007D5C01"/>
    <w:rsid w:val="007E2BC6"/>
    <w:rsid w:val="007E3F57"/>
    <w:rsid w:val="007E4D55"/>
    <w:rsid w:val="007F11B4"/>
    <w:rsid w:val="007F1AD0"/>
    <w:rsid w:val="007F1EE4"/>
    <w:rsid w:val="008007F4"/>
    <w:rsid w:val="00803E76"/>
    <w:rsid w:val="00810BCF"/>
    <w:rsid w:val="00811F51"/>
    <w:rsid w:val="00812512"/>
    <w:rsid w:val="00812ADD"/>
    <w:rsid w:val="00815720"/>
    <w:rsid w:val="0082049C"/>
    <w:rsid w:val="008223AD"/>
    <w:rsid w:val="00823076"/>
    <w:rsid w:val="00824415"/>
    <w:rsid w:val="00825881"/>
    <w:rsid w:val="00825AC1"/>
    <w:rsid w:val="00830EE3"/>
    <w:rsid w:val="0083156C"/>
    <w:rsid w:val="008323F5"/>
    <w:rsid w:val="0084294B"/>
    <w:rsid w:val="0084453E"/>
    <w:rsid w:val="00846BEB"/>
    <w:rsid w:val="00856F77"/>
    <w:rsid w:val="00866567"/>
    <w:rsid w:val="00866F1C"/>
    <w:rsid w:val="00870699"/>
    <w:rsid w:val="00887983"/>
    <w:rsid w:val="00890211"/>
    <w:rsid w:val="00893F91"/>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97B07"/>
    <w:rsid w:val="00AA04C3"/>
    <w:rsid w:val="00AA0A2B"/>
    <w:rsid w:val="00AA1BD7"/>
    <w:rsid w:val="00AB22D9"/>
    <w:rsid w:val="00AB3CE2"/>
    <w:rsid w:val="00AC4534"/>
    <w:rsid w:val="00AC68F7"/>
    <w:rsid w:val="00AC6BBB"/>
    <w:rsid w:val="00AD03CB"/>
    <w:rsid w:val="00AD6A5F"/>
    <w:rsid w:val="00AE45C0"/>
    <w:rsid w:val="00AE4EA2"/>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00DD"/>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025F"/>
    <w:rsid w:val="00B94101"/>
    <w:rsid w:val="00BA1118"/>
    <w:rsid w:val="00BA28BF"/>
    <w:rsid w:val="00BA56C4"/>
    <w:rsid w:val="00BA6A2C"/>
    <w:rsid w:val="00BB0E4C"/>
    <w:rsid w:val="00BB6432"/>
    <w:rsid w:val="00BC25A6"/>
    <w:rsid w:val="00BC2759"/>
    <w:rsid w:val="00BC30BA"/>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86188"/>
    <w:rsid w:val="00C91509"/>
    <w:rsid w:val="00C91DA3"/>
    <w:rsid w:val="00C97472"/>
    <w:rsid w:val="00CA2A13"/>
    <w:rsid w:val="00CB1E6B"/>
    <w:rsid w:val="00CB2952"/>
    <w:rsid w:val="00CB5808"/>
    <w:rsid w:val="00CC0D0E"/>
    <w:rsid w:val="00CC1BE9"/>
    <w:rsid w:val="00CC7467"/>
    <w:rsid w:val="00CD2336"/>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2679"/>
    <w:rsid w:val="00D14917"/>
    <w:rsid w:val="00D14CB4"/>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C424C"/>
    <w:rsid w:val="00DD1DEE"/>
    <w:rsid w:val="00DD228B"/>
    <w:rsid w:val="00DD27A6"/>
    <w:rsid w:val="00DD4061"/>
    <w:rsid w:val="00DD6C09"/>
    <w:rsid w:val="00DD7D00"/>
    <w:rsid w:val="00DF03A6"/>
    <w:rsid w:val="00DF7472"/>
    <w:rsid w:val="00DF7730"/>
    <w:rsid w:val="00E0197E"/>
    <w:rsid w:val="00E104E7"/>
    <w:rsid w:val="00E118A3"/>
    <w:rsid w:val="00E13A0D"/>
    <w:rsid w:val="00E14BC9"/>
    <w:rsid w:val="00E16386"/>
    <w:rsid w:val="00E17C25"/>
    <w:rsid w:val="00E17E5B"/>
    <w:rsid w:val="00E20CB6"/>
    <w:rsid w:val="00E2118A"/>
    <w:rsid w:val="00E2479F"/>
    <w:rsid w:val="00E25A8D"/>
    <w:rsid w:val="00E26837"/>
    <w:rsid w:val="00E27928"/>
    <w:rsid w:val="00E27BA8"/>
    <w:rsid w:val="00E36EF0"/>
    <w:rsid w:val="00E374B3"/>
    <w:rsid w:val="00E40E27"/>
    <w:rsid w:val="00E450B8"/>
    <w:rsid w:val="00E45114"/>
    <w:rsid w:val="00E47CBA"/>
    <w:rsid w:val="00E5142A"/>
    <w:rsid w:val="00E54DB7"/>
    <w:rsid w:val="00E57F87"/>
    <w:rsid w:val="00E67F90"/>
    <w:rsid w:val="00E67FB3"/>
    <w:rsid w:val="00E70468"/>
    <w:rsid w:val="00E736A5"/>
    <w:rsid w:val="00E73CBC"/>
    <w:rsid w:val="00E7401E"/>
    <w:rsid w:val="00E80237"/>
    <w:rsid w:val="00E85416"/>
    <w:rsid w:val="00E8565C"/>
    <w:rsid w:val="00E906C6"/>
    <w:rsid w:val="00E934C6"/>
    <w:rsid w:val="00E95C80"/>
    <w:rsid w:val="00E976DD"/>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2FF1"/>
    <w:rsid w:val="00F04EA6"/>
    <w:rsid w:val="00F058C6"/>
    <w:rsid w:val="00F06AE2"/>
    <w:rsid w:val="00F11895"/>
    <w:rsid w:val="00F13A12"/>
    <w:rsid w:val="00F149A2"/>
    <w:rsid w:val="00F14D7E"/>
    <w:rsid w:val="00F15407"/>
    <w:rsid w:val="00F15871"/>
    <w:rsid w:val="00F160D8"/>
    <w:rsid w:val="00F16308"/>
    <w:rsid w:val="00F201D1"/>
    <w:rsid w:val="00F2760F"/>
    <w:rsid w:val="00F33423"/>
    <w:rsid w:val="00F3403B"/>
    <w:rsid w:val="00F3442D"/>
    <w:rsid w:val="00F423AF"/>
    <w:rsid w:val="00F426E3"/>
    <w:rsid w:val="00F427E1"/>
    <w:rsid w:val="00F434A3"/>
    <w:rsid w:val="00F44373"/>
    <w:rsid w:val="00F45051"/>
    <w:rsid w:val="00F52D6A"/>
    <w:rsid w:val="00F543EA"/>
    <w:rsid w:val="00F548A5"/>
    <w:rsid w:val="00F61F37"/>
    <w:rsid w:val="00F80EBF"/>
    <w:rsid w:val="00F81404"/>
    <w:rsid w:val="00F855E9"/>
    <w:rsid w:val="00F867F1"/>
    <w:rsid w:val="00F911AB"/>
    <w:rsid w:val="00F96891"/>
    <w:rsid w:val="00F96C74"/>
    <w:rsid w:val="00FA2ED2"/>
    <w:rsid w:val="00FC0544"/>
    <w:rsid w:val="00FC0F3C"/>
    <w:rsid w:val="00FC11FA"/>
    <w:rsid w:val="00FC1843"/>
    <w:rsid w:val="00FC7399"/>
    <w:rsid w:val="00FC7F62"/>
    <w:rsid w:val="00FD047A"/>
    <w:rsid w:val="00FD1EB9"/>
    <w:rsid w:val="00FD61C1"/>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BA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054405"/>
    <w:pPr>
      <w:keepNext/>
      <w:keepLines/>
      <w:numPr>
        <w:ilvl w:val="1"/>
        <w:numId w:val="13"/>
      </w:numPr>
      <w:tabs>
        <w:tab w:val="clear" w:pos="1080"/>
        <w:tab w:val="num" w:pos="720"/>
      </w:tabs>
      <w:spacing w:before="36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5F08CE"/>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link w:val="CaptionChar"/>
    <w:uiPriority w:val="35"/>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054405"/>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054405"/>
    <w:rPr>
      <w:rFonts w:ascii="Times New Roman" w:hAnsi="Times New Roman"/>
      <w:i/>
      <w:color w:val="0000FF"/>
      <w:sz w:val="24"/>
    </w:rPr>
  </w:style>
  <w:style w:type="character" w:customStyle="1" w:styleId="CaptionChar">
    <w:name w:val="Caption Char"/>
    <w:link w:val="Caption"/>
    <w:uiPriority w:val="35"/>
    <w:locked/>
    <w:rsid w:val="00BC30BA"/>
    <w:rPr>
      <w:rFonts w:ascii="Arial Narrow" w:hAnsi="Arial Narrow"/>
      <w:b/>
      <w:bCs/>
      <w:sz w:val="24"/>
    </w:rPr>
  </w:style>
  <w:style w:type="paragraph" w:customStyle="1" w:styleId="InstructionalText">
    <w:name w:val="Instructional Text"/>
    <w:basedOn w:val="BodyText"/>
    <w:next w:val="BodyText"/>
    <w:link w:val="InstructionalTextChar"/>
    <w:qFormat/>
    <w:rsid w:val="00BC30BA"/>
    <w:pPr>
      <w:spacing w:before="120" w:after="120"/>
    </w:pPr>
    <w:rPr>
      <w:rFonts w:ascii="Arial" w:hAnsi="Arial"/>
      <w:i/>
      <w:color w:val="0000FF"/>
      <w:sz w:val="24"/>
      <w:lang w:eastAsia="ar-SA"/>
    </w:rPr>
  </w:style>
  <w:style w:type="character" w:customStyle="1" w:styleId="InstructionalTextChar">
    <w:name w:val="Instructional Text Char"/>
    <w:basedOn w:val="BodyTextChar"/>
    <w:link w:val="InstructionalText"/>
    <w:rsid w:val="00BC30BA"/>
    <w:rPr>
      <w:rFonts w:ascii="Arial" w:hAnsi="Arial"/>
      <w:i/>
      <w:color w:val="0000FF"/>
      <w:sz w:val="24"/>
      <w:lang w:eastAsia="ar-SA"/>
    </w:rPr>
  </w:style>
  <w:style w:type="paragraph" w:customStyle="1" w:styleId="SignatureText">
    <w:name w:val="Signature Text"/>
    <w:basedOn w:val="Normal"/>
    <w:link w:val="SignatureTextChar"/>
    <w:qFormat/>
    <w:rsid w:val="00BC30BA"/>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BC30BA"/>
    <w:rPr>
      <w:rFonts w:ascii="Arial" w:hAnsi="Arial"/>
    </w:rPr>
  </w:style>
  <w:style w:type="paragraph" w:customStyle="1" w:styleId="TableText10HeaderCenter">
    <w:name w:val="Table Text 10 Header Center"/>
    <w:basedOn w:val="Normal"/>
    <w:link w:val="TableText10HeaderCenterChar"/>
    <w:uiPriority w:val="99"/>
    <w:rsid w:val="00BC30BA"/>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BC30BA"/>
    <w:rPr>
      <w:rFonts w:ascii="Arial" w:hAnsi="Arial"/>
      <w:b/>
      <w:color w:val="FFFFFF" w:themeColor="background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62</Doc_x0020_Name>
    <Document_x0020_Type xmlns="ce9b7293-7dfe-4d27-bf7f-b543d341c73b">Template - Artifact</Document_x0020_Type>
    <Doc_x0020_Date xmlns="ce9b7293-7dfe-4d27-bf7f-b543d341c73b">2014-08-18T04:00:00+00:00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26AFC-8C22-4AD5-8797-7163EF1D7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4195B1-A2DC-4B46-92BF-BC9972DEE693}">
  <ds:schemaRefs>
    <ds:schemaRef ds:uri="http://schemas.microsoft.com/office/2006/metadata/customXsn"/>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4.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5.xml><?xml version="1.0" encoding="utf-8"?>
<ds:datastoreItem xmlns:ds="http://schemas.openxmlformats.org/officeDocument/2006/customXml" ds:itemID="{73AE3F83-FC24-46CA-9CB5-2E266DCFE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13</Pages>
  <Words>2069</Words>
  <Characters>11798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Training Plan</vt:lpstr>
    </vt:vector>
  </TitlesOfParts>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dc:title>
  <dc:creator/>
  <cp:lastModifiedBy/>
  <cp:revision>1</cp:revision>
  <cp:lastPrinted>2002-11-19T18:54:00Z</cp:lastPrinted>
  <dcterms:created xsi:type="dcterms:W3CDTF">2020-08-10T17:03:00Z</dcterms:created>
  <dcterms:modified xsi:type="dcterms:W3CDTF">2021-03-11T15:02:00Z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12600</vt:r8>
  </property>
  <property fmtid="{D5CDD505-2E9C-101B-9397-08002B2CF9AE}" pid="11" name="Archive">
    <vt:bool>false</vt:bool>
  </property>
</Properties>
</file>